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B31" w:rsidRPr="00602F89" w:rsidRDefault="00DA3B31" w:rsidP="00585D84">
      <w:pPr>
        <w:rPr>
          <w:rFonts w:ascii="Times New Roman" w:hAnsi="Times New Roman"/>
          <w:sz w:val="28"/>
          <w:szCs w:val="28"/>
        </w:rPr>
      </w:pPr>
      <w:r w:rsidRPr="00585D84">
        <w:rPr>
          <w:rFonts w:ascii="Times New Roman" w:hAnsi="Times New Roman"/>
          <w:sz w:val="28"/>
          <w:szCs w:val="28"/>
        </w:rPr>
        <w:t xml:space="preserve">           </w:t>
      </w:r>
    </w:p>
    <w:tbl>
      <w:tblPr>
        <w:tblW w:w="10260" w:type="dxa"/>
        <w:tblInd w:w="-72" w:type="dxa"/>
        <w:tblLayout w:type="fixed"/>
        <w:tblLook w:val="01E0"/>
      </w:tblPr>
      <w:tblGrid>
        <w:gridCol w:w="3960"/>
        <w:gridCol w:w="2340"/>
        <w:gridCol w:w="3960"/>
      </w:tblGrid>
      <w:tr w:rsidR="00DA3B31" w:rsidRPr="00602F89" w:rsidTr="00585D84">
        <w:tc>
          <w:tcPr>
            <w:tcW w:w="3960" w:type="dxa"/>
          </w:tcPr>
          <w:p w:rsidR="00DA3B31" w:rsidRPr="00602F89" w:rsidRDefault="00DA3B31" w:rsidP="00EC65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F89">
              <w:rPr>
                <w:rFonts w:ascii="Times New Roman" w:hAnsi="Times New Roman"/>
                <w:sz w:val="28"/>
                <w:szCs w:val="28"/>
              </w:rPr>
              <w:t>Совет</w:t>
            </w:r>
          </w:p>
          <w:p w:rsidR="00DA3B31" w:rsidRPr="00602F89" w:rsidRDefault="00DA3B31" w:rsidP="00EC65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F89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DA3B31" w:rsidRPr="00602F89" w:rsidRDefault="00DA3B31" w:rsidP="00EC65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F89">
              <w:rPr>
                <w:rFonts w:ascii="Times New Roman" w:hAnsi="Times New Roman"/>
                <w:sz w:val="28"/>
                <w:szCs w:val="28"/>
              </w:rPr>
              <w:t>"Няшабож"</w:t>
            </w:r>
          </w:p>
        </w:tc>
        <w:tc>
          <w:tcPr>
            <w:tcW w:w="2340" w:type="dxa"/>
          </w:tcPr>
          <w:p w:rsidR="00DA3B31" w:rsidRPr="00602F89" w:rsidRDefault="00DA3B31" w:rsidP="00EC65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024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7.25pt;height:45.75pt;visibility:visible">
                  <v:imagedata r:id="rId4" o:title=""/>
                </v:shape>
              </w:pict>
            </w:r>
          </w:p>
        </w:tc>
        <w:tc>
          <w:tcPr>
            <w:tcW w:w="3960" w:type="dxa"/>
          </w:tcPr>
          <w:p w:rsidR="00DA3B31" w:rsidRPr="00602F89" w:rsidRDefault="00DA3B31" w:rsidP="00EC65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F89">
              <w:rPr>
                <w:rFonts w:ascii="Times New Roman" w:hAnsi="Times New Roman"/>
                <w:sz w:val="28"/>
                <w:szCs w:val="28"/>
              </w:rPr>
              <w:t>"Няшабöж"</w:t>
            </w:r>
          </w:p>
          <w:p w:rsidR="00DA3B31" w:rsidRPr="00602F89" w:rsidRDefault="00DA3B31" w:rsidP="00EC65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F89">
              <w:rPr>
                <w:rFonts w:ascii="Times New Roman" w:hAnsi="Times New Roman"/>
                <w:sz w:val="28"/>
                <w:szCs w:val="28"/>
              </w:rPr>
              <w:t>сикт овмöдчöминса</w:t>
            </w:r>
          </w:p>
          <w:p w:rsidR="00DA3B31" w:rsidRPr="00602F89" w:rsidRDefault="00DA3B31" w:rsidP="00EC65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F89">
              <w:rPr>
                <w:rFonts w:ascii="Times New Roman" w:hAnsi="Times New Roman"/>
                <w:sz w:val="28"/>
                <w:szCs w:val="28"/>
              </w:rPr>
              <w:t xml:space="preserve">Сöвет </w:t>
            </w:r>
          </w:p>
        </w:tc>
      </w:tr>
    </w:tbl>
    <w:p w:rsidR="00DA3B31" w:rsidRPr="00602F89" w:rsidRDefault="00DA3B31" w:rsidP="002A0F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2F89">
        <w:rPr>
          <w:rFonts w:ascii="Times New Roman" w:hAnsi="Times New Roman"/>
          <w:sz w:val="28"/>
          <w:szCs w:val="28"/>
        </w:rPr>
        <w:t>Р Е Ш Е Н И Е</w:t>
      </w:r>
    </w:p>
    <w:p w:rsidR="00DA3B31" w:rsidRPr="00602F89" w:rsidRDefault="00DA3B31" w:rsidP="002A0F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2F89">
        <w:rPr>
          <w:rFonts w:ascii="Times New Roman" w:hAnsi="Times New Roman"/>
          <w:sz w:val="28"/>
          <w:szCs w:val="28"/>
        </w:rPr>
        <w:t>К Ы В К Ō Р Т Ō Д</w:t>
      </w:r>
    </w:p>
    <w:p w:rsidR="00DA3B31" w:rsidRDefault="00DA3B31" w:rsidP="00E91C3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585D84">
        <w:rPr>
          <w:rFonts w:ascii="Times New Roman" w:hAnsi="Times New Roman" w:cs="Times New Roman"/>
          <w:b w:val="0"/>
          <w:sz w:val="28"/>
          <w:szCs w:val="28"/>
        </w:rPr>
        <w:t xml:space="preserve">от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03 </w:t>
      </w:r>
      <w:r w:rsidRPr="00585D84">
        <w:rPr>
          <w:rFonts w:ascii="Times New Roman" w:hAnsi="Times New Roman" w:cs="Times New Roman"/>
          <w:b w:val="0"/>
          <w:sz w:val="28"/>
          <w:szCs w:val="28"/>
        </w:rPr>
        <w:t xml:space="preserve">ноября 2016 года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Pr="00585D84">
        <w:rPr>
          <w:rFonts w:ascii="Times New Roman" w:hAnsi="Times New Roman" w:cs="Times New Roman"/>
          <w:b w:val="0"/>
          <w:sz w:val="28"/>
          <w:szCs w:val="28"/>
        </w:rPr>
        <w:t>№  4-2/3</w:t>
      </w:r>
    </w:p>
    <w:p w:rsidR="00DA3B31" w:rsidRPr="00602F89" w:rsidRDefault="00DA3B31" w:rsidP="00E91C30">
      <w:pPr>
        <w:pStyle w:val="ConsTitle"/>
        <w:widowControl/>
        <w:ind w:right="0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Республика Коми, Ижемский район, с.Няшабож</w:t>
      </w:r>
    </w:p>
    <w:p w:rsidR="00DA3B31" w:rsidRDefault="00DA3B31" w:rsidP="00585D84">
      <w:pPr>
        <w:jc w:val="center"/>
        <w:rPr>
          <w:rFonts w:ascii="Times New Roman" w:hAnsi="Times New Roman"/>
          <w:sz w:val="28"/>
          <w:szCs w:val="28"/>
        </w:rPr>
      </w:pPr>
    </w:p>
    <w:p w:rsidR="00DA3B31" w:rsidRPr="00585D84" w:rsidRDefault="00DA3B31" w:rsidP="00585D84">
      <w:pPr>
        <w:jc w:val="center"/>
        <w:rPr>
          <w:rFonts w:ascii="Times New Roman" w:hAnsi="Times New Roman"/>
          <w:sz w:val="28"/>
          <w:szCs w:val="28"/>
        </w:rPr>
      </w:pPr>
      <w:r w:rsidRPr="00585D84">
        <w:rPr>
          <w:rFonts w:ascii="Times New Roman" w:hAnsi="Times New Roman"/>
          <w:sz w:val="28"/>
          <w:szCs w:val="28"/>
        </w:rPr>
        <w:t>О внесении изменений в решение  Совета сельского поселения «Няшабож» от 16 декабря 2015 года № 3-31/1  «О бюджете сельского поселения «Няшабож» на 2016 год и плановый период 2017 и 2018 годов»</w:t>
      </w:r>
    </w:p>
    <w:p w:rsidR="00DA3B31" w:rsidRPr="00585D84" w:rsidRDefault="00DA3B31" w:rsidP="002C3E6E">
      <w:pPr>
        <w:jc w:val="center"/>
        <w:rPr>
          <w:rFonts w:ascii="Times New Roman" w:hAnsi="Times New Roman"/>
          <w:bCs/>
          <w:sz w:val="28"/>
          <w:szCs w:val="28"/>
        </w:rPr>
      </w:pPr>
      <w:r w:rsidRPr="00585D84">
        <w:rPr>
          <w:rFonts w:ascii="Times New Roman" w:hAnsi="Times New Roman"/>
          <w:bCs/>
          <w:sz w:val="28"/>
          <w:szCs w:val="28"/>
        </w:rPr>
        <w:t>Совет сельского поселения «Няшабож»</w:t>
      </w:r>
    </w:p>
    <w:p w:rsidR="00DA3B31" w:rsidRPr="00585D84" w:rsidRDefault="00DA3B31" w:rsidP="002C3E6E">
      <w:pPr>
        <w:jc w:val="center"/>
        <w:rPr>
          <w:rFonts w:ascii="Times New Roman" w:hAnsi="Times New Roman"/>
          <w:bCs/>
          <w:sz w:val="28"/>
          <w:szCs w:val="28"/>
        </w:rPr>
      </w:pPr>
      <w:r w:rsidRPr="00585D84">
        <w:rPr>
          <w:rFonts w:ascii="Times New Roman" w:hAnsi="Times New Roman"/>
          <w:bCs/>
          <w:sz w:val="28"/>
          <w:szCs w:val="28"/>
        </w:rPr>
        <w:t>РЕШИЛ:</w:t>
      </w:r>
    </w:p>
    <w:p w:rsidR="00DA3B31" w:rsidRPr="00585D84" w:rsidRDefault="00DA3B31" w:rsidP="00585D8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85D84">
        <w:rPr>
          <w:rFonts w:ascii="Times New Roman" w:hAnsi="Times New Roman"/>
          <w:bCs/>
          <w:sz w:val="28"/>
          <w:szCs w:val="28"/>
        </w:rPr>
        <w:t>1. Внести в решение Совета сельского поселения «Няшабож» от 16 декабря 2015 года  № 3-31/1 «О бюджете сельского поселения «Няшабож» на 2016 год и плановый период 2017 и 2018 годов» (далее – Решение) следующие изменения:</w:t>
      </w:r>
      <w:r w:rsidRPr="00585D84">
        <w:rPr>
          <w:rFonts w:ascii="Times New Roman" w:hAnsi="Times New Roman"/>
          <w:sz w:val="28"/>
          <w:szCs w:val="28"/>
        </w:rPr>
        <w:t xml:space="preserve"> </w:t>
      </w:r>
    </w:p>
    <w:p w:rsidR="00DA3B31" w:rsidRPr="00585D84" w:rsidRDefault="00DA3B31" w:rsidP="00585D8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85D84">
        <w:rPr>
          <w:rFonts w:ascii="Times New Roman" w:hAnsi="Times New Roman"/>
          <w:bCs/>
          <w:sz w:val="28"/>
          <w:szCs w:val="28"/>
        </w:rPr>
        <w:t>1) статью 1 Решения изложить в следующей редакции:</w:t>
      </w:r>
    </w:p>
    <w:p w:rsidR="00DA3B31" w:rsidRPr="00585D84" w:rsidRDefault="00DA3B31" w:rsidP="00585D8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85D84">
        <w:rPr>
          <w:rFonts w:ascii="Times New Roman" w:hAnsi="Times New Roman"/>
          <w:sz w:val="28"/>
          <w:szCs w:val="28"/>
        </w:rPr>
        <w:t xml:space="preserve">«Статья 1. </w:t>
      </w:r>
    </w:p>
    <w:p w:rsidR="00DA3B31" w:rsidRPr="00585D84" w:rsidRDefault="00DA3B31" w:rsidP="00585D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D84">
        <w:rPr>
          <w:rFonts w:ascii="Times New Roman" w:hAnsi="Times New Roman"/>
          <w:sz w:val="28"/>
          <w:szCs w:val="28"/>
        </w:rPr>
        <w:t>Утвердить основные характеристики бюджета сельского поселения «Няшабож» на 2016 год:</w:t>
      </w:r>
    </w:p>
    <w:p w:rsidR="00DA3B31" w:rsidRPr="00585D84" w:rsidRDefault="00DA3B31" w:rsidP="00585D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D84">
        <w:rPr>
          <w:rFonts w:ascii="Times New Roman" w:hAnsi="Times New Roman"/>
          <w:sz w:val="28"/>
          <w:szCs w:val="28"/>
        </w:rPr>
        <w:t>общий объем доходов в сумме 2 929,77 тыс. рублей;</w:t>
      </w:r>
    </w:p>
    <w:p w:rsidR="00DA3B31" w:rsidRPr="00585D84" w:rsidRDefault="00DA3B31" w:rsidP="00585D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D84">
        <w:rPr>
          <w:rFonts w:ascii="Times New Roman" w:hAnsi="Times New Roman"/>
          <w:sz w:val="28"/>
          <w:szCs w:val="28"/>
        </w:rPr>
        <w:t>общий объем расходов в сумме  3 267,18 тыс. рублей;</w:t>
      </w:r>
    </w:p>
    <w:p w:rsidR="00DA3B31" w:rsidRPr="00585D84" w:rsidRDefault="00DA3B31" w:rsidP="00585D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D84">
        <w:rPr>
          <w:rFonts w:ascii="Times New Roman" w:hAnsi="Times New Roman"/>
          <w:sz w:val="28"/>
          <w:szCs w:val="28"/>
        </w:rPr>
        <w:t>дефицит в сумме 337,41 тыс. рублей.»;</w:t>
      </w:r>
    </w:p>
    <w:p w:rsidR="00DA3B31" w:rsidRPr="00585D84" w:rsidRDefault="00DA3B31" w:rsidP="00585D8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5D84">
        <w:rPr>
          <w:rFonts w:ascii="Times New Roman" w:hAnsi="Times New Roman"/>
          <w:sz w:val="28"/>
          <w:szCs w:val="28"/>
        </w:rPr>
        <w:t>2) пункт 1 статьи 5 Решения изложить в следующей редакции:</w:t>
      </w:r>
    </w:p>
    <w:p w:rsidR="00DA3B31" w:rsidRPr="00585D84" w:rsidRDefault="00DA3B31" w:rsidP="00585D84">
      <w:pPr>
        <w:pStyle w:val="ConsPlusNormal"/>
        <w:tabs>
          <w:tab w:val="left" w:pos="992"/>
        </w:tabs>
        <w:jc w:val="both"/>
        <w:rPr>
          <w:rFonts w:ascii="Times New Roman" w:hAnsi="Times New Roman"/>
          <w:sz w:val="28"/>
          <w:szCs w:val="28"/>
        </w:rPr>
      </w:pPr>
      <w:r w:rsidRPr="00585D84">
        <w:rPr>
          <w:rFonts w:ascii="Times New Roman" w:hAnsi="Times New Roman"/>
          <w:sz w:val="28"/>
          <w:szCs w:val="28"/>
          <w:lang w:eastAsia="en-US"/>
        </w:rPr>
        <w:t xml:space="preserve">«1. </w:t>
      </w:r>
      <w:r w:rsidRPr="00585D84">
        <w:rPr>
          <w:rFonts w:ascii="Times New Roman" w:hAnsi="Times New Roman"/>
          <w:sz w:val="28"/>
          <w:szCs w:val="28"/>
        </w:rPr>
        <w:t>Утвердить объем безвозмездных поступлений в бюджет сельского поселения «Няшабож» в 2016 году в сумме 2 693,37 тыс. рублей, в том числе объем межбюджетных трансфертов, получаемых из других бюджетов бюджетной системы Российской Федерации, в сумме 2 693,37 тыс. рублей.»;</w:t>
      </w:r>
    </w:p>
    <w:p w:rsidR="00DA3B31" w:rsidRPr="00585D84" w:rsidRDefault="00DA3B31" w:rsidP="00585D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5D84">
        <w:rPr>
          <w:rFonts w:ascii="Times New Roman" w:hAnsi="Times New Roman"/>
          <w:sz w:val="28"/>
          <w:szCs w:val="28"/>
        </w:rPr>
        <w:t xml:space="preserve">  3) приложение 1 к Решению  изложить в редакции согласно приложению 1 к настоящему решению;</w:t>
      </w:r>
    </w:p>
    <w:p w:rsidR="00DA3B31" w:rsidRPr="00585D84" w:rsidRDefault="00DA3B31" w:rsidP="00585D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5D84">
        <w:rPr>
          <w:rFonts w:ascii="Times New Roman" w:hAnsi="Times New Roman"/>
          <w:sz w:val="28"/>
          <w:szCs w:val="28"/>
        </w:rPr>
        <w:t xml:space="preserve"> 4) приложение 3 к Решению  изложить в редакции согласно приложению 2 к настоящему решению;</w:t>
      </w:r>
    </w:p>
    <w:p w:rsidR="00DA3B31" w:rsidRPr="00585D84" w:rsidRDefault="00DA3B31" w:rsidP="00585D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5D84">
        <w:rPr>
          <w:rFonts w:ascii="Times New Roman" w:hAnsi="Times New Roman"/>
          <w:sz w:val="28"/>
          <w:szCs w:val="28"/>
        </w:rPr>
        <w:t xml:space="preserve">  5) приложение 5 к Решению изложить в редакции согласно приложению 3 к настоящему решению;</w:t>
      </w:r>
    </w:p>
    <w:p w:rsidR="00DA3B31" w:rsidRPr="00585D84" w:rsidRDefault="00DA3B31" w:rsidP="00585D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5D84">
        <w:rPr>
          <w:rFonts w:ascii="Times New Roman" w:hAnsi="Times New Roman"/>
          <w:sz w:val="28"/>
          <w:szCs w:val="28"/>
        </w:rPr>
        <w:t xml:space="preserve">  6) приложение 7 к Решению изложить в редакции согласно приложению 4 к настоящему решению.</w:t>
      </w:r>
    </w:p>
    <w:p w:rsidR="00DA3B31" w:rsidRPr="00585D84" w:rsidRDefault="00DA3B31" w:rsidP="00585D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5D84">
        <w:rPr>
          <w:rFonts w:ascii="Times New Roman" w:hAnsi="Times New Roman"/>
          <w:sz w:val="28"/>
          <w:szCs w:val="28"/>
        </w:rPr>
        <w:t xml:space="preserve">2.Настоящее решение вступает в силу со дня официального обнародования на официальных стендах сельского поселения «Няшабож». </w:t>
      </w:r>
    </w:p>
    <w:p w:rsidR="00DA3B31" w:rsidRPr="00585D84" w:rsidRDefault="00DA3B31" w:rsidP="00585D8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A3B31" w:rsidRPr="00585D84" w:rsidRDefault="00DA3B31" w:rsidP="00585D84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85D84">
        <w:rPr>
          <w:rFonts w:ascii="Times New Roman" w:hAnsi="Times New Roman"/>
          <w:sz w:val="28"/>
          <w:szCs w:val="28"/>
        </w:rPr>
        <w:t xml:space="preserve"> Глава сельского поселения «Няшабож»                                  А.М. Артеев                          </w:t>
      </w:r>
    </w:p>
    <w:p w:rsidR="00DA3B31" w:rsidRPr="00585D84" w:rsidRDefault="00DA3B31">
      <w:pPr>
        <w:rPr>
          <w:rFonts w:ascii="Times New Roman" w:hAnsi="Times New Roman"/>
          <w:sz w:val="28"/>
          <w:szCs w:val="28"/>
        </w:rPr>
      </w:pPr>
    </w:p>
    <w:sectPr w:rsidR="00DA3B31" w:rsidRPr="00585D84" w:rsidSect="007D5FEE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C30"/>
    <w:rsid w:val="000E6DDA"/>
    <w:rsid w:val="00180198"/>
    <w:rsid w:val="002A0FAF"/>
    <w:rsid w:val="002C3E6E"/>
    <w:rsid w:val="003036E4"/>
    <w:rsid w:val="00455325"/>
    <w:rsid w:val="0054794E"/>
    <w:rsid w:val="00585D84"/>
    <w:rsid w:val="00602F89"/>
    <w:rsid w:val="00655194"/>
    <w:rsid w:val="006A5A97"/>
    <w:rsid w:val="007D5FEE"/>
    <w:rsid w:val="008E66D7"/>
    <w:rsid w:val="00980D93"/>
    <w:rsid w:val="009D5EC4"/>
    <w:rsid w:val="00A60430"/>
    <w:rsid w:val="00CA2222"/>
    <w:rsid w:val="00D00C2E"/>
    <w:rsid w:val="00D41690"/>
    <w:rsid w:val="00DA3B31"/>
    <w:rsid w:val="00E52C42"/>
    <w:rsid w:val="00E73024"/>
    <w:rsid w:val="00E91C30"/>
    <w:rsid w:val="00EC6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19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E91C3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E91C30"/>
    <w:pPr>
      <w:ind w:firstLine="720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292</Words>
  <Characters>1665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Няшабож</dc:creator>
  <cp:keywords/>
  <dc:description/>
  <cp:lastModifiedBy>Администрация</cp:lastModifiedBy>
  <cp:revision>2</cp:revision>
  <cp:lastPrinted>2016-11-09T12:11:00Z</cp:lastPrinted>
  <dcterms:created xsi:type="dcterms:W3CDTF">2016-11-10T05:18:00Z</dcterms:created>
  <dcterms:modified xsi:type="dcterms:W3CDTF">2016-11-10T05:18:00Z</dcterms:modified>
</cp:coreProperties>
</file>