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66ED" w:rsidRPr="00D44A0F" w:rsidRDefault="002466ED" w:rsidP="00D44A0F">
      <w:pPr>
        <w:pStyle w:val="ConsPlusTitle"/>
        <w:ind w:firstLine="709"/>
        <w:jc w:val="center"/>
        <w:rPr>
          <w:rFonts w:ascii="Times New Roman" w:hAnsi="Times New Roman" w:cs="Times New Roman"/>
          <w:sz w:val="28"/>
          <w:szCs w:val="28"/>
        </w:rPr>
      </w:pPr>
      <w:r w:rsidRPr="00D44A0F">
        <w:rPr>
          <w:rFonts w:ascii="Times New Roman" w:hAnsi="Times New Roman" w:cs="Times New Roman"/>
          <w:sz w:val="28"/>
          <w:szCs w:val="28"/>
        </w:rPr>
        <w:t>АДМИНИСТРАТИВНЫЙ РЕГЛАМЕНТ</w:t>
      </w:r>
    </w:p>
    <w:p w:rsidR="002466ED" w:rsidRPr="00D44A0F" w:rsidRDefault="002466ED" w:rsidP="00D44A0F">
      <w:pPr>
        <w:pStyle w:val="ConsPlusTitle"/>
        <w:spacing w:after="240"/>
        <w:ind w:firstLine="709"/>
        <w:jc w:val="center"/>
        <w:rPr>
          <w:rFonts w:ascii="Times New Roman" w:hAnsi="Times New Roman" w:cs="Times New Roman"/>
          <w:sz w:val="28"/>
          <w:szCs w:val="28"/>
        </w:rPr>
      </w:pPr>
      <w:r w:rsidRPr="00D44A0F">
        <w:rPr>
          <w:rFonts w:ascii="Times New Roman" w:hAnsi="Times New Roman" w:cs="Times New Roman"/>
          <w:sz w:val="28"/>
          <w:szCs w:val="28"/>
        </w:rPr>
        <w:t>предоставления муниципальной услуги «</w:t>
      </w:r>
      <w:bookmarkStart w:id="0" w:name="_GoBack"/>
      <w:r w:rsidRPr="00D44A0F">
        <w:rPr>
          <w:rFonts w:ascii="Times New Roman" w:hAnsi="Times New Roman" w:cs="Times New Roman"/>
          <w:sz w:val="28"/>
          <w:szCs w:val="28"/>
        </w:rPr>
        <w:t>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w:t>
      </w:r>
      <w:bookmarkEnd w:id="0"/>
      <w:r w:rsidRPr="00D44A0F">
        <w:rPr>
          <w:rFonts w:ascii="Times New Roman" w:hAnsi="Times New Roman" w:cs="Times New Roman"/>
          <w:sz w:val="28"/>
          <w:szCs w:val="28"/>
        </w:rPr>
        <w:t>»</w:t>
      </w:r>
    </w:p>
    <w:p w:rsidR="002466ED" w:rsidRPr="00D44A0F" w:rsidRDefault="002466ED" w:rsidP="00D44A0F">
      <w:pPr>
        <w:pStyle w:val="ConsPlusNormal"/>
        <w:spacing w:after="240"/>
        <w:jc w:val="center"/>
        <w:outlineLvl w:val="1"/>
        <w:rPr>
          <w:rFonts w:ascii="Times New Roman" w:hAnsi="Times New Roman"/>
          <w:b/>
          <w:sz w:val="28"/>
          <w:szCs w:val="28"/>
        </w:rPr>
      </w:pPr>
      <w:smartTag w:uri="urn:schemas-microsoft-com:office:smarttags" w:element="place">
        <w:r w:rsidRPr="00D44A0F">
          <w:rPr>
            <w:rFonts w:ascii="Times New Roman" w:hAnsi="Times New Roman"/>
            <w:b/>
            <w:sz w:val="28"/>
            <w:szCs w:val="28"/>
            <w:lang w:val="en-US"/>
          </w:rPr>
          <w:t>I</w:t>
        </w:r>
        <w:r w:rsidRPr="00D44A0F">
          <w:rPr>
            <w:rFonts w:ascii="Times New Roman" w:hAnsi="Times New Roman"/>
            <w:b/>
            <w:sz w:val="28"/>
            <w:szCs w:val="28"/>
          </w:rPr>
          <w:t>.</w:t>
        </w:r>
      </w:smartTag>
      <w:r w:rsidRPr="00D44A0F">
        <w:rPr>
          <w:rFonts w:ascii="Times New Roman" w:hAnsi="Times New Roman"/>
          <w:b/>
          <w:sz w:val="28"/>
          <w:szCs w:val="28"/>
        </w:rPr>
        <w:t xml:space="preserve"> Общие положения</w:t>
      </w:r>
    </w:p>
    <w:p w:rsidR="002466ED" w:rsidRPr="00D44A0F" w:rsidRDefault="002466ED" w:rsidP="00D44A0F">
      <w:pPr>
        <w:pStyle w:val="ConsPlusNormal"/>
        <w:spacing w:after="240"/>
        <w:jc w:val="center"/>
        <w:outlineLvl w:val="2"/>
        <w:rPr>
          <w:rFonts w:ascii="Times New Roman" w:hAnsi="Times New Roman"/>
          <w:b/>
          <w:sz w:val="28"/>
          <w:szCs w:val="28"/>
        </w:rPr>
      </w:pPr>
      <w:r w:rsidRPr="00D44A0F">
        <w:rPr>
          <w:rFonts w:ascii="Times New Roman" w:hAnsi="Times New Roman"/>
          <w:b/>
          <w:sz w:val="28"/>
          <w:szCs w:val="28"/>
        </w:rPr>
        <w:t>Предмет регулирования административного регламента</w:t>
      </w:r>
    </w:p>
    <w:p w:rsidR="002466ED" w:rsidRPr="00D44A0F" w:rsidRDefault="002466ED" w:rsidP="00D44A0F">
      <w:pPr>
        <w:pStyle w:val="ConsPlusNormal"/>
        <w:ind w:firstLine="709"/>
        <w:jc w:val="both"/>
        <w:rPr>
          <w:rFonts w:ascii="Times New Roman" w:hAnsi="Times New Roman"/>
          <w:sz w:val="28"/>
          <w:szCs w:val="28"/>
        </w:rPr>
      </w:pPr>
      <w:r w:rsidRPr="00D44A0F">
        <w:rPr>
          <w:rFonts w:ascii="Times New Roman" w:hAnsi="Times New Roman"/>
          <w:sz w:val="28"/>
          <w:szCs w:val="28"/>
        </w:rPr>
        <w:t xml:space="preserve">1.1. Административный регламент предоставления муниципальной услуги «Признание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 (далее - административный регламент), определяет порядок, сроки и последовательность действий (административных процедур) </w:t>
      </w:r>
      <w:r>
        <w:rPr>
          <w:rFonts w:ascii="Times New Roman" w:hAnsi="Times New Roman"/>
          <w:sz w:val="28"/>
          <w:szCs w:val="28"/>
        </w:rPr>
        <w:t xml:space="preserve">Администрации сельского поселения «Няшабож» </w:t>
      </w:r>
      <w:r w:rsidRPr="00D44A0F">
        <w:rPr>
          <w:rFonts w:ascii="Times New Roman" w:hAnsi="Times New Roman"/>
          <w:sz w:val="28"/>
          <w:szCs w:val="28"/>
        </w:rPr>
        <w:t xml:space="preserve"> (далее – Орган), формы контроля за исполнением,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 (далее – муниципальная услуга).</w:t>
      </w:r>
    </w:p>
    <w:p w:rsidR="002466ED" w:rsidRPr="00D44A0F" w:rsidRDefault="002466ED" w:rsidP="00D44A0F">
      <w:pPr>
        <w:pStyle w:val="ConsPlusNormal"/>
        <w:ind w:firstLine="709"/>
        <w:jc w:val="both"/>
        <w:rPr>
          <w:rFonts w:ascii="Times New Roman" w:hAnsi="Times New Roman"/>
          <w:sz w:val="28"/>
          <w:szCs w:val="28"/>
        </w:rPr>
      </w:pPr>
      <w:r w:rsidRPr="00D44A0F">
        <w:rPr>
          <w:rFonts w:ascii="Times New Roman" w:hAnsi="Times New Roman"/>
          <w:sz w:val="28"/>
          <w:szCs w:val="28"/>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2466ED" w:rsidRPr="00D44A0F" w:rsidRDefault="002466ED" w:rsidP="00D44A0F">
      <w:pPr>
        <w:pStyle w:val="ConsPlusNormal"/>
        <w:ind w:firstLine="709"/>
        <w:jc w:val="both"/>
        <w:rPr>
          <w:rFonts w:ascii="Times New Roman" w:hAnsi="Times New Roman"/>
          <w:sz w:val="28"/>
          <w:szCs w:val="28"/>
        </w:rPr>
      </w:pPr>
    </w:p>
    <w:p w:rsidR="002466ED" w:rsidRPr="00D44A0F" w:rsidRDefault="002466ED" w:rsidP="00D44A0F">
      <w:pPr>
        <w:pStyle w:val="ConsPlusNormal"/>
        <w:jc w:val="center"/>
        <w:rPr>
          <w:rFonts w:ascii="Times New Roman" w:hAnsi="Times New Roman"/>
          <w:b/>
          <w:sz w:val="28"/>
          <w:szCs w:val="28"/>
        </w:rPr>
      </w:pPr>
      <w:r w:rsidRPr="00D44A0F">
        <w:rPr>
          <w:rFonts w:ascii="Times New Roman" w:hAnsi="Times New Roman"/>
          <w:b/>
          <w:sz w:val="28"/>
          <w:szCs w:val="28"/>
        </w:rPr>
        <w:t>Круг заявителей</w:t>
      </w:r>
    </w:p>
    <w:p w:rsidR="002466ED" w:rsidRPr="00D44A0F" w:rsidRDefault="002466ED" w:rsidP="00D44A0F">
      <w:pPr>
        <w:pStyle w:val="ConsPlusNormal"/>
        <w:ind w:firstLine="709"/>
        <w:jc w:val="both"/>
        <w:rPr>
          <w:rFonts w:ascii="Times New Roman" w:hAnsi="Times New Roman"/>
          <w:sz w:val="28"/>
          <w:szCs w:val="28"/>
        </w:rPr>
      </w:pPr>
    </w:p>
    <w:p w:rsidR="002466ED" w:rsidRPr="00D44A0F" w:rsidRDefault="002466ED" w:rsidP="00D44A0F">
      <w:pPr>
        <w:pStyle w:val="ConsPlusNormal"/>
        <w:ind w:firstLine="709"/>
        <w:jc w:val="both"/>
        <w:rPr>
          <w:rFonts w:ascii="Times New Roman" w:hAnsi="Times New Roman"/>
          <w:sz w:val="28"/>
          <w:szCs w:val="28"/>
        </w:rPr>
      </w:pPr>
      <w:r w:rsidRPr="00D44A0F">
        <w:rPr>
          <w:rFonts w:ascii="Times New Roman" w:hAnsi="Times New Roman"/>
          <w:sz w:val="28"/>
          <w:szCs w:val="28"/>
        </w:rPr>
        <w:t>1.2. Заявителями являются физические лица - собственники жилых помещений</w:t>
      </w:r>
      <w:r>
        <w:rPr>
          <w:rFonts w:ascii="Times New Roman" w:hAnsi="Times New Roman"/>
          <w:sz w:val="28"/>
          <w:szCs w:val="28"/>
        </w:rPr>
        <w:t>, граждане (наниматели</w:t>
      </w:r>
      <w:r w:rsidRPr="007829C8">
        <w:rPr>
          <w:rFonts w:ascii="Times New Roman" w:hAnsi="Times New Roman"/>
          <w:sz w:val="28"/>
          <w:szCs w:val="28"/>
        </w:rPr>
        <w:t>)</w:t>
      </w:r>
      <w:r>
        <w:rPr>
          <w:rFonts w:ascii="Times New Roman" w:hAnsi="Times New Roman"/>
          <w:sz w:val="28"/>
          <w:szCs w:val="28"/>
        </w:rPr>
        <w:t xml:space="preserve"> помещений, а также юридические лица.</w:t>
      </w:r>
    </w:p>
    <w:p w:rsidR="002466ED" w:rsidRPr="00D44A0F" w:rsidRDefault="002466ED" w:rsidP="00D44A0F">
      <w:pPr>
        <w:widowControl w:val="0"/>
        <w:autoSpaceDE w:val="0"/>
        <w:autoSpaceDN w:val="0"/>
        <w:adjustRightInd w:val="0"/>
        <w:spacing w:line="240" w:lineRule="auto"/>
        <w:ind w:firstLine="709"/>
        <w:jc w:val="both"/>
        <w:rPr>
          <w:bCs/>
          <w:szCs w:val="28"/>
          <w:lang w:eastAsia="ru-RU"/>
        </w:rPr>
      </w:pPr>
      <w:r w:rsidRPr="00D44A0F">
        <w:rPr>
          <w:bCs/>
          <w:szCs w:val="28"/>
          <w:lang w:eastAsia="ru-RU"/>
        </w:rPr>
        <w:t>1.3. 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2466ED" w:rsidRPr="00D44A0F" w:rsidRDefault="002466ED" w:rsidP="00D44A0F">
      <w:pPr>
        <w:pStyle w:val="ConsPlusNormal"/>
        <w:jc w:val="center"/>
        <w:outlineLvl w:val="2"/>
        <w:rPr>
          <w:rFonts w:ascii="Times New Roman" w:hAnsi="Times New Roman"/>
          <w:b/>
          <w:sz w:val="28"/>
          <w:szCs w:val="28"/>
        </w:rPr>
      </w:pPr>
      <w:r w:rsidRPr="00D44A0F">
        <w:rPr>
          <w:rFonts w:ascii="Times New Roman" w:hAnsi="Times New Roman"/>
          <w:b/>
          <w:sz w:val="28"/>
          <w:szCs w:val="28"/>
        </w:rPr>
        <w:t>Требования к порядку информирования</w:t>
      </w:r>
    </w:p>
    <w:p w:rsidR="002466ED" w:rsidRPr="00D44A0F" w:rsidRDefault="002466ED" w:rsidP="00D44A0F">
      <w:pPr>
        <w:pStyle w:val="ConsPlusNormal"/>
        <w:jc w:val="center"/>
        <w:rPr>
          <w:rFonts w:ascii="Times New Roman" w:hAnsi="Times New Roman"/>
          <w:b/>
          <w:sz w:val="28"/>
          <w:szCs w:val="28"/>
        </w:rPr>
      </w:pPr>
      <w:r w:rsidRPr="00D44A0F">
        <w:rPr>
          <w:rFonts w:ascii="Times New Roman" w:hAnsi="Times New Roman"/>
          <w:b/>
          <w:sz w:val="28"/>
          <w:szCs w:val="28"/>
        </w:rPr>
        <w:t>о правилах предоставления муниципальной услуги</w:t>
      </w:r>
    </w:p>
    <w:p w:rsidR="002466ED" w:rsidRPr="00D44A0F" w:rsidRDefault="002466ED" w:rsidP="00D44A0F">
      <w:pPr>
        <w:pStyle w:val="ConsPlusNormal"/>
        <w:ind w:firstLine="709"/>
        <w:jc w:val="both"/>
        <w:rPr>
          <w:rFonts w:ascii="Times New Roman" w:hAnsi="Times New Roman"/>
          <w:sz w:val="28"/>
          <w:szCs w:val="28"/>
        </w:rPr>
      </w:pPr>
    </w:p>
    <w:p w:rsidR="002466ED" w:rsidRPr="00D44A0F" w:rsidRDefault="002466ED" w:rsidP="00D44A0F">
      <w:pPr>
        <w:widowControl w:val="0"/>
        <w:autoSpaceDE w:val="0"/>
        <w:autoSpaceDN w:val="0"/>
        <w:adjustRightInd w:val="0"/>
        <w:spacing w:line="240" w:lineRule="auto"/>
        <w:ind w:firstLine="709"/>
        <w:jc w:val="both"/>
        <w:rPr>
          <w:szCs w:val="28"/>
          <w:lang w:eastAsia="ru-RU"/>
        </w:rPr>
      </w:pPr>
      <w:r w:rsidRPr="00D44A0F">
        <w:rPr>
          <w:szCs w:val="28"/>
        </w:rPr>
        <w:t xml:space="preserve">1.4. </w:t>
      </w:r>
      <w:r w:rsidRPr="00D44A0F">
        <w:rPr>
          <w:szCs w:val="28"/>
          <w:lang w:eastAsia="ru-RU"/>
        </w:rPr>
        <w:t>Информация о порядке предоставления муниципальной услуги</w:t>
      </w:r>
      <w:r>
        <w:rPr>
          <w:szCs w:val="28"/>
          <w:lang w:eastAsia="ru-RU"/>
        </w:rPr>
        <w:t xml:space="preserve"> </w:t>
      </w:r>
      <w:r w:rsidRPr="00D44A0F">
        <w:rPr>
          <w:szCs w:val="28"/>
          <w:lang w:eastAsia="ru-RU"/>
        </w:rPr>
        <w:t>размещается:</w:t>
      </w:r>
    </w:p>
    <w:p w:rsidR="002466ED" w:rsidRPr="00D44A0F" w:rsidRDefault="002466ED" w:rsidP="00D44A0F">
      <w:pPr>
        <w:widowControl w:val="0"/>
        <w:numPr>
          <w:ilvl w:val="0"/>
          <w:numId w:val="23"/>
        </w:numPr>
        <w:tabs>
          <w:tab w:val="left" w:pos="993"/>
          <w:tab w:val="left" w:pos="1134"/>
        </w:tabs>
        <w:autoSpaceDE w:val="0"/>
        <w:autoSpaceDN w:val="0"/>
        <w:adjustRightInd w:val="0"/>
        <w:spacing w:line="240" w:lineRule="auto"/>
        <w:ind w:left="0" w:firstLine="709"/>
        <w:jc w:val="both"/>
        <w:rPr>
          <w:i/>
          <w:szCs w:val="28"/>
          <w:lang w:eastAsia="ru-RU"/>
        </w:rPr>
      </w:pPr>
      <w:r w:rsidRPr="00D44A0F">
        <w:rPr>
          <w:szCs w:val="28"/>
          <w:lang w:eastAsia="ru-RU"/>
        </w:rPr>
        <w:t xml:space="preserve"> на информационных </w:t>
      </w:r>
      <w:r>
        <w:rPr>
          <w:szCs w:val="28"/>
          <w:lang w:eastAsia="ru-RU"/>
        </w:rPr>
        <w:t>стендах, расположенных в Органе</w:t>
      </w:r>
      <w:r w:rsidRPr="00D44A0F">
        <w:rPr>
          <w:szCs w:val="28"/>
          <w:lang w:eastAsia="ru-RU"/>
        </w:rPr>
        <w:t>;</w:t>
      </w:r>
    </w:p>
    <w:p w:rsidR="002466ED" w:rsidRPr="00D44A0F" w:rsidRDefault="002466ED" w:rsidP="00D44A0F">
      <w:pPr>
        <w:widowControl w:val="0"/>
        <w:numPr>
          <w:ilvl w:val="0"/>
          <w:numId w:val="23"/>
        </w:numPr>
        <w:tabs>
          <w:tab w:val="left" w:pos="993"/>
        </w:tabs>
        <w:autoSpaceDE w:val="0"/>
        <w:autoSpaceDN w:val="0"/>
        <w:adjustRightInd w:val="0"/>
        <w:spacing w:line="240" w:lineRule="auto"/>
        <w:ind w:left="0" w:firstLine="709"/>
        <w:jc w:val="both"/>
        <w:rPr>
          <w:szCs w:val="28"/>
          <w:lang w:eastAsia="ru-RU"/>
        </w:rPr>
      </w:pPr>
      <w:r w:rsidRPr="00D44A0F">
        <w:rPr>
          <w:szCs w:val="28"/>
          <w:lang w:eastAsia="ru-RU"/>
        </w:rPr>
        <w:t xml:space="preserve"> в электронном виде в информационно-телекоммуникационной сети Интернет (далее – сеть Интернет): </w:t>
      </w:r>
    </w:p>
    <w:p w:rsidR="002466ED" w:rsidRPr="00D44A0F" w:rsidRDefault="002466ED" w:rsidP="00D44A0F">
      <w:pPr>
        <w:widowControl w:val="0"/>
        <w:autoSpaceDE w:val="0"/>
        <w:autoSpaceDN w:val="0"/>
        <w:adjustRightInd w:val="0"/>
        <w:spacing w:line="240" w:lineRule="auto"/>
        <w:ind w:firstLine="567"/>
        <w:jc w:val="both"/>
        <w:rPr>
          <w:szCs w:val="28"/>
          <w:lang w:eastAsia="ru-RU"/>
        </w:rPr>
      </w:pPr>
      <w:r w:rsidRPr="00D44A0F">
        <w:rPr>
          <w:szCs w:val="28"/>
          <w:lang w:eastAsia="ru-RU"/>
        </w:rPr>
        <w:t xml:space="preserve">- </w:t>
      </w:r>
      <w:r>
        <w:rPr>
          <w:szCs w:val="28"/>
          <w:lang w:eastAsia="ru-RU"/>
        </w:rPr>
        <w:t>на официальном сайте Органа</w:t>
      </w:r>
      <w:r w:rsidRPr="00D44A0F">
        <w:rPr>
          <w:i/>
          <w:szCs w:val="28"/>
          <w:lang w:eastAsia="ru-RU"/>
        </w:rPr>
        <w:t>;</w:t>
      </w:r>
    </w:p>
    <w:p w:rsidR="002466ED" w:rsidRPr="00D44A0F" w:rsidRDefault="002466ED" w:rsidP="00D44A0F">
      <w:pPr>
        <w:widowControl w:val="0"/>
        <w:autoSpaceDE w:val="0"/>
        <w:autoSpaceDN w:val="0"/>
        <w:adjustRightInd w:val="0"/>
        <w:spacing w:line="240" w:lineRule="auto"/>
        <w:ind w:firstLine="567"/>
        <w:jc w:val="both"/>
        <w:rPr>
          <w:szCs w:val="28"/>
        </w:rPr>
      </w:pPr>
      <w:r w:rsidRPr="00D44A0F">
        <w:rPr>
          <w:szCs w:val="28"/>
          <w:lang w:eastAsia="ru-RU"/>
        </w:rPr>
        <w:t xml:space="preserve">- в федеральной государственной информационной системе </w:t>
      </w:r>
      <w:r w:rsidRPr="00D44A0F">
        <w:rPr>
          <w:szCs w:val="28"/>
        </w:rPr>
        <w:t>«Единый портал государственных и муниципальных услуг (функций)» (</w:t>
      </w:r>
      <w:r w:rsidRPr="00D44A0F">
        <w:rPr>
          <w:szCs w:val="28"/>
          <w:lang w:eastAsia="ru-RU"/>
        </w:rPr>
        <w:t>http://www.gosuslugi.ru/</w:t>
      </w:r>
      <w:r w:rsidRPr="00D44A0F">
        <w:rPr>
          <w:szCs w:val="28"/>
        </w:rPr>
        <w:t>) и региональной информационной системе «Портал государственных и муниципальных услуг (функций) Республики Коми» (</w:t>
      </w:r>
      <w:hyperlink r:id="rId5" w:history="1">
        <w:r w:rsidRPr="00D44A0F">
          <w:rPr>
            <w:rStyle w:val="Hyperlink"/>
            <w:color w:val="auto"/>
            <w:szCs w:val="28"/>
            <w:u w:val="none"/>
          </w:rPr>
          <w:t>http://pgu.rkomi.ru/</w:t>
        </w:r>
      </w:hyperlink>
      <w:r w:rsidRPr="00D44A0F">
        <w:rPr>
          <w:szCs w:val="28"/>
          <w:lang w:eastAsia="ru-RU"/>
        </w:rPr>
        <w:t>)</w:t>
      </w:r>
      <w:r w:rsidRPr="00D44A0F">
        <w:rPr>
          <w:szCs w:val="28"/>
        </w:rPr>
        <w:t xml:space="preserve"> (далее – порталы государственных и муниципальных услуг (функций)).</w:t>
      </w:r>
    </w:p>
    <w:p w:rsidR="002466ED" w:rsidRPr="00D44A0F" w:rsidRDefault="002466ED" w:rsidP="00D44A0F">
      <w:pPr>
        <w:widowControl w:val="0"/>
        <w:autoSpaceDE w:val="0"/>
        <w:autoSpaceDN w:val="0"/>
        <w:adjustRightInd w:val="0"/>
        <w:spacing w:line="240" w:lineRule="auto"/>
        <w:ind w:firstLine="709"/>
        <w:jc w:val="both"/>
        <w:rPr>
          <w:szCs w:val="28"/>
          <w:lang w:eastAsia="ru-RU"/>
        </w:rPr>
      </w:pPr>
      <w:r w:rsidRPr="00D44A0F">
        <w:rPr>
          <w:szCs w:val="28"/>
          <w:lang w:eastAsia="ru-RU"/>
        </w:rPr>
        <w:t>Информацию о порядке предоставления муниципальной услуги  можно получить:</w:t>
      </w:r>
    </w:p>
    <w:p w:rsidR="002466ED" w:rsidRPr="00D44A0F" w:rsidRDefault="002466ED" w:rsidP="00D44A0F">
      <w:pPr>
        <w:widowControl w:val="0"/>
        <w:autoSpaceDE w:val="0"/>
        <w:autoSpaceDN w:val="0"/>
        <w:adjustRightInd w:val="0"/>
        <w:spacing w:line="240" w:lineRule="auto"/>
        <w:ind w:firstLine="709"/>
        <w:jc w:val="both"/>
        <w:rPr>
          <w:i/>
          <w:szCs w:val="28"/>
          <w:lang w:eastAsia="ru-RU"/>
        </w:rPr>
      </w:pPr>
      <w:r w:rsidRPr="00D44A0F">
        <w:rPr>
          <w:szCs w:val="28"/>
          <w:lang w:eastAsia="ru-RU"/>
        </w:rPr>
        <w:t>посредством телефонной связи по номеру Органа,</w:t>
      </w:r>
      <w:r>
        <w:rPr>
          <w:szCs w:val="28"/>
          <w:lang w:eastAsia="ru-RU"/>
        </w:rPr>
        <w:t xml:space="preserve"> в том числе ЦТО (телефон: 8-800</w:t>
      </w:r>
      <w:r w:rsidRPr="00D44A0F">
        <w:rPr>
          <w:szCs w:val="28"/>
          <w:lang w:eastAsia="ru-RU"/>
        </w:rPr>
        <w:t>-</w:t>
      </w:r>
      <w:r>
        <w:rPr>
          <w:szCs w:val="28"/>
          <w:lang w:eastAsia="ru-RU"/>
        </w:rPr>
        <w:t>200</w:t>
      </w:r>
      <w:r w:rsidRPr="00D44A0F">
        <w:rPr>
          <w:szCs w:val="28"/>
          <w:lang w:eastAsia="ru-RU"/>
        </w:rPr>
        <w:t>-</w:t>
      </w:r>
      <w:r>
        <w:rPr>
          <w:szCs w:val="28"/>
          <w:lang w:eastAsia="ru-RU"/>
        </w:rPr>
        <w:t>8212</w:t>
      </w:r>
      <w:r w:rsidRPr="00D44A0F">
        <w:rPr>
          <w:szCs w:val="28"/>
          <w:lang w:eastAsia="ru-RU"/>
        </w:rPr>
        <w:t>)</w:t>
      </w:r>
      <w:r w:rsidRPr="00D44A0F">
        <w:rPr>
          <w:i/>
          <w:szCs w:val="28"/>
          <w:lang w:eastAsia="ru-RU"/>
        </w:rPr>
        <w:t>;</w:t>
      </w:r>
    </w:p>
    <w:p w:rsidR="002466ED" w:rsidRPr="00D44A0F" w:rsidRDefault="002466ED" w:rsidP="00D44A0F">
      <w:pPr>
        <w:widowControl w:val="0"/>
        <w:autoSpaceDE w:val="0"/>
        <w:autoSpaceDN w:val="0"/>
        <w:adjustRightInd w:val="0"/>
        <w:spacing w:line="240" w:lineRule="auto"/>
        <w:ind w:firstLine="709"/>
        <w:jc w:val="both"/>
        <w:rPr>
          <w:szCs w:val="28"/>
          <w:lang w:eastAsia="ru-RU"/>
        </w:rPr>
      </w:pPr>
      <w:r w:rsidRPr="00D44A0F">
        <w:rPr>
          <w:szCs w:val="28"/>
          <w:lang w:eastAsia="ru-RU"/>
        </w:rPr>
        <w:t>посредством факсимильного сообщения;</w:t>
      </w:r>
    </w:p>
    <w:p w:rsidR="002466ED" w:rsidRPr="00D44A0F" w:rsidRDefault="002466ED" w:rsidP="00D44A0F">
      <w:pPr>
        <w:widowControl w:val="0"/>
        <w:autoSpaceDE w:val="0"/>
        <w:autoSpaceDN w:val="0"/>
        <w:adjustRightInd w:val="0"/>
        <w:spacing w:line="240" w:lineRule="auto"/>
        <w:ind w:firstLine="709"/>
        <w:jc w:val="both"/>
        <w:rPr>
          <w:szCs w:val="28"/>
          <w:lang w:eastAsia="ru-RU"/>
        </w:rPr>
      </w:pPr>
      <w:r>
        <w:rPr>
          <w:szCs w:val="28"/>
          <w:lang w:eastAsia="ru-RU"/>
        </w:rPr>
        <w:t>при личном обращении в Орган</w:t>
      </w:r>
      <w:r w:rsidRPr="00D44A0F">
        <w:rPr>
          <w:szCs w:val="28"/>
          <w:lang w:eastAsia="ru-RU"/>
        </w:rPr>
        <w:t>;</w:t>
      </w:r>
    </w:p>
    <w:p w:rsidR="002466ED" w:rsidRPr="00D44A0F" w:rsidRDefault="002466ED" w:rsidP="00D44A0F">
      <w:pPr>
        <w:widowControl w:val="0"/>
        <w:autoSpaceDE w:val="0"/>
        <w:autoSpaceDN w:val="0"/>
        <w:adjustRightInd w:val="0"/>
        <w:spacing w:line="240" w:lineRule="auto"/>
        <w:ind w:firstLine="709"/>
        <w:jc w:val="both"/>
        <w:rPr>
          <w:szCs w:val="28"/>
          <w:lang w:eastAsia="ru-RU"/>
        </w:rPr>
      </w:pPr>
      <w:r w:rsidRPr="00D44A0F">
        <w:rPr>
          <w:szCs w:val="28"/>
          <w:lang w:eastAsia="ru-RU"/>
        </w:rPr>
        <w:t>при письменном обращении в Орган, в том числе по электронной почте;</w:t>
      </w:r>
    </w:p>
    <w:p w:rsidR="002466ED" w:rsidRPr="00D44A0F" w:rsidRDefault="002466ED" w:rsidP="00D44A0F">
      <w:pPr>
        <w:widowControl w:val="0"/>
        <w:autoSpaceDE w:val="0"/>
        <w:autoSpaceDN w:val="0"/>
        <w:adjustRightInd w:val="0"/>
        <w:spacing w:line="240" w:lineRule="auto"/>
        <w:ind w:firstLine="709"/>
        <w:jc w:val="both"/>
        <w:rPr>
          <w:szCs w:val="28"/>
          <w:lang w:eastAsia="ru-RU"/>
        </w:rPr>
      </w:pPr>
      <w:r w:rsidRPr="00D44A0F">
        <w:rPr>
          <w:szCs w:val="28"/>
          <w:lang w:eastAsia="ru-RU"/>
        </w:rPr>
        <w:t>путем публичного информирования.</w:t>
      </w:r>
    </w:p>
    <w:p w:rsidR="002466ED" w:rsidRPr="00D44A0F" w:rsidRDefault="002466ED" w:rsidP="00D44A0F">
      <w:pPr>
        <w:widowControl w:val="0"/>
        <w:autoSpaceDE w:val="0"/>
        <w:autoSpaceDN w:val="0"/>
        <w:adjustRightInd w:val="0"/>
        <w:spacing w:line="240" w:lineRule="auto"/>
        <w:ind w:firstLine="709"/>
        <w:jc w:val="both"/>
        <w:rPr>
          <w:szCs w:val="28"/>
          <w:lang w:eastAsia="ru-RU"/>
        </w:rPr>
      </w:pPr>
      <w:r w:rsidRPr="00D44A0F">
        <w:rPr>
          <w:szCs w:val="28"/>
          <w:lang w:eastAsia="ru-RU"/>
        </w:rPr>
        <w:t>Информация о порядке предоставления муниципальной услуги должна содержать:</w:t>
      </w:r>
    </w:p>
    <w:p w:rsidR="002466ED" w:rsidRPr="00D44A0F" w:rsidRDefault="002466ED" w:rsidP="00D44A0F">
      <w:pPr>
        <w:widowControl w:val="0"/>
        <w:autoSpaceDE w:val="0"/>
        <w:autoSpaceDN w:val="0"/>
        <w:adjustRightInd w:val="0"/>
        <w:spacing w:line="240" w:lineRule="auto"/>
        <w:ind w:firstLine="709"/>
        <w:jc w:val="both"/>
        <w:rPr>
          <w:szCs w:val="28"/>
          <w:lang w:eastAsia="ru-RU"/>
        </w:rPr>
      </w:pPr>
      <w:r w:rsidRPr="00D44A0F">
        <w:rPr>
          <w:szCs w:val="28"/>
          <w:lang w:eastAsia="ru-RU"/>
        </w:rPr>
        <w:t>сведения о порядке предоставления муниципальной услуги;</w:t>
      </w:r>
    </w:p>
    <w:p w:rsidR="002466ED" w:rsidRPr="00D44A0F" w:rsidRDefault="002466ED" w:rsidP="00D44A0F">
      <w:pPr>
        <w:widowControl w:val="0"/>
        <w:autoSpaceDE w:val="0"/>
        <w:autoSpaceDN w:val="0"/>
        <w:adjustRightInd w:val="0"/>
        <w:spacing w:line="240" w:lineRule="auto"/>
        <w:ind w:firstLine="709"/>
        <w:jc w:val="both"/>
        <w:rPr>
          <w:szCs w:val="28"/>
          <w:lang w:eastAsia="ru-RU"/>
        </w:rPr>
      </w:pPr>
      <w:r w:rsidRPr="00D44A0F">
        <w:rPr>
          <w:szCs w:val="28"/>
          <w:lang w:eastAsia="ru-RU"/>
        </w:rPr>
        <w:t>категории заявителей;</w:t>
      </w:r>
    </w:p>
    <w:p w:rsidR="002466ED" w:rsidRPr="00D44A0F" w:rsidRDefault="002466ED" w:rsidP="00D44A0F">
      <w:pPr>
        <w:widowControl w:val="0"/>
        <w:autoSpaceDE w:val="0"/>
        <w:autoSpaceDN w:val="0"/>
        <w:adjustRightInd w:val="0"/>
        <w:spacing w:line="240" w:lineRule="auto"/>
        <w:ind w:firstLine="709"/>
        <w:jc w:val="both"/>
        <w:rPr>
          <w:i/>
          <w:szCs w:val="28"/>
          <w:lang w:eastAsia="ru-RU"/>
        </w:rPr>
      </w:pPr>
      <w:r w:rsidRPr="00D44A0F">
        <w:rPr>
          <w:szCs w:val="28"/>
          <w:lang w:eastAsia="ru-RU"/>
        </w:rPr>
        <w:t>адрес Органа, для приема документов, необходимых для предоставления муниципаль</w:t>
      </w:r>
      <w:r>
        <w:rPr>
          <w:szCs w:val="28"/>
          <w:lang w:eastAsia="ru-RU"/>
        </w:rPr>
        <w:t>ной услуги, режим работы Органа</w:t>
      </w:r>
      <w:r w:rsidRPr="00D44A0F">
        <w:rPr>
          <w:szCs w:val="28"/>
          <w:lang w:eastAsia="ru-RU"/>
        </w:rPr>
        <w:t>;</w:t>
      </w:r>
    </w:p>
    <w:p w:rsidR="002466ED" w:rsidRPr="00D44A0F" w:rsidRDefault="002466ED" w:rsidP="00D44A0F">
      <w:pPr>
        <w:widowControl w:val="0"/>
        <w:autoSpaceDE w:val="0"/>
        <w:autoSpaceDN w:val="0"/>
        <w:adjustRightInd w:val="0"/>
        <w:spacing w:line="240" w:lineRule="auto"/>
        <w:ind w:firstLine="709"/>
        <w:jc w:val="both"/>
        <w:rPr>
          <w:szCs w:val="28"/>
          <w:lang w:eastAsia="ru-RU"/>
        </w:rPr>
      </w:pPr>
      <w:r w:rsidRPr="00D44A0F">
        <w:rPr>
          <w:szCs w:val="28"/>
          <w:lang w:eastAsia="ru-RU"/>
        </w:rPr>
        <w:t>порядок передачи результата заявителю;</w:t>
      </w:r>
    </w:p>
    <w:p w:rsidR="002466ED" w:rsidRPr="00D44A0F" w:rsidRDefault="002466ED" w:rsidP="00D44A0F">
      <w:pPr>
        <w:widowControl w:val="0"/>
        <w:autoSpaceDE w:val="0"/>
        <w:autoSpaceDN w:val="0"/>
        <w:adjustRightInd w:val="0"/>
        <w:spacing w:line="240" w:lineRule="auto"/>
        <w:ind w:firstLine="709"/>
        <w:jc w:val="both"/>
        <w:rPr>
          <w:szCs w:val="28"/>
          <w:lang w:eastAsia="ru-RU"/>
        </w:rPr>
      </w:pPr>
      <w:r w:rsidRPr="00D44A0F">
        <w:rPr>
          <w:szCs w:val="28"/>
          <w:lang w:eastAsia="ru-RU"/>
        </w:rPr>
        <w:t>сведения, которые необходимо указать в заявлении о предоставлении муниципальной услуги;</w:t>
      </w:r>
    </w:p>
    <w:p w:rsidR="002466ED" w:rsidRPr="00D44A0F" w:rsidRDefault="002466ED" w:rsidP="00D44A0F">
      <w:pPr>
        <w:widowControl w:val="0"/>
        <w:autoSpaceDE w:val="0"/>
        <w:autoSpaceDN w:val="0"/>
        <w:adjustRightInd w:val="0"/>
        <w:spacing w:line="240" w:lineRule="auto"/>
        <w:ind w:firstLine="709"/>
        <w:jc w:val="both"/>
        <w:rPr>
          <w:szCs w:val="28"/>
          <w:lang w:eastAsia="ru-RU"/>
        </w:rPr>
      </w:pPr>
      <w:r w:rsidRPr="00D44A0F">
        <w:rPr>
          <w:szCs w:val="28"/>
          <w:lang w:eastAsia="ru-RU"/>
        </w:rPr>
        <w:t>перечень документов, необходимых для предоставления муниципальной услуги (в том числе с разделением таких документов на документы, которые заявитель обязан предоставить самостоятельно, и документы, которые заявитель вправе предоставить по собственной инициативе);</w:t>
      </w:r>
    </w:p>
    <w:p w:rsidR="002466ED" w:rsidRPr="00D44A0F" w:rsidRDefault="002466ED" w:rsidP="00D44A0F">
      <w:pPr>
        <w:widowControl w:val="0"/>
        <w:autoSpaceDE w:val="0"/>
        <w:autoSpaceDN w:val="0"/>
        <w:adjustRightInd w:val="0"/>
        <w:spacing w:line="240" w:lineRule="auto"/>
        <w:ind w:firstLine="709"/>
        <w:jc w:val="both"/>
        <w:rPr>
          <w:szCs w:val="28"/>
          <w:lang w:eastAsia="ru-RU"/>
        </w:rPr>
      </w:pPr>
      <w:r w:rsidRPr="00D44A0F">
        <w:rPr>
          <w:szCs w:val="28"/>
          <w:lang w:eastAsia="ru-RU"/>
        </w:rPr>
        <w:t>срок предоставления муниципальной услуги;</w:t>
      </w:r>
    </w:p>
    <w:p w:rsidR="002466ED" w:rsidRPr="00D44A0F" w:rsidRDefault="002466ED" w:rsidP="00D44A0F">
      <w:pPr>
        <w:widowControl w:val="0"/>
        <w:autoSpaceDE w:val="0"/>
        <w:autoSpaceDN w:val="0"/>
        <w:adjustRightInd w:val="0"/>
        <w:spacing w:line="240" w:lineRule="auto"/>
        <w:ind w:firstLine="709"/>
        <w:jc w:val="both"/>
        <w:rPr>
          <w:szCs w:val="28"/>
          <w:lang w:eastAsia="ru-RU"/>
        </w:rPr>
      </w:pPr>
      <w:r w:rsidRPr="00D44A0F">
        <w:rPr>
          <w:szCs w:val="28"/>
          <w:lang w:eastAsia="ru-RU"/>
        </w:rPr>
        <w:t>сведения о порядке обжалования действий (бездействия) и решений должностных лиц.</w:t>
      </w:r>
    </w:p>
    <w:p w:rsidR="002466ED" w:rsidRPr="00D44A0F" w:rsidRDefault="002466ED" w:rsidP="00D44A0F">
      <w:pPr>
        <w:widowControl w:val="0"/>
        <w:autoSpaceDE w:val="0"/>
        <w:autoSpaceDN w:val="0"/>
        <w:adjustRightInd w:val="0"/>
        <w:spacing w:line="240" w:lineRule="auto"/>
        <w:ind w:firstLine="709"/>
        <w:jc w:val="both"/>
        <w:rPr>
          <w:szCs w:val="28"/>
          <w:lang w:eastAsia="ru-RU"/>
        </w:rPr>
      </w:pPr>
      <w:r w:rsidRPr="00D44A0F">
        <w:rPr>
          <w:szCs w:val="28"/>
          <w:lang w:eastAsia="ru-RU"/>
        </w:rPr>
        <w:t>Консультации по процедуре предоставления муниципальной услуги осуществляются сотрудниками Органа, в соответствии с должностными инструкциями.</w:t>
      </w:r>
    </w:p>
    <w:p w:rsidR="002466ED" w:rsidRPr="00D44A0F" w:rsidRDefault="002466ED" w:rsidP="00D44A0F">
      <w:pPr>
        <w:widowControl w:val="0"/>
        <w:autoSpaceDE w:val="0"/>
        <w:autoSpaceDN w:val="0"/>
        <w:adjustRightInd w:val="0"/>
        <w:spacing w:line="240" w:lineRule="auto"/>
        <w:ind w:firstLine="709"/>
        <w:jc w:val="both"/>
        <w:rPr>
          <w:szCs w:val="28"/>
          <w:lang w:eastAsia="ru-RU"/>
        </w:rPr>
      </w:pPr>
      <w:r w:rsidRPr="00D44A0F">
        <w:rPr>
          <w:szCs w:val="28"/>
          <w:lang w:eastAsia="ru-RU"/>
        </w:rPr>
        <w:t>При ответах на телефонные звонки и личные обращения сотрудники Органа, ответственные за информирование, подробно, четко и в вежливой форме информируют обратившихся заявителей по интересующим их вопросам.</w:t>
      </w:r>
    </w:p>
    <w:p w:rsidR="002466ED" w:rsidRPr="00D44A0F" w:rsidRDefault="002466ED" w:rsidP="00D44A0F">
      <w:pPr>
        <w:widowControl w:val="0"/>
        <w:autoSpaceDE w:val="0"/>
        <w:autoSpaceDN w:val="0"/>
        <w:adjustRightInd w:val="0"/>
        <w:spacing w:line="240" w:lineRule="auto"/>
        <w:ind w:firstLine="709"/>
        <w:jc w:val="both"/>
        <w:rPr>
          <w:szCs w:val="28"/>
          <w:lang w:eastAsia="ru-RU"/>
        </w:rPr>
      </w:pPr>
      <w:r w:rsidRPr="00D44A0F">
        <w:rPr>
          <w:szCs w:val="28"/>
          <w:lang w:eastAsia="ru-RU"/>
        </w:rPr>
        <w:t>Устное информирование каждого обратившегося за информацией заявителя осуществляется не более 15 минут.</w:t>
      </w:r>
    </w:p>
    <w:p w:rsidR="002466ED" w:rsidRPr="00D44A0F" w:rsidRDefault="002466ED" w:rsidP="00D44A0F">
      <w:pPr>
        <w:widowControl w:val="0"/>
        <w:autoSpaceDE w:val="0"/>
        <w:autoSpaceDN w:val="0"/>
        <w:adjustRightInd w:val="0"/>
        <w:spacing w:line="240" w:lineRule="auto"/>
        <w:ind w:firstLine="709"/>
        <w:jc w:val="both"/>
        <w:rPr>
          <w:szCs w:val="28"/>
          <w:lang w:eastAsia="ru-RU"/>
        </w:rPr>
      </w:pPr>
      <w:r w:rsidRPr="00D44A0F">
        <w:rPr>
          <w:szCs w:val="28"/>
          <w:lang w:eastAsia="ru-RU"/>
        </w:rPr>
        <w:t xml:space="preserve">В случае если для подготовки ответа на устное обращение требуется более продолжительное время, сотрудник Органа, ответственный за информирование, предлагает заинтересованным лицам перезвонить в определенный день и в определенное время. К назначенному сроку ответ по вопросам заявителей должен быть подготовлен. </w:t>
      </w:r>
    </w:p>
    <w:p w:rsidR="002466ED" w:rsidRPr="00D44A0F" w:rsidRDefault="002466ED" w:rsidP="00D44A0F">
      <w:pPr>
        <w:widowControl w:val="0"/>
        <w:autoSpaceDE w:val="0"/>
        <w:autoSpaceDN w:val="0"/>
        <w:adjustRightInd w:val="0"/>
        <w:spacing w:line="240" w:lineRule="auto"/>
        <w:ind w:firstLine="709"/>
        <w:jc w:val="both"/>
        <w:rPr>
          <w:szCs w:val="28"/>
          <w:lang w:eastAsia="ru-RU"/>
        </w:rPr>
      </w:pPr>
      <w:r w:rsidRPr="00D44A0F">
        <w:rPr>
          <w:szCs w:val="28"/>
          <w:lang w:eastAsia="ru-RU"/>
        </w:rPr>
        <w:t>В случае если предоставление информации, необходимой заявителю, не представляется возможным посредством телефона, сотрудник Органа, принявший телефонный звонок, разъясняет заявителю право обратиться с</w:t>
      </w:r>
      <w:r>
        <w:rPr>
          <w:szCs w:val="28"/>
          <w:lang w:eastAsia="ru-RU"/>
        </w:rPr>
        <w:t xml:space="preserve"> письменным обращением в Орган </w:t>
      </w:r>
      <w:r w:rsidRPr="00D44A0F">
        <w:rPr>
          <w:szCs w:val="28"/>
          <w:lang w:eastAsia="ru-RU"/>
        </w:rPr>
        <w:t>и требования к оформлению обращения.</w:t>
      </w:r>
    </w:p>
    <w:p w:rsidR="002466ED" w:rsidRPr="00D44A0F" w:rsidRDefault="002466ED" w:rsidP="00D44A0F">
      <w:pPr>
        <w:widowControl w:val="0"/>
        <w:autoSpaceDE w:val="0"/>
        <w:autoSpaceDN w:val="0"/>
        <w:adjustRightInd w:val="0"/>
        <w:spacing w:line="240" w:lineRule="auto"/>
        <w:ind w:firstLine="709"/>
        <w:jc w:val="both"/>
        <w:rPr>
          <w:szCs w:val="28"/>
          <w:lang w:eastAsia="ru-RU"/>
        </w:rPr>
      </w:pPr>
      <w:r w:rsidRPr="00D44A0F">
        <w:rPr>
          <w:szCs w:val="28"/>
          <w:lang w:eastAsia="ru-RU"/>
        </w:rPr>
        <w:t>Ответ на письменное</w:t>
      </w:r>
      <w:r>
        <w:rPr>
          <w:szCs w:val="28"/>
          <w:lang w:eastAsia="ru-RU"/>
        </w:rPr>
        <w:t xml:space="preserve"> обращение, поступившее в Орган</w:t>
      </w:r>
      <w:r w:rsidRPr="00D44A0F">
        <w:rPr>
          <w:szCs w:val="28"/>
          <w:lang w:eastAsia="ru-RU"/>
        </w:rPr>
        <w:t xml:space="preserve"> направляется заявителю в срок, не превышающий 30 календарных дней со дня регистрации обращения.</w:t>
      </w:r>
    </w:p>
    <w:p w:rsidR="002466ED" w:rsidRPr="00D44A0F" w:rsidRDefault="002466ED" w:rsidP="00D44A0F">
      <w:pPr>
        <w:widowControl w:val="0"/>
        <w:autoSpaceDE w:val="0"/>
        <w:autoSpaceDN w:val="0"/>
        <w:adjustRightInd w:val="0"/>
        <w:spacing w:line="240" w:lineRule="auto"/>
        <w:ind w:firstLine="709"/>
        <w:jc w:val="both"/>
        <w:rPr>
          <w:szCs w:val="28"/>
          <w:lang w:eastAsia="ru-RU"/>
        </w:rPr>
      </w:pPr>
      <w:r w:rsidRPr="00D44A0F">
        <w:rPr>
          <w:szCs w:val="28"/>
          <w:lang w:eastAsia="ru-RU"/>
        </w:rPr>
        <w:t>Письменный ответ на обращение должен содержать фамилию и номер телефона исполнителя и направляется по почтовому адресу или адресу электронной почты,  указанному в обращении.</w:t>
      </w:r>
    </w:p>
    <w:p w:rsidR="002466ED" w:rsidRPr="00D44A0F" w:rsidRDefault="002466ED" w:rsidP="00D44A0F">
      <w:pPr>
        <w:widowControl w:val="0"/>
        <w:autoSpaceDE w:val="0"/>
        <w:autoSpaceDN w:val="0"/>
        <w:adjustRightInd w:val="0"/>
        <w:spacing w:line="240" w:lineRule="auto"/>
        <w:ind w:firstLine="709"/>
        <w:jc w:val="both"/>
        <w:rPr>
          <w:szCs w:val="28"/>
          <w:lang w:eastAsia="ru-RU"/>
        </w:rPr>
      </w:pPr>
      <w:r w:rsidRPr="00D44A0F">
        <w:rPr>
          <w:szCs w:val="28"/>
          <w:lang w:eastAsia="ru-RU"/>
        </w:rPr>
        <w:t>В случае, если в письменном обращении не указана фамилия заявителя, направившего обращение, и почтовый адрес, по которому должен быть направлен ответ, ответ на обращение не дается.</w:t>
      </w:r>
    </w:p>
    <w:p w:rsidR="002466ED" w:rsidRPr="00D44A0F" w:rsidRDefault="002466ED" w:rsidP="00D44A0F">
      <w:pPr>
        <w:widowControl w:val="0"/>
        <w:autoSpaceDE w:val="0"/>
        <w:autoSpaceDN w:val="0"/>
        <w:adjustRightInd w:val="0"/>
        <w:spacing w:line="240" w:lineRule="auto"/>
        <w:ind w:firstLine="709"/>
        <w:jc w:val="both"/>
        <w:rPr>
          <w:szCs w:val="28"/>
          <w:lang w:eastAsia="ru-RU"/>
        </w:rPr>
      </w:pPr>
      <w:r w:rsidRPr="00D44A0F">
        <w:rPr>
          <w:szCs w:val="28"/>
          <w:lang w:eastAsia="ru-RU"/>
        </w:rPr>
        <w:t>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 на официальных сайтах Органа.</w:t>
      </w:r>
    </w:p>
    <w:p w:rsidR="002466ED" w:rsidRPr="00D44A0F" w:rsidRDefault="002466ED" w:rsidP="00D44A0F">
      <w:pPr>
        <w:widowControl w:val="0"/>
        <w:autoSpaceDE w:val="0"/>
        <w:autoSpaceDN w:val="0"/>
        <w:adjustRightInd w:val="0"/>
        <w:spacing w:line="240" w:lineRule="auto"/>
        <w:ind w:firstLine="709"/>
        <w:jc w:val="both"/>
        <w:rPr>
          <w:szCs w:val="28"/>
          <w:lang w:eastAsia="ru-RU"/>
        </w:rPr>
      </w:pPr>
      <w:r w:rsidRPr="00D44A0F">
        <w:rPr>
          <w:szCs w:val="28"/>
          <w:lang w:eastAsia="ru-RU"/>
        </w:rPr>
        <w:t xml:space="preserve">Прием документов, необходимых для предоставления муниципальной </w:t>
      </w:r>
      <w:r>
        <w:rPr>
          <w:szCs w:val="28"/>
          <w:lang w:eastAsia="ru-RU"/>
        </w:rPr>
        <w:t>услуги, осуществляется в Органе</w:t>
      </w:r>
      <w:r w:rsidRPr="00D44A0F">
        <w:rPr>
          <w:i/>
          <w:szCs w:val="28"/>
          <w:lang w:eastAsia="ru-RU"/>
        </w:rPr>
        <w:t>.</w:t>
      </w:r>
    </w:p>
    <w:p w:rsidR="002466ED" w:rsidRPr="00D44A0F" w:rsidRDefault="002466ED" w:rsidP="00D44A0F">
      <w:pPr>
        <w:widowControl w:val="0"/>
        <w:autoSpaceDE w:val="0"/>
        <w:autoSpaceDN w:val="0"/>
        <w:adjustRightInd w:val="0"/>
        <w:spacing w:line="240" w:lineRule="auto"/>
        <w:ind w:firstLine="709"/>
        <w:jc w:val="both"/>
        <w:rPr>
          <w:szCs w:val="28"/>
          <w:lang w:eastAsia="ru-RU"/>
        </w:rPr>
      </w:pPr>
      <w:r w:rsidRPr="00D44A0F">
        <w:rPr>
          <w:szCs w:val="28"/>
          <w:lang w:eastAsia="ru-RU"/>
        </w:rPr>
        <w:t>Информация о справочных телефонах, адресах электронной почты, адресах местонахождения, режиме работы и приеме заявителей в О</w:t>
      </w:r>
      <w:r>
        <w:rPr>
          <w:szCs w:val="28"/>
          <w:lang w:eastAsia="ru-RU"/>
        </w:rPr>
        <w:t xml:space="preserve">ргане, содержится в Приложении </w:t>
      </w:r>
      <w:r w:rsidRPr="00D44A0F">
        <w:rPr>
          <w:szCs w:val="28"/>
          <w:lang w:eastAsia="ru-RU"/>
        </w:rPr>
        <w:t xml:space="preserve"> 1 к настоящему административному регламенту.</w:t>
      </w:r>
    </w:p>
    <w:p w:rsidR="002466ED" w:rsidRPr="00D44A0F" w:rsidRDefault="002466ED" w:rsidP="00D44A0F">
      <w:pPr>
        <w:pStyle w:val="ConsPlusNormal"/>
        <w:ind w:firstLine="709"/>
        <w:jc w:val="both"/>
        <w:rPr>
          <w:rFonts w:ascii="Times New Roman" w:hAnsi="Times New Roman"/>
          <w:sz w:val="28"/>
          <w:szCs w:val="28"/>
        </w:rPr>
      </w:pPr>
    </w:p>
    <w:p w:rsidR="002466ED" w:rsidRPr="00D44A0F" w:rsidRDefault="002466ED" w:rsidP="00D44A0F">
      <w:pPr>
        <w:pStyle w:val="ConsPlusNormal"/>
        <w:spacing w:after="240"/>
        <w:ind w:firstLine="709"/>
        <w:jc w:val="center"/>
        <w:outlineLvl w:val="1"/>
        <w:rPr>
          <w:rFonts w:ascii="Times New Roman" w:hAnsi="Times New Roman"/>
          <w:b/>
          <w:sz w:val="28"/>
          <w:szCs w:val="28"/>
        </w:rPr>
      </w:pPr>
      <w:r w:rsidRPr="00D44A0F">
        <w:rPr>
          <w:rFonts w:ascii="Times New Roman" w:hAnsi="Times New Roman"/>
          <w:b/>
          <w:sz w:val="28"/>
          <w:szCs w:val="28"/>
          <w:lang w:val="en-US"/>
        </w:rPr>
        <w:t>II</w:t>
      </w:r>
      <w:r w:rsidRPr="00D44A0F">
        <w:rPr>
          <w:rFonts w:ascii="Times New Roman" w:hAnsi="Times New Roman"/>
          <w:b/>
          <w:sz w:val="28"/>
          <w:szCs w:val="28"/>
        </w:rPr>
        <w:t>. Стандарт предоставления муниципальной услуги</w:t>
      </w:r>
    </w:p>
    <w:p w:rsidR="002466ED" w:rsidRPr="00D44A0F" w:rsidRDefault="002466ED" w:rsidP="00D44A0F">
      <w:pPr>
        <w:pStyle w:val="ConsPlusNormal"/>
        <w:spacing w:after="240"/>
        <w:ind w:firstLine="709"/>
        <w:jc w:val="center"/>
        <w:outlineLvl w:val="2"/>
        <w:rPr>
          <w:rFonts w:ascii="Times New Roman" w:hAnsi="Times New Roman"/>
          <w:b/>
          <w:sz w:val="28"/>
          <w:szCs w:val="28"/>
        </w:rPr>
      </w:pPr>
      <w:r w:rsidRPr="00D44A0F">
        <w:rPr>
          <w:rFonts w:ascii="Times New Roman" w:hAnsi="Times New Roman"/>
          <w:b/>
          <w:sz w:val="28"/>
          <w:szCs w:val="28"/>
        </w:rPr>
        <w:t>Наименование муниципальной услуги</w:t>
      </w:r>
    </w:p>
    <w:p w:rsidR="002466ED" w:rsidRPr="00D44A0F" w:rsidRDefault="002466ED" w:rsidP="00D44A0F">
      <w:pPr>
        <w:pStyle w:val="ConsPlusNormal"/>
        <w:ind w:firstLine="709"/>
        <w:jc w:val="both"/>
        <w:rPr>
          <w:rFonts w:ascii="Times New Roman" w:hAnsi="Times New Roman"/>
          <w:sz w:val="28"/>
          <w:szCs w:val="28"/>
        </w:rPr>
      </w:pPr>
      <w:r w:rsidRPr="00D44A0F">
        <w:rPr>
          <w:rFonts w:ascii="Times New Roman" w:hAnsi="Times New Roman"/>
          <w:sz w:val="28"/>
          <w:szCs w:val="28"/>
        </w:rPr>
        <w:t>2.1. Наименование муниципальной услуги: «Признание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2466ED" w:rsidRPr="00D44A0F" w:rsidRDefault="002466ED" w:rsidP="00D44A0F">
      <w:pPr>
        <w:pStyle w:val="ConsPlusNormal"/>
        <w:ind w:firstLine="709"/>
        <w:jc w:val="both"/>
        <w:rPr>
          <w:rFonts w:ascii="Times New Roman" w:hAnsi="Times New Roman"/>
          <w:sz w:val="28"/>
          <w:szCs w:val="28"/>
        </w:rPr>
      </w:pPr>
    </w:p>
    <w:p w:rsidR="002466ED" w:rsidRPr="00D44A0F" w:rsidRDefault="002466ED" w:rsidP="00D44A0F">
      <w:pPr>
        <w:pStyle w:val="ConsPlusNormal"/>
        <w:ind w:firstLine="709"/>
        <w:jc w:val="center"/>
        <w:outlineLvl w:val="2"/>
        <w:rPr>
          <w:rFonts w:ascii="Times New Roman" w:hAnsi="Times New Roman"/>
          <w:b/>
          <w:sz w:val="28"/>
          <w:szCs w:val="28"/>
        </w:rPr>
      </w:pPr>
      <w:r w:rsidRPr="00D44A0F">
        <w:rPr>
          <w:rFonts w:ascii="Times New Roman" w:hAnsi="Times New Roman"/>
          <w:b/>
          <w:sz w:val="28"/>
          <w:szCs w:val="28"/>
        </w:rPr>
        <w:t>Наименование органа, предоставляющего муниципальную услугу</w:t>
      </w:r>
    </w:p>
    <w:p w:rsidR="002466ED" w:rsidRPr="00D44A0F" w:rsidRDefault="002466ED" w:rsidP="00D44A0F">
      <w:pPr>
        <w:pStyle w:val="ConsPlusNormal"/>
        <w:ind w:firstLine="709"/>
        <w:jc w:val="both"/>
        <w:rPr>
          <w:rFonts w:ascii="Times New Roman" w:hAnsi="Times New Roman"/>
          <w:sz w:val="28"/>
          <w:szCs w:val="28"/>
        </w:rPr>
      </w:pPr>
    </w:p>
    <w:p w:rsidR="002466ED" w:rsidRPr="00D44A0F" w:rsidRDefault="002466ED" w:rsidP="00D44A0F">
      <w:pPr>
        <w:pStyle w:val="ConsPlusNormal"/>
        <w:ind w:firstLine="709"/>
        <w:jc w:val="both"/>
        <w:rPr>
          <w:rFonts w:ascii="Times New Roman" w:hAnsi="Times New Roman"/>
          <w:sz w:val="28"/>
          <w:szCs w:val="28"/>
        </w:rPr>
      </w:pPr>
      <w:r w:rsidRPr="00D44A0F">
        <w:rPr>
          <w:rFonts w:ascii="Times New Roman" w:hAnsi="Times New Roman"/>
          <w:sz w:val="28"/>
          <w:szCs w:val="28"/>
        </w:rPr>
        <w:t xml:space="preserve">2.2. Предоставление муниципальной услуги осуществляется </w:t>
      </w:r>
      <w:r>
        <w:rPr>
          <w:rFonts w:ascii="Times New Roman" w:hAnsi="Times New Roman"/>
          <w:sz w:val="28"/>
          <w:szCs w:val="28"/>
        </w:rPr>
        <w:t>Администрацией сельского поселения «Няшабож»</w:t>
      </w:r>
      <w:r w:rsidRPr="00D44A0F">
        <w:rPr>
          <w:rFonts w:ascii="Times New Roman" w:hAnsi="Times New Roman"/>
          <w:i/>
          <w:sz w:val="28"/>
          <w:szCs w:val="28"/>
        </w:rPr>
        <w:t>.</w:t>
      </w:r>
    </w:p>
    <w:p w:rsidR="002466ED" w:rsidRPr="00D44A0F" w:rsidRDefault="002466ED" w:rsidP="00D44A0F">
      <w:pPr>
        <w:pStyle w:val="ConsPlusNormal"/>
        <w:ind w:firstLine="709"/>
        <w:jc w:val="both"/>
        <w:rPr>
          <w:rFonts w:ascii="Times New Roman" w:hAnsi="Times New Roman"/>
          <w:sz w:val="28"/>
          <w:szCs w:val="28"/>
        </w:rPr>
      </w:pPr>
    </w:p>
    <w:p w:rsidR="002466ED" w:rsidRPr="00D44A0F" w:rsidRDefault="002466ED" w:rsidP="00D44A0F">
      <w:pPr>
        <w:pStyle w:val="ConsPlusNormal"/>
        <w:ind w:firstLine="709"/>
        <w:jc w:val="center"/>
        <w:outlineLvl w:val="2"/>
        <w:rPr>
          <w:rFonts w:ascii="Times New Roman" w:hAnsi="Times New Roman"/>
          <w:b/>
          <w:sz w:val="28"/>
          <w:szCs w:val="28"/>
        </w:rPr>
      </w:pPr>
      <w:r w:rsidRPr="00D44A0F">
        <w:rPr>
          <w:rFonts w:ascii="Times New Roman" w:hAnsi="Times New Roman"/>
          <w:b/>
          <w:sz w:val="28"/>
          <w:szCs w:val="28"/>
        </w:rPr>
        <w:t>Органы и организации, участвующие в предоставлении муниципальной услуги, обращение в которые необходимо для предоставления муниципальной услуги</w:t>
      </w:r>
    </w:p>
    <w:p w:rsidR="002466ED" w:rsidRPr="00D44A0F" w:rsidRDefault="002466ED" w:rsidP="00D44A0F">
      <w:pPr>
        <w:pStyle w:val="ConsPlusNormal"/>
        <w:ind w:firstLine="709"/>
        <w:jc w:val="center"/>
        <w:outlineLvl w:val="2"/>
        <w:rPr>
          <w:rFonts w:ascii="Times New Roman" w:hAnsi="Times New Roman"/>
          <w:sz w:val="28"/>
          <w:szCs w:val="28"/>
        </w:rPr>
      </w:pPr>
    </w:p>
    <w:p w:rsidR="002466ED" w:rsidRPr="00D44A0F" w:rsidRDefault="002466ED" w:rsidP="00D44A0F">
      <w:pPr>
        <w:widowControl w:val="0"/>
        <w:autoSpaceDE w:val="0"/>
        <w:autoSpaceDN w:val="0"/>
        <w:adjustRightInd w:val="0"/>
        <w:spacing w:line="240" w:lineRule="auto"/>
        <w:ind w:firstLine="709"/>
        <w:jc w:val="both"/>
        <w:rPr>
          <w:szCs w:val="28"/>
          <w:lang w:eastAsia="ru-RU"/>
        </w:rPr>
      </w:pPr>
      <w:r w:rsidRPr="00D44A0F">
        <w:rPr>
          <w:szCs w:val="28"/>
          <w:lang w:eastAsia="ru-RU"/>
        </w:rPr>
        <w:t>2.3. Для получения муниципальной услуги заявитель должен обратиться в одну из следующих организаций, участвующих в предоставлении муниципальной услуги:</w:t>
      </w:r>
    </w:p>
    <w:p w:rsidR="002466ED" w:rsidRPr="00D44A0F" w:rsidRDefault="002466ED" w:rsidP="00C30D1B">
      <w:pPr>
        <w:widowControl w:val="0"/>
        <w:autoSpaceDE w:val="0"/>
        <w:autoSpaceDN w:val="0"/>
        <w:adjustRightInd w:val="0"/>
        <w:spacing w:line="240" w:lineRule="auto"/>
        <w:ind w:firstLine="709"/>
        <w:jc w:val="both"/>
        <w:rPr>
          <w:szCs w:val="28"/>
          <w:lang w:eastAsia="ru-RU"/>
        </w:rPr>
      </w:pPr>
      <w:r w:rsidRPr="00D44A0F">
        <w:rPr>
          <w:szCs w:val="28"/>
          <w:lang w:eastAsia="ru-RU"/>
        </w:rPr>
        <w:t xml:space="preserve">2.3.1. 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w:t>
      </w:r>
      <w:r w:rsidRPr="00D44A0F">
        <w:rPr>
          <w:i/>
          <w:color w:val="000000"/>
          <w:szCs w:val="28"/>
          <w:lang w:eastAsia="ru-RU"/>
        </w:rPr>
        <w:t>(в случае, если это предусмотрено  соглашением о взаимодействии</w:t>
      </w:r>
      <w:r w:rsidRPr="00D44A0F">
        <w:rPr>
          <w:color w:val="000000"/>
          <w:szCs w:val="28"/>
          <w:lang w:eastAsia="ru-RU"/>
        </w:rPr>
        <w:t xml:space="preserve">), </w:t>
      </w:r>
      <w:r w:rsidRPr="00D44A0F">
        <w:rPr>
          <w:szCs w:val="28"/>
          <w:lang w:eastAsia="ru-RU"/>
        </w:rPr>
        <w:t>принятия решения, выдачи результата предоставления услуги.</w:t>
      </w:r>
    </w:p>
    <w:p w:rsidR="002466ED" w:rsidRPr="00D44A0F" w:rsidRDefault="002466ED" w:rsidP="00D44A0F">
      <w:pPr>
        <w:widowControl w:val="0"/>
        <w:autoSpaceDE w:val="0"/>
        <w:autoSpaceDN w:val="0"/>
        <w:adjustRightInd w:val="0"/>
        <w:spacing w:line="240" w:lineRule="auto"/>
        <w:ind w:firstLine="709"/>
        <w:jc w:val="both"/>
        <w:rPr>
          <w:szCs w:val="28"/>
          <w:lang w:eastAsia="ru-RU"/>
        </w:rPr>
      </w:pPr>
      <w:r w:rsidRPr="00D44A0F">
        <w:rPr>
          <w:szCs w:val="28"/>
          <w:lang w:eastAsia="ru-RU"/>
        </w:rPr>
        <w:t xml:space="preserve">2.4. Органы и организации, участвующие в предоставлении муниципальной услуги, обращение в которые необходимо для предоставления муниципальной услуги:     </w:t>
      </w:r>
    </w:p>
    <w:p w:rsidR="002466ED" w:rsidRPr="00D44A0F" w:rsidRDefault="002466ED" w:rsidP="00D44A0F">
      <w:pPr>
        <w:pStyle w:val="ConsPlusNormal"/>
        <w:ind w:firstLine="709"/>
        <w:jc w:val="both"/>
        <w:rPr>
          <w:rFonts w:ascii="Times New Roman" w:hAnsi="Times New Roman"/>
          <w:sz w:val="28"/>
          <w:szCs w:val="28"/>
        </w:rPr>
      </w:pPr>
      <w:r w:rsidRPr="00D44A0F">
        <w:rPr>
          <w:rFonts w:ascii="Times New Roman" w:hAnsi="Times New Roman"/>
          <w:sz w:val="28"/>
          <w:szCs w:val="28"/>
        </w:rPr>
        <w:t>2.4.1. Федеральная служба государственной регистрации, кадастра и картографии – в части предоставления сведений (выписки) из Единого государственного реестра прав на недвижимое имущество и сделок с ним о правах на жилое помещение;</w:t>
      </w:r>
    </w:p>
    <w:p w:rsidR="002466ED" w:rsidRPr="00D44A0F" w:rsidRDefault="002466ED" w:rsidP="00D44A0F">
      <w:pPr>
        <w:pStyle w:val="ConsPlusNormal"/>
        <w:ind w:firstLine="709"/>
        <w:jc w:val="both"/>
        <w:rPr>
          <w:rFonts w:ascii="Times New Roman" w:hAnsi="Times New Roman"/>
          <w:sz w:val="28"/>
          <w:szCs w:val="28"/>
        </w:rPr>
      </w:pPr>
      <w:r w:rsidRPr="00D44A0F">
        <w:rPr>
          <w:rFonts w:ascii="Times New Roman" w:hAnsi="Times New Roman"/>
          <w:sz w:val="28"/>
          <w:szCs w:val="28"/>
        </w:rPr>
        <w:t>2.4.2. Федеральное государственное унитарное предприятие "Ростехинвентаризация - Федеральное БТИ" по Республике Коми – в части предоставления</w:t>
      </w:r>
      <w:r>
        <w:rPr>
          <w:rFonts w:ascii="Times New Roman" w:hAnsi="Times New Roman"/>
          <w:sz w:val="28"/>
          <w:szCs w:val="28"/>
        </w:rPr>
        <w:t xml:space="preserve"> т</w:t>
      </w:r>
      <w:r w:rsidRPr="00D44A0F">
        <w:rPr>
          <w:rFonts w:ascii="Times New Roman" w:hAnsi="Times New Roman"/>
          <w:sz w:val="28"/>
          <w:szCs w:val="28"/>
        </w:rPr>
        <w:t>ехнического паспорта, технического плана;</w:t>
      </w:r>
    </w:p>
    <w:p w:rsidR="002466ED" w:rsidRDefault="002466ED" w:rsidP="00D44A0F">
      <w:pPr>
        <w:pStyle w:val="ConsPlusNormal"/>
        <w:ind w:firstLine="709"/>
        <w:jc w:val="both"/>
        <w:rPr>
          <w:rFonts w:ascii="Times New Roman" w:hAnsi="Times New Roman"/>
          <w:sz w:val="28"/>
          <w:szCs w:val="28"/>
        </w:rPr>
      </w:pPr>
      <w:r w:rsidRPr="00D44A0F">
        <w:rPr>
          <w:rFonts w:ascii="Times New Roman" w:hAnsi="Times New Roman"/>
          <w:sz w:val="28"/>
          <w:szCs w:val="28"/>
        </w:rPr>
        <w:t xml:space="preserve">2.4.3. </w:t>
      </w:r>
      <w:r>
        <w:rPr>
          <w:rFonts w:ascii="Times New Roman" w:hAnsi="Times New Roman"/>
          <w:sz w:val="28"/>
          <w:szCs w:val="28"/>
        </w:rPr>
        <w:t>О</w:t>
      </w:r>
      <w:r w:rsidRPr="00C30D1B">
        <w:rPr>
          <w:rFonts w:ascii="Times New Roman" w:hAnsi="Times New Roman"/>
          <w:sz w:val="28"/>
          <w:szCs w:val="28"/>
        </w:rPr>
        <w:t>рганы государственного надзора (контроля)</w:t>
      </w:r>
      <w:r>
        <w:rPr>
          <w:rFonts w:ascii="Times New Roman" w:hAnsi="Times New Roman"/>
          <w:i/>
          <w:sz w:val="28"/>
          <w:szCs w:val="28"/>
        </w:rPr>
        <w:t xml:space="preserve"> </w:t>
      </w:r>
      <w:r w:rsidRPr="00D44A0F">
        <w:rPr>
          <w:rFonts w:ascii="Times New Roman" w:hAnsi="Times New Roman"/>
          <w:sz w:val="28"/>
          <w:szCs w:val="28"/>
        </w:rPr>
        <w:t>– в части предоставления сведений из заключений по итогам проведенных контрольных (надзорных) мероприятий.</w:t>
      </w:r>
    </w:p>
    <w:p w:rsidR="002466ED" w:rsidRPr="00D44A0F" w:rsidRDefault="002466ED" w:rsidP="00D44A0F">
      <w:pPr>
        <w:autoSpaceDE w:val="0"/>
        <w:autoSpaceDN w:val="0"/>
        <w:adjustRightInd w:val="0"/>
        <w:spacing w:line="240" w:lineRule="auto"/>
        <w:ind w:firstLine="709"/>
        <w:jc w:val="both"/>
        <w:rPr>
          <w:szCs w:val="28"/>
        </w:rPr>
      </w:pPr>
      <w:r w:rsidRPr="00D44A0F">
        <w:rPr>
          <w:szCs w:val="28"/>
        </w:rPr>
        <w:t>Орган не вправе требовать от заявителя:</w:t>
      </w:r>
    </w:p>
    <w:p w:rsidR="002466ED" w:rsidRPr="00D44A0F" w:rsidRDefault="002466ED" w:rsidP="00D44A0F">
      <w:pPr>
        <w:autoSpaceDE w:val="0"/>
        <w:autoSpaceDN w:val="0"/>
        <w:adjustRightInd w:val="0"/>
        <w:spacing w:line="240" w:lineRule="auto"/>
        <w:ind w:firstLine="709"/>
        <w:jc w:val="both"/>
        <w:rPr>
          <w:szCs w:val="28"/>
        </w:rPr>
      </w:pPr>
      <w:r w:rsidRPr="00D44A0F">
        <w:rPr>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466ED" w:rsidRPr="00D44A0F" w:rsidRDefault="002466ED" w:rsidP="00D44A0F">
      <w:pPr>
        <w:autoSpaceDE w:val="0"/>
        <w:autoSpaceDN w:val="0"/>
        <w:adjustRightInd w:val="0"/>
        <w:spacing w:line="240" w:lineRule="auto"/>
        <w:ind w:firstLine="709"/>
        <w:jc w:val="both"/>
        <w:rPr>
          <w:szCs w:val="28"/>
        </w:rPr>
      </w:pPr>
      <w:r w:rsidRPr="00D44A0F">
        <w:rPr>
          <w:szCs w:val="28"/>
        </w:rPr>
        <w:t>- представления документов и информации, в том числе</w:t>
      </w:r>
      <w:r>
        <w:rPr>
          <w:szCs w:val="28"/>
        </w:rPr>
        <w:t xml:space="preserve"> </w:t>
      </w:r>
      <w:r w:rsidRPr="00D44A0F">
        <w:rPr>
          <w:szCs w:val="28"/>
        </w:rPr>
        <w:t>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государственных органов, иных органов местного самоуправления</w:t>
      </w:r>
      <w:r>
        <w:rPr>
          <w:szCs w:val="28"/>
        </w:rPr>
        <w:t xml:space="preserve"> </w:t>
      </w:r>
      <w:r w:rsidRPr="00D44A0F">
        <w:rPr>
          <w:szCs w:val="28"/>
        </w:rPr>
        <w:t xml:space="preserve">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Республики Коми, муниципальными правовыми актами, за исключением документов, включенных в определенный частью 6 статьи 7 Федерального закона от 27 июля 2010 г. N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2466ED" w:rsidRPr="00D44A0F" w:rsidRDefault="002466ED" w:rsidP="00D44A0F">
      <w:pPr>
        <w:autoSpaceDE w:val="0"/>
        <w:autoSpaceDN w:val="0"/>
        <w:adjustRightInd w:val="0"/>
        <w:spacing w:line="240" w:lineRule="auto"/>
        <w:ind w:firstLine="709"/>
        <w:jc w:val="both"/>
        <w:rPr>
          <w:szCs w:val="28"/>
        </w:rPr>
      </w:pPr>
      <w:r w:rsidRPr="00D44A0F">
        <w:rPr>
          <w:szCs w:val="28"/>
        </w:rPr>
        <w:t>-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включенных в перечни, указанные в части 1 статьи 9 Федерального закона от 27 июля 2010 г. N 210-ФЗ "Об организации предоставления государственных и муниципальных услуг", и получения документов и информации, предоставляемых в результате предоставления таких услуг.</w:t>
      </w:r>
    </w:p>
    <w:p w:rsidR="002466ED" w:rsidRPr="00D44A0F" w:rsidRDefault="002466ED" w:rsidP="00D44A0F">
      <w:pPr>
        <w:autoSpaceDE w:val="0"/>
        <w:autoSpaceDN w:val="0"/>
        <w:adjustRightInd w:val="0"/>
        <w:spacing w:line="240" w:lineRule="auto"/>
        <w:ind w:firstLine="709"/>
        <w:jc w:val="both"/>
        <w:rPr>
          <w:szCs w:val="28"/>
        </w:rPr>
      </w:pPr>
    </w:p>
    <w:p w:rsidR="002466ED" w:rsidRPr="00D44A0F" w:rsidRDefault="002466ED" w:rsidP="00D44A0F">
      <w:pPr>
        <w:pStyle w:val="ConsPlusNormal"/>
        <w:ind w:firstLine="709"/>
        <w:jc w:val="center"/>
        <w:outlineLvl w:val="2"/>
        <w:rPr>
          <w:rFonts w:ascii="Times New Roman" w:hAnsi="Times New Roman"/>
          <w:b/>
          <w:sz w:val="28"/>
          <w:szCs w:val="28"/>
        </w:rPr>
      </w:pPr>
      <w:r w:rsidRPr="00D44A0F">
        <w:rPr>
          <w:rFonts w:ascii="Times New Roman" w:hAnsi="Times New Roman"/>
          <w:b/>
          <w:sz w:val="28"/>
          <w:szCs w:val="28"/>
        </w:rPr>
        <w:t>Результат предоставления муниципальной услуги</w:t>
      </w:r>
    </w:p>
    <w:p w:rsidR="002466ED" w:rsidRPr="00D44A0F" w:rsidRDefault="002466ED" w:rsidP="00D44A0F">
      <w:pPr>
        <w:pStyle w:val="ConsPlusNormal"/>
        <w:ind w:firstLine="709"/>
        <w:jc w:val="both"/>
        <w:rPr>
          <w:rFonts w:ascii="Times New Roman" w:hAnsi="Times New Roman"/>
          <w:sz w:val="28"/>
          <w:szCs w:val="28"/>
        </w:rPr>
      </w:pPr>
    </w:p>
    <w:p w:rsidR="002466ED" w:rsidRPr="00D44A0F" w:rsidRDefault="002466ED" w:rsidP="00D44A0F">
      <w:pPr>
        <w:pStyle w:val="ConsPlusNormal"/>
        <w:ind w:firstLine="709"/>
        <w:jc w:val="both"/>
        <w:rPr>
          <w:rFonts w:ascii="Times New Roman" w:hAnsi="Times New Roman"/>
          <w:sz w:val="28"/>
          <w:szCs w:val="28"/>
        </w:rPr>
      </w:pPr>
      <w:r w:rsidRPr="00D44A0F">
        <w:rPr>
          <w:rFonts w:ascii="Times New Roman" w:hAnsi="Times New Roman"/>
          <w:sz w:val="28"/>
          <w:szCs w:val="28"/>
        </w:rPr>
        <w:t>2.5. Результатом предоставления муниципальной услуги является принятие решения о:</w:t>
      </w:r>
    </w:p>
    <w:p w:rsidR="002466ED" w:rsidRPr="00907126" w:rsidRDefault="002466ED" w:rsidP="00D44A0F">
      <w:pPr>
        <w:pStyle w:val="ConsPlusNormal"/>
        <w:ind w:firstLine="709"/>
        <w:jc w:val="both"/>
        <w:rPr>
          <w:rFonts w:ascii="Times New Roman" w:hAnsi="Times New Roman"/>
          <w:sz w:val="28"/>
          <w:szCs w:val="28"/>
        </w:rPr>
      </w:pPr>
      <w:r w:rsidRPr="00907126">
        <w:rPr>
          <w:rFonts w:ascii="Times New Roman" w:hAnsi="Times New Roman"/>
          <w:sz w:val="28"/>
          <w:szCs w:val="28"/>
        </w:rPr>
        <w:t>соответствии помещения требованиям, предъявляемым к жилому помещению, и его пригодности для проживания;</w:t>
      </w:r>
    </w:p>
    <w:p w:rsidR="002466ED" w:rsidRPr="00907126" w:rsidRDefault="002466ED" w:rsidP="00D44A0F">
      <w:pPr>
        <w:pStyle w:val="ConsPlusNormal"/>
        <w:ind w:firstLine="709"/>
        <w:jc w:val="both"/>
        <w:rPr>
          <w:rFonts w:ascii="Times New Roman" w:hAnsi="Times New Roman"/>
          <w:sz w:val="28"/>
          <w:szCs w:val="28"/>
        </w:rPr>
      </w:pPr>
      <w:r w:rsidRPr="00907126">
        <w:rPr>
          <w:rFonts w:ascii="Times New Roman" w:hAnsi="Times New Roman"/>
          <w:sz w:val="28"/>
          <w:szCs w:val="28"/>
        </w:rPr>
        <w:t>необходимости и возможности проведения капитального ремонта, реконструкции или перепланировки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установленными требованиями и после их завершения - о продолжении процедуры оценки;</w:t>
      </w:r>
    </w:p>
    <w:p w:rsidR="002466ED" w:rsidRPr="00907126" w:rsidRDefault="002466ED" w:rsidP="00D44A0F">
      <w:pPr>
        <w:pStyle w:val="ConsPlusNormal"/>
        <w:ind w:firstLine="709"/>
        <w:jc w:val="both"/>
        <w:rPr>
          <w:rFonts w:ascii="Times New Roman" w:hAnsi="Times New Roman"/>
          <w:sz w:val="28"/>
          <w:szCs w:val="28"/>
        </w:rPr>
      </w:pPr>
      <w:r w:rsidRPr="00907126">
        <w:rPr>
          <w:rFonts w:ascii="Times New Roman" w:hAnsi="Times New Roman"/>
          <w:sz w:val="28"/>
          <w:szCs w:val="28"/>
        </w:rPr>
        <w:t>несоответствии помещения требованиям, предъявляемым к жилому помещению, с указанием оснований, по которым помещение признается непригодным для проживания;</w:t>
      </w:r>
    </w:p>
    <w:p w:rsidR="002466ED" w:rsidRPr="00907126" w:rsidRDefault="002466ED" w:rsidP="00D44A0F">
      <w:pPr>
        <w:pStyle w:val="ConsPlusNormal"/>
        <w:ind w:firstLine="709"/>
        <w:jc w:val="both"/>
        <w:rPr>
          <w:rFonts w:ascii="Times New Roman" w:hAnsi="Times New Roman"/>
          <w:sz w:val="28"/>
          <w:szCs w:val="28"/>
        </w:rPr>
      </w:pPr>
      <w:r w:rsidRPr="00907126">
        <w:rPr>
          <w:rFonts w:ascii="Times New Roman" w:hAnsi="Times New Roman"/>
          <w:sz w:val="28"/>
          <w:szCs w:val="28"/>
        </w:rPr>
        <w:t>признании многоквартирного дома аварийным и подлежащим сносу;</w:t>
      </w:r>
    </w:p>
    <w:p w:rsidR="002466ED" w:rsidRPr="00D44A0F" w:rsidRDefault="002466ED" w:rsidP="00D44A0F">
      <w:pPr>
        <w:pStyle w:val="ConsPlusNormal"/>
        <w:ind w:firstLine="709"/>
        <w:jc w:val="both"/>
        <w:rPr>
          <w:rFonts w:ascii="Times New Roman" w:hAnsi="Times New Roman"/>
          <w:sz w:val="28"/>
          <w:szCs w:val="28"/>
        </w:rPr>
      </w:pPr>
      <w:r w:rsidRPr="00907126">
        <w:rPr>
          <w:rFonts w:ascii="Times New Roman" w:hAnsi="Times New Roman"/>
          <w:sz w:val="28"/>
          <w:szCs w:val="28"/>
        </w:rPr>
        <w:t>признании многоквартирного дома аварийным и подлежащим реконструкции.</w:t>
      </w:r>
    </w:p>
    <w:p w:rsidR="002466ED" w:rsidRPr="00D44A0F" w:rsidRDefault="002466ED" w:rsidP="00D44A0F">
      <w:pPr>
        <w:pStyle w:val="ConsPlusNormal"/>
        <w:ind w:firstLine="709"/>
        <w:jc w:val="both"/>
        <w:rPr>
          <w:rFonts w:ascii="Times New Roman" w:hAnsi="Times New Roman"/>
          <w:sz w:val="28"/>
          <w:szCs w:val="28"/>
        </w:rPr>
      </w:pPr>
    </w:p>
    <w:p w:rsidR="002466ED" w:rsidRPr="00D44A0F" w:rsidRDefault="002466ED" w:rsidP="00D44A0F">
      <w:pPr>
        <w:pStyle w:val="ConsPlusNormal"/>
        <w:ind w:firstLine="709"/>
        <w:jc w:val="center"/>
        <w:outlineLvl w:val="2"/>
        <w:rPr>
          <w:rFonts w:ascii="Times New Roman" w:hAnsi="Times New Roman"/>
          <w:b/>
          <w:sz w:val="28"/>
          <w:szCs w:val="28"/>
        </w:rPr>
      </w:pPr>
      <w:r w:rsidRPr="00D44A0F">
        <w:rPr>
          <w:rFonts w:ascii="Times New Roman" w:hAnsi="Times New Roman"/>
          <w:b/>
          <w:sz w:val="28"/>
          <w:szCs w:val="28"/>
        </w:rPr>
        <w:t>Срок предоставления муниципальной услуги</w:t>
      </w:r>
    </w:p>
    <w:p w:rsidR="002466ED" w:rsidRPr="00D44A0F" w:rsidRDefault="002466ED" w:rsidP="00D44A0F">
      <w:pPr>
        <w:pStyle w:val="ConsPlusNormal"/>
        <w:ind w:firstLine="709"/>
        <w:jc w:val="both"/>
        <w:rPr>
          <w:rFonts w:ascii="Times New Roman" w:hAnsi="Times New Roman"/>
          <w:sz w:val="28"/>
          <w:szCs w:val="28"/>
        </w:rPr>
      </w:pPr>
    </w:p>
    <w:p w:rsidR="002466ED" w:rsidRPr="00D44A0F" w:rsidRDefault="002466ED" w:rsidP="00D44A0F">
      <w:pPr>
        <w:pStyle w:val="ConsPlusNormal"/>
        <w:ind w:firstLine="709"/>
        <w:jc w:val="both"/>
        <w:rPr>
          <w:rFonts w:ascii="Times New Roman" w:hAnsi="Times New Roman"/>
          <w:sz w:val="28"/>
          <w:szCs w:val="28"/>
        </w:rPr>
      </w:pPr>
      <w:r w:rsidRPr="00D44A0F">
        <w:rPr>
          <w:rFonts w:ascii="Times New Roman" w:hAnsi="Times New Roman"/>
          <w:sz w:val="28"/>
          <w:szCs w:val="28"/>
        </w:rPr>
        <w:t xml:space="preserve">2.6. </w:t>
      </w:r>
      <w:r>
        <w:rPr>
          <w:rFonts w:ascii="Times New Roman" w:hAnsi="Times New Roman"/>
          <w:sz w:val="28"/>
          <w:szCs w:val="28"/>
        </w:rPr>
        <w:t>С</w:t>
      </w:r>
      <w:r w:rsidRPr="00D44A0F">
        <w:rPr>
          <w:rFonts w:ascii="Times New Roman" w:hAnsi="Times New Roman"/>
          <w:sz w:val="28"/>
          <w:szCs w:val="28"/>
        </w:rPr>
        <w:t>рок предоставления муниципальной услуги составляет 30 календарных дней, исчисляемых со дня регистрации заявления с документами, необходимыми для предоставления муниципальной услуги.</w:t>
      </w:r>
    </w:p>
    <w:p w:rsidR="002466ED" w:rsidRDefault="002466ED" w:rsidP="00D44A0F">
      <w:pPr>
        <w:pStyle w:val="ConsPlusNormal"/>
        <w:ind w:firstLine="709"/>
        <w:jc w:val="center"/>
        <w:outlineLvl w:val="2"/>
        <w:rPr>
          <w:rFonts w:ascii="Times New Roman" w:hAnsi="Times New Roman"/>
          <w:b/>
          <w:sz w:val="28"/>
          <w:szCs w:val="28"/>
        </w:rPr>
      </w:pPr>
    </w:p>
    <w:p w:rsidR="002466ED" w:rsidRPr="00D44A0F" w:rsidRDefault="002466ED" w:rsidP="00D44A0F">
      <w:pPr>
        <w:pStyle w:val="ConsPlusNormal"/>
        <w:ind w:firstLine="709"/>
        <w:jc w:val="center"/>
        <w:outlineLvl w:val="2"/>
        <w:rPr>
          <w:rFonts w:ascii="Times New Roman" w:hAnsi="Times New Roman"/>
          <w:b/>
          <w:sz w:val="28"/>
          <w:szCs w:val="28"/>
        </w:rPr>
      </w:pPr>
      <w:r w:rsidRPr="00D44A0F">
        <w:rPr>
          <w:rFonts w:ascii="Times New Roman" w:hAnsi="Times New Roman"/>
          <w:b/>
          <w:sz w:val="28"/>
          <w:szCs w:val="28"/>
        </w:rPr>
        <w:t>Правовые основания для предоставления муниципальной услуги</w:t>
      </w:r>
    </w:p>
    <w:p w:rsidR="002466ED" w:rsidRPr="00D44A0F" w:rsidRDefault="002466ED" w:rsidP="00D44A0F">
      <w:pPr>
        <w:pStyle w:val="ConsPlusNormal"/>
        <w:ind w:firstLine="709"/>
        <w:jc w:val="both"/>
        <w:rPr>
          <w:rFonts w:ascii="Times New Roman" w:hAnsi="Times New Roman"/>
          <w:sz w:val="28"/>
          <w:szCs w:val="28"/>
        </w:rPr>
      </w:pPr>
    </w:p>
    <w:p w:rsidR="002466ED" w:rsidRPr="00D44A0F" w:rsidRDefault="002466ED" w:rsidP="00D44A0F">
      <w:pPr>
        <w:pStyle w:val="ConsPlusNormal"/>
        <w:ind w:firstLine="709"/>
        <w:jc w:val="both"/>
        <w:rPr>
          <w:rFonts w:ascii="Times New Roman" w:hAnsi="Times New Roman"/>
          <w:sz w:val="28"/>
          <w:szCs w:val="28"/>
        </w:rPr>
      </w:pPr>
      <w:r w:rsidRPr="00D44A0F">
        <w:rPr>
          <w:rFonts w:ascii="Times New Roman" w:hAnsi="Times New Roman"/>
          <w:sz w:val="28"/>
          <w:szCs w:val="28"/>
        </w:rPr>
        <w:t>2.7. Предоставление муниципальной услуги осуществляется в соответствии со следующими нормативными правовыми актами:</w:t>
      </w:r>
    </w:p>
    <w:p w:rsidR="002466ED" w:rsidRPr="00D44A0F" w:rsidRDefault="002466ED" w:rsidP="00D44A0F">
      <w:pPr>
        <w:pStyle w:val="ConsPlusNormal"/>
        <w:ind w:firstLine="709"/>
        <w:jc w:val="both"/>
        <w:rPr>
          <w:rFonts w:ascii="Times New Roman" w:hAnsi="Times New Roman"/>
          <w:sz w:val="28"/>
          <w:szCs w:val="28"/>
        </w:rPr>
      </w:pPr>
      <w:r w:rsidRPr="00D44A0F">
        <w:rPr>
          <w:rFonts w:ascii="Times New Roman" w:hAnsi="Times New Roman"/>
          <w:sz w:val="28"/>
          <w:szCs w:val="28"/>
        </w:rPr>
        <w:t>Конституцией Российской Федерации (принята всенародным голосованием 12.12.1993) («Собрание законодательства РФ», 2009, №4, ст. 445);</w:t>
      </w:r>
    </w:p>
    <w:p w:rsidR="002466ED" w:rsidRPr="00D44A0F" w:rsidRDefault="002466ED" w:rsidP="00D44A0F">
      <w:pPr>
        <w:pStyle w:val="ConsPlusNormal"/>
        <w:ind w:firstLine="709"/>
        <w:jc w:val="both"/>
        <w:rPr>
          <w:rFonts w:ascii="Times New Roman" w:hAnsi="Times New Roman"/>
          <w:sz w:val="28"/>
          <w:szCs w:val="28"/>
        </w:rPr>
      </w:pPr>
      <w:r w:rsidRPr="00D44A0F">
        <w:rPr>
          <w:rFonts w:ascii="Times New Roman" w:hAnsi="Times New Roman"/>
          <w:sz w:val="28"/>
          <w:szCs w:val="28"/>
        </w:rPr>
        <w:t>Жилищным кодексом Российской Федерации от 29.12.2004 № 188-ФЗ ("Собрание законодательства РФ", 03.01.2005, N 1 (часть 1), ст. 14);</w:t>
      </w:r>
    </w:p>
    <w:p w:rsidR="002466ED" w:rsidRPr="00D44A0F" w:rsidRDefault="002466ED" w:rsidP="00D44A0F">
      <w:pPr>
        <w:autoSpaceDE w:val="0"/>
        <w:autoSpaceDN w:val="0"/>
        <w:adjustRightInd w:val="0"/>
        <w:spacing w:line="240" w:lineRule="auto"/>
        <w:ind w:firstLine="709"/>
        <w:jc w:val="both"/>
        <w:rPr>
          <w:szCs w:val="28"/>
        </w:rPr>
      </w:pPr>
      <w:r w:rsidRPr="00D44A0F">
        <w:rPr>
          <w:szCs w:val="28"/>
        </w:rPr>
        <w:t>Федеральным законом от 27.07.2010 N 210-ФЗ "Об организации предоставления государственных и муниципальных услуг" ("Российская газета", N 168, 30.07.2010);</w:t>
      </w:r>
    </w:p>
    <w:p w:rsidR="002466ED" w:rsidRPr="00D44A0F" w:rsidRDefault="002466ED" w:rsidP="00D44A0F">
      <w:pPr>
        <w:autoSpaceDE w:val="0"/>
        <w:autoSpaceDN w:val="0"/>
        <w:adjustRightInd w:val="0"/>
        <w:spacing w:line="240" w:lineRule="auto"/>
        <w:ind w:firstLine="709"/>
        <w:jc w:val="both"/>
        <w:rPr>
          <w:szCs w:val="28"/>
        </w:rPr>
      </w:pPr>
      <w:r w:rsidRPr="00D44A0F">
        <w:rPr>
          <w:szCs w:val="28"/>
        </w:rPr>
        <w:t xml:space="preserve">Федеральным </w:t>
      </w:r>
      <w:hyperlink r:id="rId6" w:history="1">
        <w:r w:rsidRPr="00D44A0F">
          <w:rPr>
            <w:szCs w:val="28"/>
          </w:rPr>
          <w:t>закон</w:t>
        </w:r>
      </w:hyperlink>
      <w:r w:rsidRPr="00D44A0F">
        <w:rPr>
          <w:szCs w:val="28"/>
        </w:rPr>
        <w:t>ом от 06.10.2003 N 131-ФЗ "Об общих принципах организации местного самоуправления в РФ" ("Собрание законодательства РФ", 06.10.2003, N 40, ст. 3822);</w:t>
      </w:r>
    </w:p>
    <w:p w:rsidR="002466ED" w:rsidRPr="00D44A0F" w:rsidRDefault="002466ED" w:rsidP="00D44A0F">
      <w:pPr>
        <w:autoSpaceDE w:val="0"/>
        <w:autoSpaceDN w:val="0"/>
        <w:adjustRightInd w:val="0"/>
        <w:spacing w:line="240" w:lineRule="auto"/>
        <w:ind w:firstLine="709"/>
        <w:jc w:val="both"/>
        <w:rPr>
          <w:szCs w:val="28"/>
        </w:rPr>
      </w:pPr>
      <w:r w:rsidRPr="00D44A0F">
        <w:rPr>
          <w:szCs w:val="28"/>
        </w:rPr>
        <w:t>постановлением Правительства Российской Федерации от 28.01.2006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("Собрание законодательства РФ", 06.02.2006, N 6, ст. 702);</w:t>
      </w:r>
    </w:p>
    <w:p w:rsidR="002466ED" w:rsidRPr="00D44A0F" w:rsidRDefault="002466ED" w:rsidP="00D44A0F">
      <w:pPr>
        <w:autoSpaceDE w:val="0"/>
        <w:autoSpaceDN w:val="0"/>
        <w:adjustRightInd w:val="0"/>
        <w:spacing w:line="240" w:lineRule="auto"/>
        <w:ind w:firstLine="709"/>
        <w:jc w:val="both"/>
        <w:rPr>
          <w:szCs w:val="28"/>
        </w:rPr>
      </w:pPr>
      <w:r w:rsidRPr="00D44A0F">
        <w:rPr>
          <w:szCs w:val="28"/>
        </w:rPr>
        <w:t>Постановлением Правительства Российской Федерации от 22.12.2012 N 1376 "Об утверждении Правил организации деятельности многофункциональных центров предоставления государственных и муниципальных услуг" ("Российская газета", N 303, 31.12.2012);</w:t>
      </w:r>
    </w:p>
    <w:p w:rsidR="002466ED" w:rsidRPr="00D44A0F" w:rsidRDefault="002466ED" w:rsidP="00D44A0F">
      <w:pPr>
        <w:autoSpaceDE w:val="0"/>
        <w:autoSpaceDN w:val="0"/>
        <w:adjustRightInd w:val="0"/>
        <w:spacing w:line="240" w:lineRule="auto"/>
        <w:ind w:firstLine="709"/>
        <w:jc w:val="both"/>
        <w:rPr>
          <w:szCs w:val="28"/>
        </w:rPr>
      </w:pPr>
      <w:r w:rsidRPr="00D44A0F">
        <w:rPr>
          <w:szCs w:val="28"/>
        </w:rPr>
        <w:t>Конституцией Республики Коми («Ведомости Верховного совета Республики Коми», 1994, №2, ст. 21);</w:t>
      </w:r>
    </w:p>
    <w:p w:rsidR="002466ED" w:rsidRPr="00C30D1B" w:rsidRDefault="002466ED" w:rsidP="00D44A0F">
      <w:pPr>
        <w:pStyle w:val="ConsPlusNormal"/>
        <w:ind w:firstLine="709"/>
        <w:jc w:val="both"/>
        <w:rPr>
          <w:rFonts w:ascii="Times New Roman" w:hAnsi="Times New Roman"/>
          <w:sz w:val="28"/>
          <w:szCs w:val="28"/>
        </w:rPr>
      </w:pPr>
      <w:r w:rsidRPr="00C30D1B">
        <w:rPr>
          <w:rFonts w:ascii="Times New Roman" w:hAnsi="Times New Roman"/>
          <w:sz w:val="28"/>
          <w:szCs w:val="28"/>
        </w:rPr>
        <w:t>Уставом муниципального образования сельского поселения «</w:t>
      </w:r>
      <w:r>
        <w:rPr>
          <w:rFonts w:ascii="Times New Roman" w:hAnsi="Times New Roman"/>
          <w:sz w:val="28"/>
          <w:szCs w:val="28"/>
        </w:rPr>
        <w:t>Няшабож»</w:t>
      </w:r>
      <w:r w:rsidRPr="00C30D1B">
        <w:rPr>
          <w:rFonts w:ascii="Times New Roman" w:hAnsi="Times New Roman"/>
          <w:sz w:val="28"/>
          <w:szCs w:val="28"/>
        </w:rPr>
        <w:t>.</w:t>
      </w:r>
    </w:p>
    <w:p w:rsidR="002466ED" w:rsidRPr="00D44A0F" w:rsidRDefault="002466ED" w:rsidP="00D44A0F">
      <w:pPr>
        <w:pStyle w:val="ConsPlusNormal"/>
        <w:ind w:firstLine="709"/>
        <w:jc w:val="both"/>
        <w:rPr>
          <w:rFonts w:ascii="Times New Roman" w:hAnsi="Times New Roman"/>
          <w:sz w:val="28"/>
          <w:szCs w:val="28"/>
        </w:rPr>
      </w:pPr>
    </w:p>
    <w:p w:rsidR="002466ED" w:rsidRPr="00D44A0F" w:rsidRDefault="002466ED" w:rsidP="00D44A0F">
      <w:pPr>
        <w:pStyle w:val="ConsPlusNormal"/>
        <w:ind w:firstLine="709"/>
        <w:jc w:val="center"/>
        <w:rPr>
          <w:rFonts w:ascii="Times New Roman" w:hAnsi="Times New Roman"/>
          <w:b/>
          <w:sz w:val="28"/>
          <w:szCs w:val="28"/>
        </w:rPr>
      </w:pPr>
      <w:r w:rsidRPr="00D44A0F">
        <w:rPr>
          <w:rFonts w:ascii="Times New Roman" w:hAnsi="Times New Roman"/>
          <w:b/>
          <w:sz w:val="28"/>
          <w:szCs w:val="28"/>
        </w:rPr>
        <w:t>Исчерпывающий перечень документов (информации),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2466ED" w:rsidRPr="00D44A0F" w:rsidRDefault="002466ED" w:rsidP="00D44A0F">
      <w:pPr>
        <w:pStyle w:val="ConsPlusNormal"/>
        <w:ind w:firstLine="709"/>
        <w:jc w:val="both"/>
        <w:rPr>
          <w:rFonts w:ascii="Times New Roman" w:hAnsi="Times New Roman"/>
          <w:sz w:val="28"/>
          <w:szCs w:val="28"/>
        </w:rPr>
      </w:pPr>
    </w:p>
    <w:p w:rsidR="002466ED" w:rsidRPr="00D44A0F" w:rsidRDefault="002466ED" w:rsidP="00D44A0F">
      <w:pPr>
        <w:pStyle w:val="ConsPlusNormal"/>
        <w:ind w:firstLine="709"/>
        <w:jc w:val="both"/>
        <w:rPr>
          <w:rFonts w:ascii="Times New Roman" w:hAnsi="Times New Roman"/>
          <w:sz w:val="28"/>
          <w:szCs w:val="28"/>
        </w:rPr>
      </w:pPr>
      <w:r w:rsidRPr="00D44A0F">
        <w:rPr>
          <w:rFonts w:ascii="Times New Roman" w:hAnsi="Times New Roman"/>
          <w:sz w:val="28"/>
          <w:szCs w:val="28"/>
        </w:rPr>
        <w:t>2.8. Для получения муниципальной у</w:t>
      </w:r>
      <w:r>
        <w:rPr>
          <w:rFonts w:ascii="Times New Roman" w:hAnsi="Times New Roman"/>
          <w:sz w:val="28"/>
          <w:szCs w:val="28"/>
        </w:rPr>
        <w:t>слуги заявители подают в Орган з</w:t>
      </w:r>
      <w:r w:rsidRPr="00D44A0F">
        <w:rPr>
          <w:rFonts w:ascii="Times New Roman" w:hAnsi="Times New Roman"/>
          <w:sz w:val="28"/>
          <w:szCs w:val="28"/>
        </w:rPr>
        <w:t>аявление о предоставлении муниципальной услуги по рекомендуемой форме, приведенной в Приложении 2 к административному регламенту, а также следующие документы в 1 экземпляре:</w:t>
      </w:r>
    </w:p>
    <w:p w:rsidR="002466ED" w:rsidRPr="00D44A0F" w:rsidRDefault="002466ED" w:rsidP="00D44A0F">
      <w:pPr>
        <w:autoSpaceDE w:val="0"/>
        <w:autoSpaceDN w:val="0"/>
        <w:adjustRightInd w:val="0"/>
        <w:spacing w:line="240" w:lineRule="auto"/>
        <w:ind w:firstLine="709"/>
        <w:jc w:val="both"/>
        <w:rPr>
          <w:szCs w:val="28"/>
        </w:rPr>
      </w:pPr>
      <w:r w:rsidRPr="00D44A0F">
        <w:rPr>
          <w:szCs w:val="28"/>
        </w:rPr>
        <w:t>1. копии правоустанавливающих документов на жилое помещение, право на которое не зарегистрировано в Едином государственном реестре прав на недвижимое имущество и сделок с ним;</w:t>
      </w:r>
    </w:p>
    <w:p w:rsidR="002466ED" w:rsidRPr="00D44A0F" w:rsidRDefault="002466ED" w:rsidP="00D44A0F">
      <w:pPr>
        <w:pStyle w:val="ConsPlusNormal"/>
        <w:ind w:firstLine="709"/>
        <w:jc w:val="both"/>
        <w:rPr>
          <w:rFonts w:ascii="Times New Roman" w:hAnsi="Times New Roman"/>
          <w:sz w:val="28"/>
          <w:szCs w:val="28"/>
        </w:rPr>
      </w:pPr>
      <w:r w:rsidRPr="00D44A0F">
        <w:rPr>
          <w:rFonts w:ascii="Times New Roman" w:hAnsi="Times New Roman"/>
          <w:sz w:val="28"/>
          <w:szCs w:val="28"/>
        </w:rPr>
        <w:t>2. в отношении нежилого помещения для признания его в дальнейшем жилым помещением - проект реконструкции нежилого помещения;</w:t>
      </w:r>
    </w:p>
    <w:p w:rsidR="002466ED" w:rsidRPr="00D44A0F" w:rsidRDefault="002466ED" w:rsidP="00D44A0F">
      <w:pPr>
        <w:pStyle w:val="ConsPlusNormal"/>
        <w:ind w:firstLine="709"/>
        <w:jc w:val="both"/>
        <w:rPr>
          <w:rFonts w:ascii="Times New Roman" w:hAnsi="Times New Roman"/>
          <w:sz w:val="28"/>
          <w:szCs w:val="28"/>
        </w:rPr>
      </w:pPr>
      <w:r w:rsidRPr="00D44A0F">
        <w:rPr>
          <w:rFonts w:ascii="Times New Roman" w:hAnsi="Times New Roman"/>
          <w:sz w:val="28"/>
          <w:szCs w:val="28"/>
        </w:rPr>
        <w:t>3. заключение специализированной организации, проводившей обследование многоквартирного дома, - в случае постановки вопроса о признании многоквартирного дома аварийным и подлежащим сносу или реконструкции;</w:t>
      </w:r>
    </w:p>
    <w:p w:rsidR="002466ED" w:rsidRPr="00D44A0F" w:rsidRDefault="002466ED" w:rsidP="00D44A0F">
      <w:pPr>
        <w:pStyle w:val="ConsPlusNormal"/>
        <w:ind w:firstLine="709"/>
        <w:jc w:val="both"/>
        <w:rPr>
          <w:rFonts w:ascii="Times New Roman" w:hAnsi="Times New Roman"/>
          <w:sz w:val="28"/>
          <w:szCs w:val="28"/>
        </w:rPr>
      </w:pPr>
      <w:r w:rsidRPr="00D44A0F">
        <w:rPr>
          <w:rFonts w:ascii="Times New Roman" w:hAnsi="Times New Roman"/>
          <w:sz w:val="28"/>
          <w:szCs w:val="28"/>
        </w:rPr>
        <w:t>4. заключение проектно-изыскательской организации по результатам обследования элементов ограждающих и несущих конструкций жилого помещения - в случае, если предоставление такого заключения является необходимым для принятия решения о признании жилого помещения соответствующим (не соответствующим) установленным законодательством Российской Федерации требованиям;</w:t>
      </w:r>
    </w:p>
    <w:p w:rsidR="002466ED" w:rsidRPr="00D44A0F" w:rsidRDefault="002466ED" w:rsidP="00D44A0F">
      <w:pPr>
        <w:pStyle w:val="ConsPlusNormal"/>
        <w:ind w:firstLine="709"/>
        <w:jc w:val="both"/>
        <w:rPr>
          <w:rFonts w:ascii="Times New Roman" w:hAnsi="Times New Roman"/>
          <w:sz w:val="28"/>
          <w:szCs w:val="28"/>
        </w:rPr>
      </w:pPr>
      <w:r w:rsidRPr="00D44A0F">
        <w:rPr>
          <w:rFonts w:ascii="Times New Roman" w:hAnsi="Times New Roman"/>
          <w:sz w:val="28"/>
          <w:szCs w:val="28"/>
        </w:rPr>
        <w:t>5. заявления, письма, жалобы граждан на неудовлетворительные условия проживания - по усмотрению заявителя.</w:t>
      </w:r>
    </w:p>
    <w:p w:rsidR="002466ED" w:rsidRPr="00D44A0F" w:rsidRDefault="002466ED" w:rsidP="00D44A0F">
      <w:pPr>
        <w:pStyle w:val="ConsPlusNormal"/>
        <w:ind w:firstLine="709"/>
        <w:jc w:val="both"/>
        <w:rPr>
          <w:rFonts w:ascii="Times New Roman" w:hAnsi="Times New Roman"/>
          <w:sz w:val="28"/>
          <w:szCs w:val="28"/>
        </w:rPr>
      </w:pPr>
      <w:r w:rsidRPr="00D44A0F">
        <w:rPr>
          <w:rFonts w:ascii="Times New Roman" w:hAnsi="Times New Roman"/>
          <w:sz w:val="28"/>
          <w:szCs w:val="28"/>
        </w:rPr>
        <w:t>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 (без приложения копии).</w:t>
      </w:r>
    </w:p>
    <w:p w:rsidR="002466ED" w:rsidRPr="00D44A0F" w:rsidRDefault="002466ED" w:rsidP="00D44A0F">
      <w:pPr>
        <w:pStyle w:val="ConsPlusNormal"/>
        <w:ind w:firstLine="709"/>
        <w:jc w:val="both"/>
        <w:rPr>
          <w:rFonts w:ascii="Times New Roman" w:hAnsi="Times New Roman"/>
          <w:sz w:val="28"/>
          <w:szCs w:val="28"/>
        </w:rPr>
      </w:pPr>
      <w:r w:rsidRPr="00D44A0F">
        <w:rPr>
          <w:rFonts w:ascii="Times New Roman" w:hAnsi="Times New Roman"/>
          <w:sz w:val="28"/>
          <w:szCs w:val="28"/>
        </w:rPr>
        <w:t>В случае обращения за получением муниципальной услуги представителя, действующего на основании доверенности, ему необходимо представить документ, подтверждающий его полномочия – доверенность.</w:t>
      </w:r>
    </w:p>
    <w:p w:rsidR="002466ED" w:rsidRPr="00D44A0F" w:rsidRDefault="002466ED" w:rsidP="00D44A0F">
      <w:pPr>
        <w:autoSpaceDE w:val="0"/>
        <w:autoSpaceDN w:val="0"/>
        <w:adjustRightInd w:val="0"/>
        <w:spacing w:line="240" w:lineRule="auto"/>
        <w:ind w:firstLine="709"/>
        <w:jc w:val="both"/>
        <w:rPr>
          <w:szCs w:val="28"/>
        </w:rPr>
      </w:pPr>
      <w:r w:rsidRPr="00D44A0F">
        <w:rPr>
          <w:szCs w:val="28"/>
        </w:rPr>
        <w:t>2.8.1. Документы, необходимые для предоставления муниципальной услуги, предоставляются заявителем следующими способами:</w:t>
      </w:r>
    </w:p>
    <w:p w:rsidR="002466ED" w:rsidRPr="00D44A0F" w:rsidRDefault="002466ED" w:rsidP="00D44A0F">
      <w:pPr>
        <w:tabs>
          <w:tab w:val="left" w:pos="1134"/>
        </w:tabs>
        <w:spacing w:line="240" w:lineRule="auto"/>
        <w:ind w:firstLine="709"/>
        <w:jc w:val="both"/>
        <w:rPr>
          <w:szCs w:val="28"/>
        </w:rPr>
      </w:pPr>
      <w:r w:rsidRPr="00D44A0F">
        <w:rPr>
          <w:szCs w:val="28"/>
        </w:rPr>
        <w:t>- лично;</w:t>
      </w:r>
    </w:p>
    <w:p w:rsidR="002466ED" w:rsidRPr="00D44A0F" w:rsidRDefault="002466ED" w:rsidP="00D44A0F">
      <w:pPr>
        <w:tabs>
          <w:tab w:val="left" w:pos="1134"/>
        </w:tabs>
        <w:spacing w:line="240" w:lineRule="auto"/>
        <w:ind w:firstLine="709"/>
        <w:jc w:val="both"/>
        <w:rPr>
          <w:szCs w:val="28"/>
        </w:rPr>
      </w:pPr>
      <w:r w:rsidRPr="00D44A0F">
        <w:rPr>
          <w:szCs w:val="28"/>
        </w:rPr>
        <w:t>- посредством  почтового  отправления;</w:t>
      </w:r>
    </w:p>
    <w:p w:rsidR="002466ED" w:rsidRPr="00D44A0F" w:rsidRDefault="002466ED" w:rsidP="00D44A0F">
      <w:pPr>
        <w:tabs>
          <w:tab w:val="left" w:pos="1134"/>
        </w:tabs>
        <w:spacing w:line="240" w:lineRule="auto"/>
        <w:ind w:firstLine="709"/>
        <w:jc w:val="both"/>
        <w:rPr>
          <w:szCs w:val="28"/>
        </w:rPr>
      </w:pPr>
      <w:r w:rsidRPr="00D44A0F">
        <w:rPr>
          <w:szCs w:val="28"/>
        </w:rPr>
        <w:t>- через порталы государственных и муниципальных услуг (функций);</w:t>
      </w:r>
    </w:p>
    <w:p w:rsidR="002466ED" w:rsidRPr="00D44A0F" w:rsidRDefault="002466ED" w:rsidP="00D44A0F">
      <w:pPr>
        <w:tabs>
          <w:tab w:val="left" w:pos="1134"/>
        </w:tabs>
        <w:spacing w:line="240" w:lineRule="auto"/>
        <w:ind w:firstLine="709"/>
        <w:jc w:val="both"/>
        <w:rPr>
          <w:szCs w:val="28"/>
        </w:rPr>
      </w:pPr>
      <w:r w:rsidRPr="00D44A0F">
        <w:rPr>
          <w:szCs w:val="28"/>
        </w:rPr>
        <w:t>- посредством аппаратно-программных комплексов – Интернет-киосков с использованием универсальной электронной карты.</w:t>
      </w:r>
    </w:p>
    <w:p w:rsidR="002466ED" w:rsidRPr="00D44A0F" w:rsidRDefault="002466ED" w:rsidP="00D44A0F">
      <w:pPr>
        <w:tabs>
          <w:tab w:val="left" w:pos="1134"/>
        </w:tabs>
        <w:spacing w:line="240" w:lineRule="auto"/>
        <w:ind w:firstLine="709"/>
        <w:jc w:val="both"/>
        <w:rPr>
          <w:szCs w:val="28"/>
        </w:rPr>
      </w:pPr>
      <w:r w:rsidRPr="00D44A0F">
        <w:rPr>
          <w:szCs w:val="28"/>
        </w:rPr>
        <w:t>2.8.2. Варианты предоставления документов:</w:t>
      </w:r>
    </w:p>
    <w:p w:rsidR="002466ED" w:rsidRPr="00D44A0F" w:rsidRDefault="002466ED" w:rsidP="00D44A0F">
      <w:pPr>
        <w:numPr>
          <w:ilvl w:val="0"/>
          <w:numId w:val="27"/>
        </w:numPr>
        <w:tabs>
          <w:tab w:val="left" w:pos="1134"/>
        </w:tabs>
        <w:spacing w:line="240" w:lineRule="auto"/>
        <w:ind w:left="0" w:firstLine="709"/>
        <w:jc w:val="both"/>
        <w:rPr>
          <w:szCs w:val="28"/>
        </w:rPr>
      </w:pPr>
      <w:r w:rsidRPr="00D44A0F">
        <w:rPr>
          <w:szCs w:val="28"/>
        </w:rPr>
        <w:t>при личном обращении заявитель предоставляет  оригиналы документов;</w:t>
      </w:r>
    </w:p>
    <w:p w:rsidR="002466ED" w:rsidRPr="00D44A0F" w:rsidRDefault="002466ED" w:rsidP="00D44A0F">
      <w:pPr>
        <w:tabs>
          <w:tab w:val="left" w:pos="0"/>
        </w:tabs>
        <w:spacing w:line="240" w:lineRule="auto"/>
        <w:ind w:firstLine="709"/>
        <w:jc w:val="both"/>
        <w:rPr>
          <w:szCs w:val="28"/>
        </w:rPr>
      </w:pPr>
      <w:r w:rsidRPr="00D44A0F">
        <w:rPr>
          <w:szCs w:val="28"/>
        </w:rPr>
        <w:t>- при направлении заявления и документов, указанных в пунктах 2.8. настоящего административного регламента через отделение почтовой связи, удостоверение верности копий документов и свидетельствование подлинности подписи заявителя на заявлении  осуществляется в порядке, установленном федеральным законодательством;</w:t>
      </w:r>
    </w:p>
    <w:p w:rsidR="002466ED" w:rsidRPr="00C608CB" w:rsidRDefault="002466ED" w:rsidP="00C608CB">
      <w:pPr>
        <w:spacing w:line="240" w:lineRule="auto"/>
        <w:ind w:firstLine="709"/>
        <w:contextualSpacing/>
        <w:jc w:val="both"/>
        <w:rPr>
          <w:color w:val="000000"/>
          <w:szCs w:val="28"/>
          <w:lang w:eastAsia="ru-RU"/>
        </w:rPr>
      </w:pPr>
      <w:bookmarkStart w:id="1" w:name="Par45"/>
      <w:bookmarkEnd w:id="1"/>
      <w:r w:rsidRPr="00D44A0F">
        <w:rPr>
          <w:color w:val="000000"/>
          <w:szCs w:val="28"/>
          <w:lang w:eastAsia="ru-RU"/>
        </w:rPr>
        <w:t>- все указанные в</w:t>
      </w:r>
      <w:r>
        <w:rPr>
          <w:color w:val="000000"/>
          <w:szCs w:val="28"/>
          <w:lang w:eastAsia="ru-RU"/>
        </w:rPr>
        <w:t xml:space="preserve"> </w:t>
      </w:r>
      <w:r w:rsidRPr="00D44A0F">
        <w:rPr>
          <w:color w:val="000000"/>
          <w:szCs w:val="28"/>
          <w:lang w:eastAsia="ru-RU"/>
        </w:rPr>
        <w:t>пунктах 2.8. настоящего административного регламента</w:t>
      </w:r>
      <w:r>
        <w:rPr>
          <w:color w:val="000000"/>
          <w:szCs w:val="28"/>
          <w:lang w:eastAsia="ru-RU"/>
        </w:rPr>
        <w:t xml:space="preserve"> </w:t>
      </w:r>
      <w:r w:rsidRPr="00D44A0F">
        <w:rPr>
          <w:color w:val="000000"/>
          <w:szCs w:val="28"/>
          <w:lang w:eastAsia="ru-RU"/>
        </w:rPr>
        <w:t>документы могут быть представлены заявителем в форме электронных документов, заверенных электронной подписью, с использованием универсальной электронной карты посредством аппаратно-программных комплексов – Интернет</w:t>
      </w:r>
      <w:r>
        <w:rPr>
          <w:color w:val="000000"/>
          <w:szCs w:val="28"/>
          <w:lang w:eastAsia="ru-RU"/>
        </w:rPr>
        <w:t xml:space="preserve"> </w:t>
      </w:r>
      <w:r w:rsidRPr="00D44A0F">
        <w:rPr>
          <w:color w:val="000000"/>
          <w:szCs w:val="28"/>
          <w:lang w:eastAsia="ru-RU"/>
        </w:rPr>
        <w:t>-</w:t>
      </w:r>
      <w:r>
        <w:rPr>
          <w:color w:val="000000"/>
          <w:szCs w:val="28"/>
          <w:lang w:eastAsia="ru-RU"/>
        </w:rPr>
        <w:t xml:space="preserve"> </w:t>
      </w:r>
      <w:r w:rsidRPr="00D44A0F">
        <w:rPr>
          <w:color w:val="000000"/>
          <w:szCs w:val="28"/>
          <w:lang w:eastAsia="ru-RU"/>
        </w:rPr>
        <w:t>киосков, информационно-коммуникационных сетей общего пользования, в том числе сети "Интернет", включая порталы государственных и муниципальных услуг (функций)</w:t>
      </w:r>
      <w:r w:rsidRPr="00D44A0F">
        <w:rPr>
          <w:szCs w:val="28"/>
        </w:rPr>
        <w:t xml:space="preserve">. </w:t>
      </w:r>
    </w:p>
    <w:p w:rsidR="002466ED" w:rsidRPr="00D44A0F" w:rsidRDefault="002466ED" w:rsidP="00D44A0F">
      <w:pPr>
        <w:pStyle w:val="ConsPlusNormal"/>
        <w:ind w:firstLine="709"/>
        <w:jc w:val="both"/>
        <w:rPr>
          <w:rFonts w:ascii="Times New Roman" w:hAnsi="Times New Roman"/>
          <w:sz w:val="28"/>
          <w:szCs w:val="28"/>
        </w:rPr>
      </w:pPr>
    </w:p>
    <w:p w:rsidR="002466ED" w:rsidRPr="00D44A0F" w:rsidRDefault="002466ED" w:rsidP="00D44A0F">
      <w:pPr>
        <w:pStyle w:val="ConsPlusNormal"/>
        <w:ind w:firstLine="709"/>
        <w:jc w:val="center"/>
        <w:rPr>
          <w:rFonts w:ascii="Times New Roman" w:hAnsi="Times New Roman"/>
          <w:b/>
          <w:sz w:val="28"/>
          <w:szCs w:val="28"/>
        </w:rPr>
      </w:pPr>
      <w:r w:rsidRPr="00D44A0F">
        <w:rPr>
          <w:rFonts w:ascii="Times New Roman" w:hAnsi="Times New Roman"/>
          <w:b/>
          <w:sz w:val="28"/>
          <w:szCs w:val="28"/>
        </w:rPr>
        <w:t>Исчерпывающий перечень документов (информации), необходимых в соответствии с законодательными или иными нормативными правовыми актами для предоставления муниципальной услуги, которые заявитель вправе представить по собственной инициативе, так как они подлежат получению в рамках межведомственного информационного взаимодействия</w:t>
      </w:r>
    </w:p>
    <w:p w:rsidR="002466ED" w:rsidRPr="00D44A0F" w:rsidRDefault="002466ED" w:rsidP="00D44A0F">
      <w:pPr>
        <w:pStyle w:val="ConsPlusNormal"/>
        <w:ind w:firstLine="709"/>
        <w:jc w:val="both"/>
        <w:rPr>
          <w:rFonts w:ascii="Times New Roman" w:hAnsi="Times New Roman"/>
          <w:sz w:val="28"/>
          <w:szCs w:val="28"/>
        </w:rPr>
      </w:pPr>
    </w:p>
    <w:p w:rsidR="002466ED" w:rsidRPr="00D44A0F" w:rsidRDefault="002466ED" w:rsidP="00D44A0F">
      <w:pPr>
        <w:pStyle w:val="ConsPlusNormal"/>
        <w:ind w:firstLine="709"/>
        <w:jc w:val="both"/>
        <w:rPr>
          <w:rFonts w:ascii="Times New Roman" w:hAnsi="Times New Roman"/>
          <w:sz w:val="28"/>
          <w:szCs w:val="28"/>
        </w:rPr>
      </w:pPr>
      <w:r w:rsidRPr="00D44A0F">
        <w:rPr>
          <w:rFonts w:ascii="Times New Roman" w:hAnsi="Times New Roman"/>
          <w:sz w:val="28"/>
          <w:szCs w:val="28"/>
        </w:rPr>
        <w:t>2.9. Документами, необходимыми в соответствии с нормативными правовыми актами для предоставления муниципальной услуги, которые подлежат получению в рамках межведомственного информационного взаимодействия, являются:</w:t>
      </w:r>
    </w:p>
    <w:p w:rsidR="002466ED" w:rsidRPr="00D44A0F" w:rsidRDefault="002466ED" w:rsidP="00D44A0F">
      <w:pPr>
        <w:pStyle w:val="ConsPlusNormal"/>
        <w:ind w:firstLine="709"/>
        <w:jc w:val="both"/>
        <w:rPr>
          <w:rFonts w:ascii="Times New Roman" w:hAnsi="Times New Roman"/>
          <w:sz w:val="28"/>
          <w:szCs w:val="28"/>
        </w:rPr>
      </w:pPr>
      <w:r w:rsidRPr="00D44A0F">
        <w:rPr>
          <w:rFonts w:ascii="Times New Roman" w:hAnsi="Times New Roman"/>
          <w:sz w:val="28"/>
          <w:szCs w:val="28"/>
        </w:rPr>
        <w:t>- сведения из Единого государственного реестра прав на недвижимое имущество и сделок с ним о правах на жилое помещение;</w:t>
      </w:r>
    </w:p>
    <w:p w:rsidR="002466ED" w:rsidRPr="00D44A0F" w:rsidRDefault="002466ED" w:rsidP="00D44A0F">
      <w:pPr>
        <w:autoSpaceDE w:val="0"/>
        <w:autoSpaceDN w:val="0"/>
        <w:adjustRightInd w:val="0"/>
        <w:spacing w:line="240" w:lineRule="auto"/>
        <w:ind w:firstLine="709"/>
        <w:jc w:val="both"/>
        <w:rPr>
          <w:szCs w:val="28"/>
        </w:rPr>
      </w:pPr>
      <w:r w:rsidRPr="00D44A0F">
        <w:rPr>
          <w:szCs w:val="28"/>
        </w:rPr>
        <w:t>- технический паспорт жилого помещения;</w:t>
      </w:r>
    </w:p>
    <w:p w:rsidR="002466ED" w:rsidRPr="00D44A0F" w:rsidRDefault="002466ED" w:rsidP="00D44A0F">
      <w:pPr>
        <w:autoSpaceDE w:val="0"/>
        <w:autoSpaceDN w:val="0"/>
        <w:adjustRightInd w:val="0"/>
        <w:spacing w:line="240" w:lineRule="auto"/>
        <w:ind w:firstLine="709"/>
        <w:jc w:val="both"/>
        <w:rPr>
          <w:szCs w:val="28"/>
        </w:rPr>
      </w:pPr>
      <w:r w:rsidRPr="00D44A0F">
        <w:rPr>
          <w:szCs w:val="28"/>
        </w:rPr>
        <w:t>- технический план нежилого помещения;</w:t>
      </w:r>
    </w:p>
    <w:p w:rsidR="002466ED" w:rsidRDefault="002466ED" w:rsidP="00D44A0F">
      <w:pPr>
        <w:autoSpaceDE w:val="0"/>
        <w:autoSpaceDN w:val="0"/>
        <w:adjustRightInd w:val="0"/>
        <w:spacing w:line="240" w:lineRule="auto"/>
        <w:ind w:firstLine="709"/>
        <w:jc w:val="both"/>
        <w:rPr>
          <w:szCs w:val="28"/>
        </w:rPr>
      </w:pPr>
      <w:r w:rsidRPr="00D44A0F">
        <w:rPr>
          <w:szCs w:val="28"/>
        </w:rPr>
        <w:t>-заключения (акты) соответствующих органов государственного надзора (контроля) в случае, если представление указанных документов признано необходимым для принятия решения о признании жилого помещения соответствующим (не соответствующим) установленным законодательством Российской Федерации требованиям.</w:t>
      </w:r>
    </w:p>
    <w:p w:rsidR="002466ED" w:rsidRPr="00D44A0F" w:rsidRDefault="002466ED" w:rsidP="00D44A0F">
      <w:pPr>
        <w:pStyle w:val="ConsPlusNormal"/>
        <w:ind w:firstLine="709"/>
        <w:jc w:val="both"/>
        <w:rPr>
          <w:rFonts w:ascii="Times New Roman" w:hAnsi="Times New Roman"/>
          <w:sz w:val="28"/>
          <w:szCs w:val="28"/>
        </w:rPr>
      </w:pPr>
      <w:r w:rsidRPr="00D44A0F">
        <w:rPr>
          <w:rFonts w:ascii="Times New Roman" w:hAnsi="Times New Roman"/>
          <w:sz w:val="28"/>
          <w:szCs w:val="28"/>
        </w:rPr>
        <w:t>2.9.1. Документы, указанные в пункте 2.9. настоящего административного регламента, могут быть представлены заявителем по собственной инициативе.</w:t>
      </w:r>
    </w:p>
    <w:p w:rsidR="002466ED" w:rsidRPr="00D44A0F" w:rsidRDefault="002466ED" w:rsidP="00D44A0F">
      <w:pPr>
        <w:pStyle w:val="ConsPlusNormal"/>
        <w:ind w:firstLine="709"/>
        <w:jc w:val="both"/>
        <w:rPr>
          <w:rFonts w:ascii="Times New Roman" w:hAnsi="Times New Roman"/>
          <w:sz w:val="28"/>
          <w:szCs w:val="28"/>
        </w:rPr>
      </w:pPr>
    </w:p>
    <w:p w:rsidR="002466ED" w:rsidRPr="00D44A0F" w:rsidRDefault="002466ED" w:rsidP="00D44A0F">
      <w:pPr>
        <w:pStyle w:val="ConsPlusNormal"/>
        <w:ind w:firstLine="709"/>
        <w:jc w:val="center"/>
        <w:outlineLvl w:val="2"/>
        <w:rPr>
          <w:rFonts w:ascii="Times New Roman" w:hAnsi="Times New Roman"/>
          <w:b/>
          <w:sz w:val="28"/>
          <w:szCs w:val="28"/>
        </w:rPr>
      </w:pPr>
      <w:r w:rsidRPr="00D44A0F">
        <w:rPr>
          <w:rFonts w:ascii="Times New Roman" w:hAnsi="Times New Roman"/>
          <w:b/>
          <w:sz w:val="28"/>
          <w:szCs w:val="28"/>
        </w:rPr>
        <w:t>Исчерпывающий перечень оснований для отказа в приеме документов, необходимых для предоставления муниципальной услуги</w:t>
      </w:r>
    </w:p>
    <w:p w:rsidR="002466ED" w:rsidRPr="00D44A0F" w:rsidRDefault="002466ED" w:rsidP="00D44A0F">
      <w:pPr>
        <w:pStyle w:val="ConsPlusNormal"/>
        <w:ind w:firstLine="709"/>
        <w:jc w:val="both"/>
        <w:rPr>
          <w:rFonts w:ascii="Times New Roman" w:hAnsi="Times New Roman"/>
          <w:sz w:val="28"/>
          <w:szCs w:val="28"/>
        </w:rPr>
      </w:pPr>
    </w:p>
    <w:p w:rsidR="002466ED" w:rsidRPr="00D44A0F" w:rsidRDefault="002466ED" w:rsidP="00D44A0F">
      <w:pPr>
        <w:autoSpaceDE w:val="0"/>
        <w:autoSpaceDN w:val="0"/>
        <w:adjustRightInd w:val="0"/>
        <w:spacing w:line="240" w:lineRule="auto"/>
        <w:ind w:firstLine="709"/>
        <w:jc w:val="both"/>
        <w:rPr>
          <w:szCs w:val="28"/>
        </w:rPr>
      </w:pPr>
      <w:r w:rsidRPr="00D44A0F">
        <w:rPr>
          <w:szCs w:val="28"/>
        </w:rPr>
        <w:t xml:space="preserve">2.10. В соответствии с законодательством Российской Федерации оснований для отказа в приеме документов, необходимых для </w:t>
      </w:r>
      <w:r w:rsidRPr="00D44A0F">
        <w:rPr>
          <w:rStyle w:val="highlight"/>
          <w:szCs w:val="28"/>
        </w:rPr>
        <w:t>предоставления муниципальной у</w:t>
      </w:r>
      <w:r w:rsidRPr="00D44A0F">
        <w:rPr>
          <w:szCs w:val="28"/>
        </w:rPr>
        <w:t>слуги, не имеется.</w:t>
      </w:r>
    </w:p>
    <w:p w:rsidR="002466ED" w:rsidRPr="00D44A0F" w:rsidRDefault="002466ED" w:rsidP="00D44A0F">
      <w:pPr>
        <w:pStyle w:val="ConsPlusNormal"/>
        <w:ind w:firstLine="709"/>
        <w:jc w:val="both"/>
        <w:rPr>
          <w:rFonts w:ascii="Times New Roman" w:hAnsi="Times New Roman"/>
          <w:sz w:val="28"/>
          <w:szCs w:val="28"/>
        </w:rPr>
      </w:pPr>
    </w:p>
    <w:p w:rsidR="002466ED" w:rsidRPr="00D44A0F" w:rsidRDefault="002466ED" w:rsidP="00D44A0F">
      <w:pPr>
        <w:pStyle w:val="ConsPlusNormal"/>
        <w:ind w:firstLine="709"/>
        <w:jc w:val="center"/>
        <w:rPr>
          <w:rFonts w:ascii="Times New Roman" w:hAnsi="Times New Roman"/>
          <w:b/>
          <w:sz w:val="28"/>
          <w:szCs w:val="28"/>
        </w:rPr>
      </w:pPr>
      <w:r w:rsidRPr="00D44A0F">
        <w:rPr>
          <w:rFonts w:ascii="Times New Roman" w:hAnsi="Times New Roman"/>
          <w:b/>
          <w:sz w:val="28"/>
          <w:szCs w:val="28"/>
        </w:rPr>
        <w:t>Исчерпывающий перечень оснований для приостановления</w:t>
      </w:r>
    </w:p>
    <w:p w:rsidR="002466ED" w:rsidRPr="00D44A0F" w:rsidRDefault="002466ED" w:rsidP="00D44A0F">
      <w:pPr>
        <w:pStyle w:val="ConsPlusNormal"/>
        <w:ind w:firstLine="709"/>
        <w:jc w:val="center"/>
        <w:rPr>
          <w:rFonts w:ascii="Times New Roman" w:hAnsi="Times New Roman"/>
          <w:b/>
          <w:sz w:val="28"/>
          <w:szCs w:val="28"/>
        </w:rPr>
      </w:pPr>
      <w:r w:rsidRPr="00D44A0F">
        <w:rPr>
          <w:rFonts w:ascii="Times New Roman" w:hAnsi="Times New Roman"/>
          <w:b/>
          <w:sz w:val="28"/>
          <w:szCs w:val="28"/>
        </w:rPr>
        <w:t>или отказа в предоставлении муниципальной услуги</w:t>
      </w:r>
    </w:p>
    <w:p w:rsidR="002466ED" w:rsidRPr="00D44A0F" w:rsidRDefault="002466ED" w:rsidP="00D44A0F">
      <w:pPr>
        <w:pStyle w:val="ConsPlusNormal"/>
        <w:ind w:firstLine="709"/>
        <w:jc w:val="both"/>
        <w:rPr>
          <w:rFonts w:ascii="Times New Roman" w:hAnsi="Times New Roman"/>
          <w:sz w:val="28"/>
          <w:szCs w:val="28"/>
        </w:rPr>
      </w:pPr>
    </w:p>
    <w:p w:rsidR="002466ED" w:rsidRPr="00D44A0F" w:rsidRDefault="002466ED" w:rsidP="00D44A0F">
      <w:pPr>
        <w:pStyle w:val="ConsPlusNormal"/>
        <w:ind w:firstLine="709"/>
        <w:jc w:val="both"/>
        <w:rPr>
          <w:rFonts w:ascii="Times New Roman" w:hAnsi="Times New Roman"/>
          <w:sz w:val="28"/>
          <w:szCs w:val="28"/>
        </w:rPr>
      </w:pPr>
      <w:r w:rsidRPr="00D44A0F">
        <w:rPr>
          <w:rFonts w:ascii="Times New Roman" w:hAnsi="Times New Roman"/>
          <w:sz w:val="28"/>
          <w:szCs w:val="28"/>
        </w:rPr>
        <w:t>2.11. Приостановление предоставления муниципальной услуги не предусмотрено.</w:t>
      </w:r>
    </w:p>
    <w:p w:rsidR="002466ED" w:rsidRPr="00D44A0F" w:rsidRDefault="002466ED" w:rsidP="00D44A0F">
      <w:pPr>
        <w:pStyle w:val="ConsPlusNormal"/>
        <w:ind w:firstLine="709"/>
        <w:jc w:val="both"/>
        <w:rPr>
          <w:rFonts w:ascii="Times New Roman" w:hAnsi="Times New Roman"/>
          <w:sz w:val="28"/>
          <w:szCs w:val="28"/>
        </w:rPr>
      </w:pPr>
      <w:r w:rsidRPr="00D44A0F">
        <w:rPr>
          <w:rFonts w:ascii="Times New Roman" w:hAnsi="Times New Roman"/>
          <w:sz w:val="28"/>
          <w:szCs w:val="28"/>
        </w:rPr>
        <w:t>2.12. В предоставлении муниципальной услуги может быть отказано в случаях:</w:t>
      </w:r>
    </w:p>
    <w:p w:rsidR="002466ED" w:rsidRPr="00D44A0F" w:rsidRDefault="002466ED" w:rsidP="00D44A0F">
      <w:pPr>
        <w:pStyle w:val="ConsPlusNormal"/>
        <w:numPr>
          <w:ilvl w:val="0"/>
          <w:numId w:val="5"/>
        </w:numPr>
        <w:ind w:left="0" w:firstLine="709"/>
        <w:jc w:val="both"/>
        <w:rPr>
          <w:rFonts w:ascii="Times New Roman" w:hAnsi="Times New Roman"/>
          <w:sz w:val="28"/>
          <w:szCs w:val="28"/>
        </w:rPr>
      </w:pPr>
      <w:r w:rsidRPr="00D44A0F">
        <w:rPr>
          <w:rFonts w:ascii="Times New Roman" w:hAnsi="Times New Roman"/>
          <w:sz w:val="28"/>
          <w:szCs w:val="28"/>
        </w:rPr>
        <w:t>наличия в представленных документах недостоверной информации;</w:t>
      </w:r>
    </w:p>
    <w:p w:rsidR="002466ED" w:rsidRPr="00D44A0F" w:rsidRDefault="002466ED" w:rsidP="00D44A0F">
      <w:pPr>
        <w:pStyle w:val="ConsPlusNormal"/>
        <w:numPr>
          <w:ilvl w:val="0"/>
          <w:numId w:val="5"/>
        </w:numPr>
        <w:ind w:left="0" w:firstLine="709"/>
        <w:jc w:val="both"/>
        <w:rPr>
          <w:rFonts w:ascii="Times New Roman" w:hAnsi="Times New Roman"/>
          <w:sz w:val="28"/>
          <w:szCs w:val="28"/>
        </w:rPr>
      </w:pPr>
      <w:r w:rsidRPr="00D44A0F">
        <w:rPr>
          <w:rFonts w:ascii="Times New Roman" w:hAnsi="Times New Roman"/>
          <w:sz w:val="28"/>
          <w:szCs w:val="28"/>
        </w:rPr>
        <w:t>переводимое помещение отвечает требованиям или имеется возможность обеспечить соответствие такого помещения требованиям, указанным в Приложении  4 к настоящему административному регламенту.</w:t>
      </w:r>
    </w:p>
    <w:p w:rsidR="002466ED" w:rsidRPr="00D44A0F" w:rsidRDefault="002466ED" w:rsidP="00D44A0F">
      <w:pPr>
        <w:pStyle w:val="ConsPlusNormal"/>
        <w:ind w:firstLine="709"/>
        <w:jc w:val="both"/>
        <w:rPr>
          <w:rFonts w:ascii="Times New Roman" w:hAnsi="Times New Roman"/>
          <w:sz w:val="28"/>
          <w:szCs w:val="28"/>
        </w:rPr>
      </w:pPr>
      <w:r w:rsidRPr="00D44A0F">
        <w:rPr>
          <w:rFonts w:ascii="Times New Roman" w:hAnsi="Times New Roman"/>
          <w:sz w:val="28"/>
          <w:szCs w:val="28"/>
        </w:rPr>
        <w:t>После устранения оснований для отказа в предоставлении муниципальной услуги в случаях, предусмотренных пунктом 2.12 настоящего административного регламента, заявитель вправе обратиться повторно за получением муниципальной услуги.</w:t>
      </w:r>
    </w:p>
    <w:p w:rsidR="002466ED" w:rsidRPr="00D44A0F" w:rsidRDefault="002466ED" w:rsidP="00D44A0F">
      <w:pPr>
        <w:pStyle w:val="ConsPlusNormal"/>
        <w:ind w:firstLine="709"/>
        <w:jc w:val="both"/>
        <w:rPr>
          <w:rFonts w:ascii="Times New Roman" w:hAnsi="Times New Roman"/>
          <w:sz w:val="28"/>
          <w:szCs w:val="28"/>
        </w:rPr>
      </w:pPr>
    </w:p>
    <w:p w:rsidR="002466ED" w:rsidRPr="00D44A0F" w:rsidRDefault="002466ED" w:rsidP="00D44A0F">
      <w:pPr>
        <w:pStyle w:val="ConsPlusNormal"/>
        <w:ind w:firstLine="709"/>
        <w:jc w:val="center"/>
        <w:rPr>
          <w:rFonts w:ascii="Times New Roman" w:hAnsi="Times New Roman"/>
          <w:b/>
          <w:sz w:val="28"/>
          <w:szCs w:val="28"/>
        </w:rPr>
      </w:pPr>
      <w:r w:rsidRPr="00D44A0F">
        <w:rPr>
          <w:rFonts w:ascii="Times New Roman" w:hAnsi="Times New Roman"/>
          <w:b/>
          <w:sz w:val="28"/>
          <w:szCs w:val="28"/>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2466ED" w:rsidRPr="00D44A0F" w:rsidRDefault="002466ED" w:rsidP="00D44A0F">
      <w:pPr>
        <w:pStyle w:val="ConsPlusNormal"/>
        <w:ind w:firstLine="709"/>
        <w:jc w:val="center"/>
        <w:rPr>
          <w:rFonts w:ascii="Times New Roman" w:hAnsi="Times New Roman"/>
          <w:b/>
          <w:sz w:val="28"/>
          <w:szCs w:val="28"/>
        </w:rPr>
      </w:pPr>
    </w:p>
    <w:p w:rsidR="002466ED" w:rsidRPr="00D44A0F" w:rsidRDefault="002466ED" w:rsidP="00D44A0F">
      <w:pPr>
        <w:pStyle w:val="ConsPlusNormal"/>
        <w:ind w:firstLine="709"/>
        <w:jc w:val="both"/>
        <w:rPr>
          <w:rFonts w:ascii="Times New Roman" w:hAnsi="Times New Roman"/>
          <w:sz w:val="28"/>
          <w:szCs w:val="28"/>
        </w:rPr>
      </w:pPr>
      <w:r w:rsidRPr="00D44A0F">
        <w:rPr>
          <w:rFonts w:ascii="Times New Roman" w:hAnsi="Times New Roman"/>
          <w:sz w:val="28"/>
          <w:szCs w:val="28"/>
        </w:rPr>
        <w:t>2.13. Услуги, необходимые и обязательные для предоставления муниципальной услуги, отсутствуют.</w:t>
      </w:r>
    </w:p>
    <w:p w:rsidR="002466ED" w:rsidRPr="00D44A0F" w:rsidRDefault="002466ED" w:rsidP="00D44A0F">
      <w:pPr>
        <w:pStyle w:val="ConsPlusNormal"/>
        <w:ind w:firstLine="709"/>
        <w:jc w:val="both"/>
        <w:rPr>
          <w:rFonts w:ascii="Times New Roman" w:hAnsi="Times New Roman"/>
          <w:b/>
          <w:sz w:val="28"/>
          <w:szCs w:val="28"/>
        </w:rPr>
      </w:pPr>
    </w:p>
    <w:p w:rsidR="002466ED" w:rsidRPr="00D44A0F" w:rsidRDefault="002466ED" w:rsidP="00D44A0F">
      <w:pPr>
        <w:pStyle w:val="ConsPlusNormal"/>
        <w:ind w:firstLine="709"/>
        <w:jc w:val="center"/>
        <w:outlineLvl w:val="2"/>
        <w:rPr>
          <w:rFonts w:ascii="Times New Roman" w:hAnsi="Times New Roman"/>
          <w:b/>
          <w:sz w:val="28"/>
          <w:szCs w:val="28"/>
        </w:rPr>
      </w:pPr>
      <w:r w:rsidRPr="00D44A0F">
        <w:rPr>
          <w:rFonts w:ascii="Times New Roman" w:hAnsi="Times New Roman"/>
          <w:b/>
          <w:sz w:val="28"/>
          <w:szCs w:val="28"/>
        </w:rPr>
        <w:t>Порядок, размер и основания взимания</w:t>
      </w:r>
    </w:p>
    <w:p w:rsidR="002466ED" w:rsidRPr="00D44A0F" w:rsidRDefault="002466ED" w:rsidP="00D44A0F">
      <w:pPr>
        <w:pStyle w:val="ConsPlusNormal"/>
        <w:ind w:firstLine="709"/>
        <w:jc w:val="center"/>
        <w:rPr>
          <w:rFonts w:ascii="Times New Roman" w:hAnsi="Times New Roman"/>
          <w:b/>
          <w:sz w:val="28"/>
          <w:szCs w:val="28"/>
        </w:rPr>
      </w:pPr>
      <w:r w:rsidRPr="00D44A0F">
        <w:rPr>
          <w:rFonts w:ascii="Times New Roman" w:hAnsi="Times New Roman"/>
          <w:b/>
          <w:sz w:val="28"/>
          <w:szCs w:val="28"/>
        </w:rPr>
        <w:t>государственной пошлины или иной платы,</w:t>
      </w:r>
    </w:p>
    <w:p w:rsidR="002466ED" w:rsidRPr="00D44A0F" w:rsidRDefault="002466ED" w:rsidP="00D44A0F">
      <w:pPr>
        <w:pStyle w:val="ConsPlusNormal"/>
        <w:ind w:firstLine="709"/>
        <w:jc w:val="center"/>
        <w:rPr>
          <w:rFonts w:ascii="Times New Roman" w:hAnsi="Times New Roman"/>
          <w:b/>
          <w:sz w:val="28"/>
          <w:szCs w:val="28"/>
        </w:rPr>
      </w:pPr>
      <w:r w:rsidRPr="00D44A0F">
        <w:rPr>
          <w:rFonts w:ascii="Times New Roman" w:hAnsi="Times New Roman"/>
          <w:b/>
          <w:sz w:val="28"/>
          <w:szCs w:val="28"/>
        </w:rPr>
        <w:t>взимаемой за предоставление муниципальной услуги</w:t>
      </w:r>
    </w:p>
    <w:p w:rsidR="002466ED" w:rsidRPr="00D44A0F" w:rsidRDefault="002466ED" w:rsidP="00D44A0F">
      <w:pPr>
        <w:pStyle w:val="ConsPlusNormal"/>
        <w:ind w:firstLine="709"/>
        <w:jc w:val="both"/>
        <w:rPr>
          <w:rFonts w:ascii="Times New Roman" w:hAnsi="Times New Roman"/>
          <w:sz w:val="28"/>
          <w:szCs w:val="28"/>
        </w:rPr>
      </w:pPr>
    </w:p>
    <w:p w:rsidR="002466ED" w:rsidRPr="00D44A0F" w:rsidRDefault="002466ED" w:rsidP="00D44A0F">
      <w:pPr>
        <w:pStyle w:val="ConsPlusNormal"/>
        <w:ind w:firstLine="709"/>
        <w:jc w:val="both"/>
        <w:rPr>
          <w:rFonts w:ascii="Times New Roman" w:hAnsi="Times New Roman"/>
          <w:sz w:val="28"/>
          <w:szCs w:val="28"/>
        </w:rPr>
      </w:pPr>
      <w:r w:rsidRPr="00D44A0F">
        <w:rPr>
          <w:rFonts w:ascii="Times New Roman" w:hAnsi="Times New Roman"/>
          <w:sz w:val="28"/>
          <w:szCs w:val="28"/>
        </w:rPr>
        <w:t>2.14. Муниципальная услуга предоставляется бесплатно.</w:t>
      </w:r>
    </w:p>
    <w:p w:rsidR="002466ED" w:rsidRPr="00D44A0F" w:rsidRDefault="002466ED" w:rsidP="00D44A0F">
      <w:pPr>
        <w:pStyle w:val="ConsPlusNormal"/>
        <w:ind w:firstLine="709"/>
        <w:jc w:val="both"/>
        <w:rPr>
          <w:rFonts w:ascii="Times New Roman" w:hAnsi="Times New Roman"/>
          <w:sz w:val="28"/>
          <w:szCs w:val="28"/>
        </w:rPr>
      </w:pPr>
    </w:p>
    <w:p w:rsidR="002466ED" w:rsidRPr="00D44A0F" w:rsidRDefault="002466ED" w:rsidP="00D44A0F">
      <w:pPr>
        <w:pStyle w:val="ConsPlusNormal"/>
        <w:jc w:val="center"/>
        <w:outlineLvl w:val="2"/>
        <w:rPr>
          <w:rFonts w:ascii="Times New Roman" w:hAnsi="Times New Roman"/>
          <w:b/>
          <w:sz w:val="28"/>
          <w:szCs w:val="28"/>
        </w:rPr>
      </w:pPr>
      <w:r w:rsidRPr="00D44A0F">
        <w:rPr>
          <w:rFonts w:ascii="Times New Roman" w:hAnsi="Times New Roman"/>
          <w:b/>
          <w:sz w:val="28"/>
          <w:szCs w:val="28"/>
        </w:rPr>
        <w:t>Порядок, размер и основания взимания платы за предоставление услуг, необходимых и обязательных для предоставления муниципальной услуги, включая информацию о методиках расчета такой платы</w:t>
      </w:r>
    </w:p>
    <w:p w:rsidR="002466ED" w:rsidRPr="00D44A0F" w:rsidRDefault="002466ED" w:rsidP="00D44A0F">
      <w:pPr>
        <w:pStyle w:val="ConsPlusNormal"/>
        <w:ind w:firstLine="709"/>
        <w:jc w:val="both"/>
        <w:rPr>
          <w:rFonts w:ascii="Times New Roman" w:hAnsi="Times New Roman"/>
          <w:sz w:val="28"/>
          <w:szCs w:val="28"/>
        </w:rPr>
      </w:pPr>
    </w:p>
    <w:p w:rsidR="002466ED" w:rsidRPr="00D44A0F" w:rsidRDefault="002466ED" w:rsidP="00D44A0F">
      <w:pPr>
        <w:pStyle w:val="ConsPlusNormal"/>
        <w:ind w:firstLine="709"/>
        <w:jc w:val="both"/>
        <w:rPr>
          <w:rFonts w:ascii="Times New Roman" w:hAnsi="Times New Roman"/>
          <w:sz w:val="28"/>
          <w:szCs w:val="28"/>
        </w:rPr>
      </w:pPr>
      <w:r w:rsidRPr="00D44A0F">
        <w:rPr>
          <w:rFonts w:ascii="Times New Roman" w:hAnsi="Times New Roman"/>
          <w:sz w:val="28"/>
          <w:szCs w:val="28"/>
        </w:rPr>
        <w:t>2.15. Услуги, необходимые и обязательные для предоставления муниципальной услуги, отсутствуют.</w:t>
      </w:r>
    </w:p>
    <w:p w:rsidR="002466ED" w:rsidRPr="00D44A0F" w:rsidRDefault="002466ED" w:rsidP="00D44A0F">
      <w:pPr>
        <w:pStyle w:val="ConsPlusNormal"/>
        <w:ind w:firstLine="709"/>
        <w:jc w:val="both"/>
        <w:rPr>
          <w:rFonts w:ascii="Times New Roman" w:hAnsi="Times New Roman"/>
          <w:sz w:val="28"/>
          <w:szCs w:val="28"/>
        </w:rPr>
      </w:pPr>
    </w:p>
    <w:p w:rsidR="002466ED" w:rsidRPr="00D44A0F" w:rsidRDefault="002466ED" w:rsidP="00D44A0F">
      <w:pPr>
        <w:pStyle w:val="ConsPlusNormal"/>
        <w:ind w:firstLine="709"/>
        <w:jc w:val="center"/>
        <w:outlineLvl w:val="2"/>
        <w:rPr>
          <w:rFonts w:ascii="Times New Roman" w:hAnsi="Times New Roman"/>
          <w:b/>
          <w:sz w:val="28"/>
          <w:szCs w:val="28"/>
        </w:rPr>
      </w:pPr>
      <w:r w:rsidRPr="00D44A0F">
        <w:rPr>
          <w:rFonts w:ascii="Times New Roman" w:hAnsi="Times New Roman"/>
          <w:b/>
          <w:sz w:val="28"/>
          <w:szCs w:val="28"/>
        </w:rPr>
        <w:t>Максимальный срок ожидания в очереди при подаче запроса</w:t>
      </w:r>
    </w:p>
    <w:p w:rsidR="002466ED" w:rsidRPr="00D44A0F" w:rsidRDefault="002466ED" w:rsidP="00D44A0F">
      <w:pPr>
        <w:pStyle w:val="ConsPlusNormal"/>
        <w:ind w:firstLine="709"/>
        <w:jc w:val="center"/>
        <w:rPr>
          <w:rFonts w:ascii="Times New Roman" w:hAnsi="Times New Roman"/>
          <w:b/>
          <w:sz w:val="28"/>
          <w:szCs w:val="28"/>
        </w:rPr>
      </w:pPr>
      <w:r w:rsidRPr="00D44A0F">
        <w:rPr>
          <w:rFonts w:ascii="Times New Roman" w:hAnsi="Times New Roman"/>
          <w:b/>
          <w:sz w:val="28"/>
          <w:szCs w:val="28"/>
        </w:rPr>
        <w:t>о предоставлении муниципальной услуги и при получении</w:t>
      </w:r>
    </w:p>
    <w:p w:rsidR="002466ED" w:rsidRPr="00D44A0F" w:rsidRDefault="002466ED" w:rsidP="00D44A0F">
      <w:pPr>
        <w:pStyle w:val="ConsPlusNormal"/>
        <w:ind w:firstLine="709"/>
        <w:jc w:val="center"/>
        <w:rPr>
          <w:rFonts w:ascii="Times New Roman" w:hAnsi="Times New Roman"/>
          <w:b/>
          <w:sz w:val="28"/>
          <w:szCs w:val="28"/>
        </w:rPr>
      </w:pPr>
      <w:r w:rsidRPr="00D44A0F">
        <w:rPr>
          <w:rFonts w:ascii="Times New Roman" w:hAnsi="Times New Roman"/>
          <w:b/>
          <w:sz w:val="28"/>
          <w:szCs w:val="28"/>
        </w:rPr>
        <w:t>результата предоставления муниципальной услуги</w:t>
      </w:r>
    </w:p>
    <w:p w:rsidR="002466ED" w:rsidRPr="00D44A0F" w:rsidRDefault="002466ED" w:rsidP="00D44A0F">
      <w:pPr>
        <w:pStyle w:val="ConsPlusNormal"/>
        <w:ind w:firstLine="709"/>
        <w:jc w:val="both"/>
        <w:rPr>
          <w:rFonts w:ascii="Times New Roman" w:hAnsi="Times New Roman"/>
          <w:b/>
          <w:sz w:val="28"/>
          <w:szCs w:val="28"/>
        </w:rPr>
      </w:pPr>
    </w:p>
    <w:p w:rsidR="002466ED" w:rsidRPr="00D44A0F" w:rsidRDefault="002466ED" w:rsidP="00D44A0F">
      <w:pPr>
        <w:pStyle w:val="ConsPlusNormal"/>
        <w:ind w:firstLine="709"/>
        <w:jc w:val="both"/>
        <w:rPr>
          <w:rFonts w:ascii="Times New Roman" w:hAnsi="Times New Roman"/>
          <w:sz w:val="28"/>
          <w:szCs w:val="28"/>
        </w:rPr>
      </w:pPr>
      <w:r w:rsidRPr="00D44A0F">
        <w:rPr>
          <w:rFonts w:ascii="Times New Roman" w:hAnsi="Times New Roman"/>
          <w:sz w:val="28"/>
          <w:szCs w:val="28"/>
        </w:rPr>
        <w:t>2.16. Максимальный срок ожидания в очереди при подаче запроса о предоставлении муниципальной услуги и при получении результата</w:t>
      </w:r>
      <w:r>
        <w:rPr>
          <w:rFonts w:ascii="Times New Roman" w:hAnsi="Times New Roman"/>
          <w:sz w:val="28"/>
          <w:szCs w:val="28"/>
        </w:rPr>
        <w:t>,</w:t>
      </w:r>
      <w:r w:rsidRPr="00D44A0F">
        <w:rPr>
          <w:rFonts w:ascii="Times New Roman" w:hAnsi="Times New Roman"/>
          <w:sz w:val="28"/>
          <w:szCs w:val="28"/>
        </w:rPr>
        <w:t xml:space="preserve"> составляет не более 15 минут.</w:t>
      </w:r>
    </w:p>
    <w:p w:rsidR="002466ED" w:rsidRPr="00D44A0F" w:rsidRDefault="002466ED" w:rsidP="00D44A0F">
      <w:pPr>
        <w:pStyle w:val="ConsPlusNormal"/>
        <w:ind w:firstLine="709"/>
        <w:jc w:val="both"/>
        <w:rPr>
          <w:rFonts w:ascii="Times New Roman" w:hAnsi="Times New Roman"/>
          <w:sz w:val="28"/>
          <w:szCs w:val="28"/>
        </w:rPr>
      </w:pPr>
    </w:p>
    <w:p w:rsidR="002466ED" w:rsidRPr="00D44A0F" w:rsidRDefault="002466ED" w:rsidP="00D44A0F">
      <w:pPr>
        <w:pStyle w:val="ConsPlusNormal"/>
        <w:ind w:firstLine="709"/>
        <w:jc w:val="center"/>
        <w:outlineLvl w:val="2"/>
        <w:rPr>
          <w:rFonts w:ascii="Times New Roman" w:hAnsi="Times New Roman"/>
          <w:b/>
          <w:sz w:val="28"/>
          <w:szCs w:val="28"/>
        </w:rPr>
      </w:pPr>
      <w:r w:rsidRPr="00D44A0F">
        <w:rPr>
          <w:rFonts w:ascii="Times New Roman" w:hAnsi="Times New Roman"/>
          <w:b/>
          <w:sz w:val="28"/>
          <w:szCs w:val="28"/>
        </w:rPr>
        <w:t>Срок регистрации запроса заявителя о предоставлении муниципальной услуги</w:t>
      </w:r>
    </w:p>
    <w:p w:rsidR="002466ED" w:rsidRPr="00D44A0F" w:rsidRDefault="002466ED" w:rsidP="00D44A0F">
      <w:pPr>
        <w:pStyle w:val="ConsPlusNormal"/>
        <w:ind w:firstLine="709"/>
        <w:jc w:val="both"/>
        <w:rPr>
          <w:rFonts w:ascii="Times New Roman" w:hAnsi="Times New Roman"/>
          <w:sz w:val="28"/>
          <w:szCs w:val="28"/>
        </w:rPr>
      </w:pPr>
    </w:p>
    <w:p w:rsidR="002466ED" w:rsidRPr="00D44A0F" w:rsidRDefault="002466ED" w:rsidP="00D44A0F">
      <w:pPr>
        <w:pStyle w:val="ConsPlusNormal"/>
        <w:ind w:firstLine="709"/>
        <w:jc w:val="both"/>
        <w:rPr>
          <w:rFonts w:ascii="Times New Roman" w:hAnsi="Times New Roman"/>
          <w:sz w:val="28"/>
          <w:szCs w:val="28"/>
        </w:rPr>
      </w:pPr>
      <w:r w:rsidRPr="00D44A0F">
        <w:rPr>
          <w:rFonts w:ascii="Times New Roman" w:hAnsi="Times New Roman"/>
          <w:sz w:val="28"/>
          <w:szCs w:val="28"/>
        </w:rPr>
        <w:t>2.17. Заявление и прилагаемые к нему документы регистрируются в день их поступления.</w:t>
      </w:r>
    </w:p>
    <w:p w:rsidR="002466ED" w:rsidRPr="00D44A0F" w:rsidRDefault="002466ED" w:rsidP="00D44A0F">
      <w:pPr>
        <w:pStyle w:val="ConsPlusNormal"/>
        <w:ind w:firstLine="709"/>
        <w:jc w:val="both"/>
        <w:rPr>
          <w:rFonts w:ascii="Times New Roman" w:hAnsi="Times New Roman"/>
          <w:b/>
          <w:sz w:val="28"/>
          <w:szCs w:val="28"/>
        </w:rPr>
      </w:pPr>
    </w:p>
    <w:p w:rsidR="002466ED" w:rsidRPr="00D44A0F" w:rsidRDefault="002466ED" w:rsidP="00D44A0F">
      <w:pPr>
        <w:pStyle w:val="ConsPlusNormal"/>
        <w:ind w:firstLine="709"/>
        <w:jc w:val="center"/>
        <w:outlineLvl w:val="2"/>
        <w:rPr>
          <w:rFonts w:ascii="Times New Roman" w:hAnsi="Times New Roman"/>
          <w:b/>
          <w:sz w:val="28"/>
          <w:szCs w:val="28"/>
        </w:rPr>
      </w:pPr>
      <w:r w:rsidRPr="00D44A0F">
        <w:rPr>
          <w:rFonts w:ascii="Times New Roman" w:hAnsi="Times New Roman"/>
          <w:b/>
          <w:sz w:val="28"/>
          <w:szCs w:val="28"/>
        </w:rPr>
        <w:t>Требования к помещениям, в которых предоставляются</w:t>
      </w:r>
    </w:p>
    <w:p w:rsidR="002466ED" w:rsidRPr="00D44A0F" w:rsidRDefault="002466ED" w:rsidP="00D44A0F">
      <w:pPr>
        <w:pStyle w:val="ConsPlusNormal"/>
        <w:ind w:firstLine="709"/>
        <w:jc w:val="center"/>
        <w:rPr>
          <w:rFonts w:ascii="Times New Roman" w:hAnsi="Times New Roman"/>
          <w:b/>
          <w:sz w:val="28"/>
          <w:szCs w:val="28"/>
        </w:rPr>
      </w:pPr>
      <w:r w:rsidRPr="00D44A0F">
        <w:rPr>
          <w:rFonts w:ascii="Times New Roman" w:hAnsi="Times New Roman"/>
          <w:b/>
          <w:sz w:val="28"/>
          <w:szCs w:val="28"/>
        </w:rPr>
        <w:t>муниципальные услуги, к местам ожидания и приема заявителей,</w:t>
      </w:r>
    </w:p>
    <w:p w:rsidR="002466ED" w:rsidRPr="00D44A0F" w:rsidRDefault="002466ED" w:rsidP="00D44A0F">
      <w:pPr>
        <w:pStyle w:val="ConsPlusNormal"/>
        <w:ind w:firstLine="709"/>
        <w:jc w:val="center"/>
        <w:rPr>
          <w:rFonts w:ascii="Times New Roman" w:hAnsi="Times New Roman"/>
          <w:b/>
          <w:sz w:val="28"/>
          <w:szCs w:val="28"/>
        </w:rPr>
      </w:pPr>
      <w:r w:rsidRPr="00D44A0F">
        <w:rPr>
          <w:rFonts w:ascii="Times New Roman" w:hAnsi="Times New Roman"/>
          <w:b/>
          <w:sz w:val="28"/>
          <w:szCs w:val="28"/>
        </w:rPr>
        <w:t>размещению и оформлению визуальной,</w:t>
      </w:r>
    </w:p>
    <w:p w:rsidR="002466ED" w:rsidRPr="00D44A0F" w:rsidRDefault="002466ED" w:rsidP="00D44A0F">
      <w:pPr>
        <w:pStyle w:val="ConsPlusNormal"/>
        <w:ind w:firstLine="709"/>
        <w:jc w:val="center"/>
        <w:rPr>
          <w:rFonts w:ascii="Times New Roman" w:hAnsi="Times New Roman"/>
          <w:b/>
          <w:sz w:val="28"/>
          <w:szCs w:val="28"/>
        </w:rPr>
      </w:pPr>
      <w:r w:rsidRPr="00D44A0F">
        <w:rPr>
          <w:rFonts w:ascii="Times New Roman" w:hAnsi="Times New Roman"/>
          <w:b/>
          <w:sz w:val="28"/>
          <w:szCs w:val="28"/>
        </w:rPr>
        <w:t>текстовой и мультимедийной информации</w:t>
      </w:r>
    </w:p>
    <w:p w:rsidR="002466ED" w:rsidRPr="00D44A0F" w:rsidRDefault="002466ED" w:rsidP="00D44A0F">
      <w:pPr>
        <w:pStyle w:val="ConsPlusNormal"/>
        <w:ind w:firstLine="709"/>
        <w:jc w:val="center"/>
        <w:rPr>
          <w:rFonts w:ascii="Times New Roman" w:hAnsi="Times New Roman"/>
          <w:b/>
          <w:sz w:val="28"/>
          <w:szCs w:val="28"/>
        </w:rPr>
      </w:pPr>
      <w:r w:rsidRPr="00D44A0F">
        <w:rPr>
          <w:rFonts w:ascii="Times New Roman" w:hAnsi="Times New Roman"/>
          <w:b/>
          <w:sz w:val="28"/>
          <w:szCs w:val="28"/>
        </w:rPr>
        <w:t>о порядке предоставления муниципальной услуги</w:t>
      </w:r>
    </w:p>
    <w:p w:rsidR="002466ED" w:rsidRPr="00D44A0F" w:rsidRDefault="002466ED" w:rsidP="00D44A0F">
      <w:pPr>
        <w:pStyle w:val="ConsPlusNormal"/>
        <w:ind w:firstLine="709"/>
        <w:jc w:val="both"/>
        <w:rPr>
          <w:rFonts w:ascii="Times New Roman" w:hAnsi="Times New Roman"/>
          <w:sz w:val="28"/>
          <w:szCs w:val="28"/>
        </w:rPr>
      </w:pPr>
    </w:p>
    <w:p w:rsidR="002466ED" w:rsidRPr="00D44A0F" w:rsidRDefault="002466ED" w:rsidP="00D44A0F">
      <w:pPr>
        <w:tabs>
          <w:tab w:val="left" w:pos="709"/>
        </w:tabs>
        <w:spacing w:line="240" w:lineRule="auto"/>
        <w:ind w:firstLine="709"/>
        <w:jc w:val="both"/>
        <w:rPr>
          <w:szCs w:val="28"/>
          <w:lang w:eastAsia="ru-RU"/>
        </w:rPr>
      </w:pPr>
      <w:r w:rsidRPr="00D44A0F">
        <w:rPr>
          <w:szCs w:val="28"/>
        </w:rPr>
        <w:t xml:space="preserve">2.18. Здание (помещение) </w:t>
      </w:r>
      <w:r>
        <w:rPr>
          <w:szCs w:val="28"/>
        </w:rPr>
        <w:t>Администрации сельского поселения «Няшабож»</w:t>
      </w:r>
      <w:r w:rsidRPr="00D44A0F">
        <w:rPr>
          <w:szCs w:val="28"/>
        </w:rPr>
        <w:t xml:space="preserve"> оборудуется информационной табличкой (вывеской) с указанием полного наименования.</w:t>
      </w:r>
    </w:p>
    <w:p w:rsidR="002466ED" w:rsidRPr="00D44A0F" w:rsidRDefault="002466ED" w:rsidP="00D44A0F">
      <w:pPr>
        <w:tabs>
          <w:tab w:val="left" w:pos="709"/>
        </w:tabs>
        <w:spacing w:line="240" w:lineRule="auto"/>
        <w:ind w:firstLine="709"/>
        <w:jc w:val="both"/>
        <w:rPr>
          <w:szCs w:val="28"/>
        </w:rPr>
      </w:pPr>
      <w:r w:rsidRPr="00D44A0F">
        <w:rPr>
          <w:szCs w:val="28"/>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2466ED" w:rsidRPr="00D44A0F" w:rsidRDefault="002466ED" w:rsidP="00D44A0F">
      <w:pPr>
        <w:tabs>
          <w:tab w:val="left" w:pos="709"/>
        </w:tabs>
        <w:spacing w:line="240" w:lineRule="auto"/>
        <w:ind w:firstLine="709"/>
        <w:jc w:val="both"/>
        <w:rPr>
          <w:szCs w:val="28"/>
        </w:rPr>
      </w:pPr>
      <w:r w:rsidRPr="00D44A0F">
        <w:rPr>
          <w:szCs w:val="28"/>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2466ED" w:rsidRPr="00D44A0F" w:rsidRDefault="002466ED" w:rsidP="00D44A0F">
      <w:pPr>
        <w:tabs>
          <w:tab w:val="left" w:pos="709"/>
        </w:tabs>
        <w:spacing w:line="240" w:lineRule="auto"/>
        <w:ind w:firstLine="709"/>
        <w:jc w:val="both"/>
        <w:rPr>
          <w:szCs w:val="28"/>
        </w:rPr>
      </w:pPr>
      <w:r w:rsidRPr="00D44A0F">
        <w:rPr>
          <w:szCs w:val="28"/>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2466ED" w:rsidRPr="00D44A0F" w:rsidRDefault="002466ED" w:rsidP="00D44A0F">
      <w:pPr>
        <w:shd w:val="clear" w:color="auto" w:fill="FFFFFF"/>
        <w:tabs>
          <w:tab w:val="left" w:pos="709"/>
        </w:tabs>
        <w:spacing w:line="240" w:lineRule="auto"/>
        <w:ind w:firstLine="709"/>
        <w:jc w:val="both"/>
        <w:rPr>
          <w:szCs w:val="28"/>
        </w:rPr>
      </w:pPr>
      <w:r w:rsidRPr="00D44A0F">
        <w:rPr>
          <w:szCs w:val="28"/>
        </w:rPr>
        <w:t>Информационные стенды должны содержать:</w:t>
      </w:r>
    </w:p>
    <w:p w:rsidR="002466ED" w:rsidRPr="00D44A0F" w:rsidRDefault="002466ED" w:rsidP="00D44A0F">
      <w:pPr>
        <w:numPr>
          <w:ilvl w:val="0"/>
          <w:numId w:val="28"/>
        </w:numPr>
        <w:shd w:val="clear" w:color="auto" w:fill="FFFFFF"/>
        <w:tabs>
          <w:tab w:val="left" w:pos="709"/>
          <w:tab w:val="left" w:pos="993"/>
        </w:tabs>
        <w:spacing w:line="240" w:lineRule="auto"/>
        <w:ind w:left="0" w:firstLine="709"/>
        <w:jc w:val="both"/>
        <w:rPr>
          <w:szCs w:val="28"/>
        </w:rPr>
      </w:pPr>
      <w:r w:rsidRPr="00D44A0F">
        <w:rPr>
          <w:szCs w:val="28"/>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2466ED" w:rsidRPr="00D44A0F" w:rsidRDefault="002466ED" w:rsidP="00D44A0F">
      <w:pPr>
        <w:numPr>
          <w:ilvl w:val="0"/>
          <w:numId w:val="28"/>
        </w:numPr>
        <w:shd w:val="clear" w:color="auto" w:fill="FFFFFF"/>
        <w:tabs>
          <w:tab w:val="left" w:pos="709"/>
          <w:tab w:val="left" w:pos="993"/>
        </w:tabs>
        <w:spacing w:line="240" w:lineRule="auto"/>
        <w:ind w:left="0" w:firstLine="709"/>
        <w:jc w:val="both"/>
        <w:rPr>
          <w:szCs w:val="28"/>
        </w:rPr>
      </w:pPr>
      <w:r w:rsidRPr="00D44A0F">
        <w:rPr>
          <w:szCs w:val="28"/>
        </w:rPr>
        <w:t>контактную информацию (телефон, адрес электронной почты, номер кабинета) специалистов, ответственных за прием документов;</w:t>
      </w:r>
    </w:p>
    <w:p w:rsidR="002466ED" w:rsidRPr="00D44A0F" w:rsidRDefault="002466ED" w:rsidP="00D44A0F">
      <w:pPr>
        <w:numPr>
          <w:ilvl w:val="0"/>
          <w:numId w:val="28"/>
        </w:numPr>
        <w:shd w:val="clear" w:color="auto" w:fill="FFFFFF"/>
        <w:tabs>
          <w:tab w:val="left" w:pos="709"/>
          <w:tab w:val="left" w:pos="993"/>
        </w:tabs>
        <w:spacing w:line="240" w:lineRule="auto"/>
        <w:ind w:left="0" w:firstLine="709"/>
        <w:jc w:val="both"/>
        <w:rPr>
          <w:szCs w:val="28"/>
        </w:rPr>
      </w:pPr>
      <w:r w:rsidRPr="00D44A0F">
        <w:rPr>
          <w:szCs w:val="28"/>
        </w:rPr>
        <w:t>контактную информацию (телефон, адрес электронной почты) специалистов, ответственных за информирование;</w:t>
      </w:r>
    </w:p>
    <w:p w:rsidR="002466ED" w:rsidRPr="00D44A0F" w:rsidRDefault="002466ED" w:rsidP="00D44A0F">
      <w:pPr>
        <w:shd w:val="clear" w:color="auto" w:fill="FFFFFF"/>
        <w:tabs>
          <w:tab w:val="left" w:pos="709"/>
          <w:tab w:val="left" w:pos="993"/>
        </w:tabs>
        <w:spacing w:line="240" w:lineRule="auto"/>
        <w:ind w:firstLine="709"/>
        <w:jc w:val="both"/>
        <w:rPr>
          <w:szCs w:val="28"/>
        </w:rPr>
      </w:pPr>
      <w:r w:rsidRPr="00D44A0F">
        <w:rPr>
          <w:szCs w:val="28"/>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2466ED" w:rsidRPr="00D44A0F" w:rsidRDefault="002466ED" w:rsidP="00D44A0F">
      <w:pPr>
        <w:tabs>
          <w:tab w:val="left" w:pos="709"/>
        </w:tabs>
        <w:spacing w:line="240" w:lineRule="auto"/>
        <w:ind w:firstLine="709"/>
        <w:jc w:val="both"/>
        <w:rPr>
          <w:szCs w:val="28"/>
        </w:rPr>
      </w:pPr>
      <w:r w:rsidRPr="00D44A0F">
        <w:rPr>
          <w:szCs w:val="28"/>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2466ED" w:rsidRPr="00D44A0F" w:rsidRDefault="002466ED" w:rsidP="00D44A0F">
      <w:pPr>
        <w:pStyle w:val="ConsPlusNormal"/>
        <w:ind w:firstLine="709"/>
        <w:jc w:val="both"/>
        <w:rPr>
          <w:rFonts w:ascii="Times New Roman" w:hAnsi="Times New Roman"/>
          <w:sz w:val="28"/>
          <w:szCs w:val="28"/>
        </w:rPr>
      </w:pPr>
    </w:p>
    <w:p w:rsidR="002466ED" w:rsidRPr="00D44A0F" w:rsidRDefault="002466ED" w:rsidP="00D44A0F">
      <w:pPr>
        <w:pStyle w:val="ConsPlusNormal"/>
        <w:ind w:firstLine="709"/>
        <w:jc w:val="center"/>
        <w:outlineLvl w:val="2"/>
        <w:rPr>
          <w:rFonts w:ascii="Times New Roman" w:hAnsi="Times New Roman"/>
          <w:b/>
          <w:sz w:val="28"/>
          <w:szCs w:val="28"/>
        </w:rPr>
      </w:pPr>
      <w:r w:rsidRPr="00D44A0F">
        <w:rPr>
          <w:rFonts w:ascii="Times New Roman" w:hAnsi="Times New Roman"/>
          <w:b/>
          <w:sz w:val="28"/>
          <w:szCs w:val="28"/>
        </w:rPr>
        <w:t>Показатели доступности и качества муниципальных услуг</w:t>
      </w:r>
    </w:p>
    <w:p w:rsidR="002466ED" w:rsidRPr="00D44A0F" w:rsidRDefault="002466ED" w:rsidP="00D44A0F">
      <w:pPr>
        <w:pStyle w:val="ConsPlusNormal"/>
        <w:ind w:firstLine="709"/>
        <w:jc w:val="both"/>
        <w:rPr>
          <w:rFonts w:ascii="Times New Roman" w:hAnsi="Times New Roman"/>
          <w:sz w:val="28"/>
          <w:szCs w:val="28"/>
        </w:rPr>
      </w:pPr>
    </w:p>
    <w:p w:rsidR="002466ED" w:rsidRPr="00D44A0F" w:rsidRDefault="002466ED" w:rsidP="00D44A0F">
      <w:pPr>
        <w:pStyle w:val="ConsPlusNormal"/>
        <w:ind w:firstLine="709"/>
        <w:jc w:val="both"/>
        <w:rPr>
          <w:rFonts w:ascii="Times New Roman" w:hAnsi="Times New Roman"/>
          <w:sz w:val="28"/>
          <w:szCs w:val="28"/>
        </w:rPr>
      </w:pPr>
      <w:r w:rsidRPr="00D44A0F">
        <w:rPr>
          <w:rFonts w:ascii="Times New Roman" w:hAnsi="Times New Roman"/>
          <w:sz w:val="28"/>
          <w:szCs w:val="28"/>
        </w:rPr>
        <w:t>2.19. Показатели доступности и качества муниципальных услуг: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343"/>
        <w:gridCol w:w="1471"/>
        <w:gridCol w:w="2757"/>
      </w:tblGrid>
      <w:tr w:rsidR="002466ED" w:rsidRPr="00D44A0F" w:rsidTr="00D16095">
        <w:tc>
          <w:tcPr>
            <w:tcW w:w="5343" w:type="dxa"/>
          </w:tcPr>
          <w:p w:rsidR="002466ED" w:rsidRPr="00D44A0F" w:rsidRDefault="002466ED" w:rsidP="00D44A0F">
            <w:pPr>
              <w:autoSpaceDE w:val="0"/>
              <w:autoSpaceDN w:val="0"/>
              <w:adjustRightInd w:val="0"/>
              <w:spacing w:line="240" w:lineRule="auto"/>
              <w:jc w:val="both"/>
              <w:rPr>
                <w:szCs w:val="28"/>
                <w:lang w:eastAsia="ru-RU"/>
              </w:rPr>
            </w:pPr>
            <w:r w:rsidRPr="00D44A0F">
              <w:rPr>
                <w:szCs w:val="28"/>
                <w:lang w:eastAsia="ru-RU"/>
              </w:rPr>
              <w:t>Показатели</w:t>
            </w:r>
          </w:p>
        </w:tc>
        <w:tc>
          <w:tcPr>
            <w:tcW w:w="1471" w:type="dxa"/>
          </w:tcPr>
          <w:p w:rsidR="002466ED" w:rsidRPr="00D44A0F" w:rsidRDefault="002466ED" w:rsidP="00D44A0F">
            <w:pPr>
              <w:autoSpaceDE w:val="0"/>
              <w:autoSpaceDN w:val="0"/>
              <w:adjustRightInd w:val="0"/>
              <w:spacing w:line="240" w:lineRule="auto"/>
              <w:jc w:val="both"/>
              <w:rPr>
                <w:szCs w:val="28"/>
                <w:lang w:eastAsia="ru-RU"/>
              </w:rPr>
            </w:pPr>
            <w:r w:rsidRPr="00D44A0F">
              <w:rPr>
                <w:szCs w:val="28"/>
                <w:lang w:eastAsia="ru-RU"/>
              </w:rPr>
              <w:t>Единица</w:t>
            </w:r>
          </w:p>
          <w:p w:rsidR="002466ED" w:rsidRPr="00D44A0F" w:rsidRDefault="002466ED" w:rsidP="00D44A0F">
            <w:pPr>
              <w:autoSpaceDE w:val="0"/>
              <w:autoSpaceDN w:val="0"/>
              <w:adjustRightInd w:val="0"/>
              <w:spacing w:line="240" w:lineRule="auto"/>
              <w:jc w:val="both"/>
              <w:rPr>
                <w:szCs w:val="28"/>
                <w:lang w:eastAsia="ru-RU"/>
              </w:rPr>
            </w:pPr>
            <w:r w:rsidRPr="00D44A0F">
              <w:rPr>
                <w:szCs w:val="28"/>
                <w:lang w:eastAsia="ru-RU"/>
              </w:rPr>
              <w:t>измерения</w:t>
            </w:r>
          </w:p>
        </w:tc>
        <w:tc>
          <w:tcPr>
            <w:tcW w:w="2757" w:type="dxa"/>
          </w:tcPr>
          <w:p w:rsidR="002466ED" w:rsidRPr="00D44A0F" w:rsidRDefault="002466ED" w:rsidP="00D44A0F">
            <w:pPr>
              <w:autoSpaceDE w:val="0"/>
              <w:autoSpaceDN w:val="0"/>
              <w:adjustRightInd w:val="0"/>
              <w:spacing w:line="240" w:lineRule="auto"/>
              <w:jc w:val="both"/>
              <w:rPr>
                <w:szCs w:val="28"/>
                <w:lang w:eastAsia="ru-RU"/>
              </w:rPr>
            </w:pPr>
            <w:r w:rsidRPr="00D44A0F">
              <w:rPr>
                <w:szCs w:val="28"/>
                <w:lang w:eastAsia="ru-RU"/>
              </w:rPr>
              <w:t>Нормативное значение показателя</w:t>
            </w:r>
          </w:p>
        </w:tc>
      </w:tr>
      <w:tr w:rsidR="002466ED" w:rsidRPr="00D44A0F" w:rsidTr="00D16095">
        <w:tc>
          <w:tcPr>
            <w:tcW w:w="9571" w:type="dxa"/>
            <w:gridSpan w:val="3"/>
          </w:tcPr>
          <w:p w:rsidR="002466ED" w:rsidRPr="00D44A0F" w:rsidRDefault="002466ED" w:rsidP="00D44A0F">
            <w:pPr>
              <w:autoSpaceDE w:val="0"/>
              <w:autoSpaceDN w:val="0"/>
              <w:adjustRightInd w:val="0"/>
              <w:spacing w:line="240" w:lineRule="auto"/>
              <w:jc w:val="both"/>
              <w:rPr>
                <w:szCs w:val="28"/>
                <w:lang w:eastAsia="ru-RU"/>
              </w:rPr>
            </w:pPr>
            <w:r w:rsidRPr="00D44A0F">
              <w:rPr>
                <w:szCs w:val="28"/>
                <w:lang w:eastAsia="ru-RU"/>
              </w:rPr>
              <w:t>Показатели доступности</w:t>
            </w:r>
          </w:p>
        </w:tc>
      </w:tr>
      <w:tr w:rsidR="002466ED" w:rsidRPr="00D44A0F" w:rsidTr="00D16095">
        <w:tc>
          <w:tcPr>
            <w:tcW w:w="5343" w:type="dxa"/>
          </w:tcPr>
          <w:p w:rsidR="002466ED" w:rsidRPr="00D44A0F" w:rsidRDefault="002466ED" w:rsidP="00D44A0F">
            <w:pPr>
              <w:autoSpaceDE w:val="0"/>
              <w:autoSpaceDN w:val="0"/>
              <w:adjustRightInd w:val="0"/>
              <w:spacing w:line="240" w:lineRule="auto"/>
              <w:jc w:val="both"/>
              <w:rPr>
                <w:szCs w:val="28"/>
                <w:lang w:eastAsia="ru-RU"/>
              </w:rPr>
            </w:pPr>
            <w:r w:rsidRPr="00D44A0F">
              <w:rPr>
                <w:szCs w:val="28"/>
                <w:lang w:eastAsia="ru-RU"/>
              </w:rPr>
              <w:t>Наличие возможности получения в электронном виде (в соответствии с этапами перевода муниципальной услуг на предоставление в электронном виде)</w:t>
            </w:r>
          </w:p>
        </w:tc>
        <w:tc>
          <w:tcPr>
            <w:tcW w:w="1471" w:type="dxa"/>
            <w:vAlign w:val="center"/>
          </w:tcPr>
          <w:p w:rsidR="002466ED" w:rsidRPr="00D44A0F" w:rsidRDefault="002466ED" w:rsidP="00D44A0F">
            <w:pPr>
              <w:autoSpaceDE w:val="0"/>
              <w:autoSpaceDN w:val="0"/>
              <w:adjustRightInd w:val="0"/>
              <w:spacing w:line="240" w:lineRule="auto"/>
              <w:jc w:val="both"/>
              <w:rPr>
                <w:szCs w:val="28"/>
                <w:lang w:eastAsia="ru-RU"/>
              </w:rPr>
            </w:pPr>
            <w:r w:rsidRPr="00D44A0F">
              <w:rPr>
                <w:szCs w:val="28"/>
                <w:lang w:eastAsia="ru-RU"/>
              </w:rPr>
              <w:t>да/нет</w:t>
            </w:r>
          </w:p>
        </w:tc>
        <w:tc>
          <w:tcPr>
            <w:tcW w:w="2757" w:type="dxa"/>
            <w:vAlign w:val="center"/>
          </w:tcPr>
          <w:p w:rsidR="002466ED" w:rsidRPr="00D44A0F" w:rsidRDefault="002466ED" w:rsidP="00D44A0F">
            <w:pPr>
              <w:autoSpaceDE w:val="0"/>
              <w:autoSpaceDN w:val="0"/>
              <w:adjustRightInd w:val="0"/>
              <w:spacing w:line="240" w:lineRule="auto"/>
              <w:ind w:firstLine="709"/>
              <w:jc w:val="both"/>
              <w:rPr>
                <w:szCs w:val="28"/>
                <w:lang w:eastAsia="ru-RU"/>
              </w:rPr>
            </w:pPr>
            <w:r w:rsidRPr="00D44A0F">
              <w:rPr>
                <w:szCs w:val="28"/>
                <w:lang w:eastAsia="ru-RU"/>
              </w:rPr>
              <w:t>да</w:t>
            </w:r>
          </w:p>
        </w:tc>
      </w:tr>
      <w:tr w:rsidR="002466ED" w:rsidRPr="00D44A0F" w:rsidTr="00D16095">
        <w:tc>
          <w:tcPr>
            <w:tcW w:w="9571" w:type="dxa"/>
            <w:gridSpan w:val="3"/>
          </w:tcPr>
          <w:p w:rsidR="002466ED" w:rsidRPr="00D44A0F" w:rsidRDefault="002466ED" w:rsidP="00D44A0F">
            <w:pPr>
              <w:autoSpaceDE w:val="0"/>
              <w:autoSpaceDN w:val="0"/>
              <w:adjustRightInd w:val="0"/>
              <w:spacing w:line="240" w:lineRule="auto"/>
              <w:jc w:val="both"/>
              <w:rPr>
                <w:szCs w:val="28"/>
                <w:lang w:eastAsia="ru-RU"/>
              </w:rPr>
            </w:pPr>
            <w:r w:rsidRPr="00D44A0F">
              <w:rPr>
                <w:szCs w:val="28"/>
                <w:lang w:eastAsia="ru-RU"/>
              </w:rPr>
              <w:t>Показатели качества</w:t>
            </w:r>
          </w:p>
        </w:tc>
      </w:tr>
      <w:tr w:rsidR="002466ED" w:rsidRPr="00D44A0F" w:rsidTr="00D16095">
        <w:tc>
          <w:tcPr>
            <w:tcW w:w="5343" w:type="dxa"/>
          </w:tcPr>
          <w:p w:rsidR="002466ED" w:rsidRPr="00D44A0F" w:rsidRDefault="002466ED" w:rsidP="00D44A0F">
            <w:pPr>
              <w:autoSpaceDE w:val="0"/>
              <w:autoSpaceDN w:val="0"/>
              <w:adjustRightInd w:val="0"/>
              <w:spacing w:line="240" w:lineRule="auto"/>
              <w:jc w:val="both"/>
              <w:rPr>
                <w:szCs w:val="28"/>
                <w:lang w:eastAsia="ru-RU"/>
              </w:rPr>
            </w:pPr>
            <w:r w:rsidRPr="00D44A0F">
              <w:rPr>
                <w:szCs w:val="28"/>
                <w:lang w:eastAsia="ru-RU"/>
              </w:rPr>
              <w:t>Удельный вес заявлений</w:t>
            </w:r>
            <w:r w:rsidRPr="00D44A0F">
              <w:rPr>
                <w:bCs/>
                <w:szCs w:val="28"/>
                <w:lang w:eastAsia="ru-RU"/>
              </w:rPr>
              <w:t xml:space="preserve"> граждан, рассмотренных в установленный срок</w:t>
            </w:r>
            <w:r w:rsidRPr="00D44A0F">
              <w:rPr>
                <w:szCs w:val="28"/>
                <w:lang w:eastAsia="ru-RU"/>
              </w:rPr>
              <w:t>, в общем количестве обращений граждан в Органе</w:t>
            </w:r>
          </w:p>
        </w:tc>
        <w:tc>
          <w:tcPr>
            <w:tcW w:w="1471" w:type="dxa"/>
            <w:vAlign w:val="center"/>
          </w:tcPr>
          <w:p w:rsidR="002466ED" w:rsidRPr="00D44A0F" w:rsidRDefault="002466ED" w:rsidP="00D44A0F">
            <w:pPr>
              <w:autoSpaceDE w:val="0"/>
              <w:autoSpaceDN w:val="0"/>
              <w:adjustRightInd w:val="0"/>
              <w:spacing w:line="240" w:lineRule="auto"/>
              <w:ind w:firstLine="709"/>
              <w:jc w:val="both"/>
              <w:rPr>
                <w:szCs w:val="28"/>
                <w:lang w:eastAsia="ru-RU"/>
              </w:rPr>
            </w:pPr>
            <w:r w:rsidRPr="00D44A0F">
              <w:rPr>
                <w:szCs w:val="28"/>
                <w:lang w:eastAsia="ru-RU"/>
              </w:rPr>
              <w:t>%</w:t>
            </w:r>
          </w:p>
        </w:tc>
        <w:tc>
          <w:tcPr>
            <w:tcW w:w="2757" w:type="dxa"/>
            <w:vAlign w:val="center"/>
          </w:tcPr>
          <w:p w:rsidR="002466ED" w:rsidRPr="00D44A0F" w:rsidRDefault="002466ED" w:rsidP="00D44A0F">
            <w:pPr>
              <w:autoSpaceDE w:val="0"/>
              <w:autoSpaceDN w:val="0"/>
              <w:adjustRightInd w:val="0"/>
              <w:spacing w:line="240" w:lineRule="auto"/>
              <w:ind w:firstLine="709"/>
              <w:jc w:val="both"/>
              <w:rPr>
                <w:szCs w:val="28"/>
                <w:lang w:eastAsia="ru-RU"/>
              </w:rPr>
            </w:pPr>
            <w:r w:rsidRPr="00D44A0F">
              <w:rPr>
                <w:szCs w:val="28"/>
                <w:lang w:eastAsia="ru-RU"/>
              </w:rPr>
              <w:t>100</w:t>
            </w:r>
          </w:p>
        </w:tc>
      </w:tr>
      <w:tr w:rsidR="002466ED" w:rsidRPr="00D44A0F" w:rsidTr="00D16095">
        <w:tc>
          <w:tcPr>
            <w:tcW w:w="5343" w:type="dxa"/>
          </w:tcPr>
          <w:p w:rsidR="002466ED" w:rsidRPr="00D44A0F" w:rsidRDefault="002466ED" w:rsidP="00D44A0F">
            <w:pPr>
              <w:autoSpaceDE w:val="0"/>
              <w:autoSpaceDN w:val="0"/>
              <w:adjustRightInd w:val="0"/>
              <w:spacing w:line="240" w:lineRule="auto"/>
              <w:jc w:val="both"/>
              <w:rPr>
                <w:szCs w:val="28"/>
                <w:lang w:eastAsia="ru-RU"/>
              </w:rPr>
            </w:pPr>
            <w:r w:rsidRPr="00D44A0F">
              <w:rPr>
                <w:szCs w:val="28"/>
                <w:lang w:eastAsia="ru-RU"/>
              </w:rPr>
              <w:t>Удельный вес обоснованных жалоб в общем количестве заявлений на предоставление  муниципальной услуги в Органе</w:t>
            </w:r>
            <w:r w:rsidRPr="00D44A0F">
              <w:rPr>
                <w:szCs w:val="28"/>
                <w:lang w:eastAsia="ru-RU"/>
              </w:rPr>
              <w:tab/>
            </w:r>
          </w:p>
        </w:tc>
        <w:tc>
          <w:tcPr>
            <w:tcW w:w="1471" w:type="dxa"/>
            <w:vAlign w:val="center"/>
          </w:tcPr>
          <w:p w:rsidR="002466ED" w:rsidRPr="00D44A0F" w:rsidRDefault="002466ED" w:rsidP="00D44A0F">
            <w:pPr>
              <w:autoSpaceDE w:val="0"/>
              <w:autoSpaceDN w:val="0"/>
              <w:adjustRightInd w:val="0"/>
              <w:spacing w:line="240" w:lineRule="auto"/>
              <w:ind w:firstLine="709"/>
              <w:jc w:val="both"/>
              <w:rPr>
                <w:szCs w:val="28"/>
                <w:lang w:eastAsia="ru-RU"/>
              </w:rPr>
            </w:pPr>
            <w:r w:rsidRPr="00D44A0F">
              <w:rPr>
                <w:szCs w:val="28"/>
                <w:lang w:eastAsia="ru-RU"/>
              </w:rPr>
              <w:t>%</w:t>
            </w:r>
          </w:p>
        </w:tc>
        <w:tc>
          <w:tcPr>
            <w:tcW w:w="2757" w:type="dxa"/>
            <w:vAlign w:val="center"/>
          </w:tcPr>
          <w:p w:rsidR="002466ED" w:rsidRPr="00D44A0F" w:rsidRDefault="002466ED" w:rsidP="00D44A0F">
            <w:pPr>
              <w:autoSpaceDE w:val="0"/>
              <w:autoSpaceDN w:val="0"/>
              <w:adjustRightInd w:val="0"/>
              <w:spacing w:line="240" w:lineRule="auto"/>
              <w:ind w:firstLine="709"/>
              <w:jc w:val="both"/>
              <w:rPr>
                <w:szCs w:val="28"/>
                <w:lang w:eastAsia="ru-RU"/>
              </w:rPr>
            </w:pPr>
            <w:r w:rsidRPr="00D44A0F">
              <w:rPr>
                <w:szCs w:val="28"/>
                <w:lang w:eastAsia="ru-RU"/>
              </w:rPr>
              <w:t>0</w:t>
            </w:r>
          </w:p>
        </w:tc>
      </w:tr>
    </w:tbl>
    <w:p w:rsidR="002466ED" w:rsidRDefault="002466ED" w:rsidP="00D44A0F">
      <w:pPr>
        <w:widowControl w:val="0"/>
        <w:autoSpaceDE w:val="0"/>
        <w:autoSpaceDN w:val="0"/>
        <w:adjustRightInd w:val="0"/>
        <w:spacing w:line="240" w:lineRule="auto"/>
        <w:ind w:firstLine="709"/>
        <w:jc w:val="center"/>
        <w:outlineLvl w:val="2"/>
        <w:rPr>
          <w:b/>
          <w:szCs w:val="28"/>
        </w:rPr>
      </w:pPr>
    </w:p>
    <w:p w:rsidR="002466ED" w:rsidRPr="00D44A0F" w:rsidRDefault="002466ED" w:rsidP="00D44A0F">
      <w:pPr>
        <w:widowControl w:val="0"/>
        <w:autoSpaceDE w:val="0"/>
        <w:autoSpaceDN w:val="0"/>
        <w:adjustRightInd w:val="0"/>
        <w:spacing w:line="240" w:lineRule="auto"/>
        <w:ind w:firstLine="709"/>
        <w:jc w:val="center"/>
        <w:outlineLvl w:val="2"/>
        <w:rPr>
          <w:b/>
          <w:szCs w:val="28"/>
        </w:rPr>
      </w:pPr>
      <w:r>
        <w:rPr>
          <w:b/>
          <w:szCs w:val="28"/>
        </w:rPr>
        <w:t xml:space="preserve">Иные требования </w:t>
      </w:r>
      <w:r w:rsidRPr="00D44A0F">
        <w:rPr>
          <w:b/>
          <w:szCs w:val="28"/>
        </w:rPr>
        <w:t>предоставления государственных и муниципальных услуг и особенности предоставления муниципальной услуги в электронной форме</w:t>
      </w:r>
    </w:p>
    <w:p w:rsidR="002466ED" w:rsidRPr="00D44A0F" w:rsidRDefault="002466ED" w:rsidP="00D44A0F">
      <w:pPr>
        <w:widowControl w:val="0"/>
        <w:autoSpaceDE w:val="0"/>
        <w:autoSpaceDN w:val="0"/>
        <w:adjustRightInd w:val="0"/>
        <w:spacing w:line="240" w:lineRule="auto"/>
        <w:ind w:firstLine="709"/>
        <w:jc w:val="both"/>
        <w:rPr>
          <w:szCs w:val="28"/>
        </w:rPr>
      </w:pPr>
    </w:p>
    <w:p w:rsidR="002466ED" w:rsidRPr="00D44A0F" w:rsidRDefault="002466ED" w:rsidP="00D44A0F">
      <w:pPr>
        <w:shd w:val="clear" w:color="auto" w:fill="FFFFFF"/>
        <w:tabs>
          <w:tab w:val="left" w:pos="1134"/>
        </w:tabs>
        <w:suppressAutoHyphens/>
        <w:spacing w:line="240" w:lineRule="auto"/>
        <w:ind w:firstLine="709"/>
        <w:jc w:val="both"/>
        <w:rPr>
          <w:szCs w:val="28"/>
        </w:rPr>
      </w:pPr>
      <w:r w:rsidRPr="00D44A0F">
        <w:rPr>
          <w:szCs w:val="28"/>
        </w:rPr>
        <w:t>2.20. Сведения о предоставлении муниципальной услуги и форма заявления для предоставления муниципальной  услуги находит</w:t>
      </w:r>
      <w:r>
        <w:rPr>
          <w:szCs w:val="28"/>
        </w:rPr>
        <w:t xml:space="preserve">ся на официальном сайте Органа </w:t>
      </w:r>
      <w:r>
        <w:rPr>
          <w:szCs w:val="28"/>
          <w:lang w:val="en-US"/>
        </w:rPr>
        <w:t>izhma</w:t>
      </w:r>
      <w:r w:rsidRPr="00A20036">
        <w:rPr>
          <w:szCs w:val="28"/>
        </w:rPr>
        <w:t>.</w:t>
      </w:r>
      <w:r>
        <w:rPr>
          <w:szCs w:val="28"/>
          <w:lang w:val="en-US"/>
        </w:rPr>
        <w:t>ru</w:t>
      </w:r>
      <w:r w:rsidRPr="00D44A0F">
        <w:rPr>
          <w:szCs w:val="28"/>
        </w:rPr>
        <w:t xml:space="preserve">, порталах государственных и муниципальных  услуг (функций). </w:t>
      </w:r>
    </w:p>
    <w:p w:rsidR="002466ED" w:rsidRPr="00D44A0F" w:rsidRDefault="002466ED" w:rsidP="00D44A0F">
      <w:pPr>
        <w:pStyle w:val="CommentText"/>
        <w:spacing w:after="0"/>
        <w:ind w:firstLine="709"/>
        <w:jc w:val="both"/>
        <w:rPr>
          <w:rFonts w:ascii="Times New Roman" w:hAnsi="Times New Roman"/>
          <w:sz w:val="28"/>
          <w:szCs w:val="28"/>
        </w:rPr>
      </w:pPr>
      <w:r w:rsidRPr="00D44A0F">
        <w:rPr>
          <w:rFonts w:ascii="Times New Roman" w:hAnsi="Times New Roman"/>
          <w:sz w:val="28"/>
          <w:szCs w:val="28"/>
        </w:rPr>
        <w:t>2.21. Предоставление муниципальной услуги посредством порталов государственных и муниципальных услуг (функций) осуществляется путем заполнения интерактивной формы заявления  о предоставлении услуги и документов, необходимых для получения услуги.</w:t>
      </w:r>
    </w:p>
    <w:p w:rsidR="002466ED" w:rsidRPr="00D44A0F" w:rsidRDefault="002466ED" w:rsidP="00D44A0F">
      <w:pPr>
        <w:autoSpaceDE w:val="0"/>
        <w:autoSpaceDN w:val="0"/>
        <w:spacing w:line="240" w:lineRule="auto"/>
        <w:ind w:firstLine="709"/>
        <w:jc w:val="both"/>
        <w:rPr>
          <w:szCs w:val="28"/>
        </w:rPr>
      </w:pPr>
      <w:r w:rsidRPr="00D44A0F">
        <w:rPr>
          <w:szCs w:val="28"/>
        </w:rPr>
        <w:t>Требования к электронным документам и электронным копиям документов, предоставляемым через порталы государственных и муниципальных  услуг (функций):</w:t>
      </w:r>
    </w:p>
    <w:p w:rsidR="002466ED" w:rsidRPr="00D44A0F" w:rsidRDefault="002466ED" w:rsidP="00D44A0F">
      <w:pPr>
        <w:autoSpaceDE w:val="0"/>
        <w:autoSpaceDN w:val="0"/>
        <w:spacing w:line="240" w:lineRule="auto"/>
        <w:ind w:firstLine="709"/>
        <w:jc w:val="both"/>
        <w:rPr>
          <w:szCs w:val="28"/>
        </w:rPr>
      </w:pPr>
      <w:r w:rsidRPr="00D44A0F">
        <w:rPr>
          <w:szCs w:val="28"/>
        </w:rPr>
        <w:t>1) Допустимыми расширениями прикрепляемых электронных образов являются: файлы архивов (*.zip); файлы текстовых документов (*.doc, *docx, *.txt, *.rtf); файлы электронных таблиц (*.xls, *.xlsx); файлы графических изображений (*.jpg, *.pdf, *.tiff); файлы передачи геоинформационных данных (*.mid, *.mif).</w:t>
      </w:r>
    </w:p>
    <w:p w:rsidR="002466ED" w:rsidRPr="00D44A0F" w:rsidRDefault="002466ED" w:rsidP="00D44A0F">
      <w:pPr>
        <w:autoSpaceDE w:val="0"/>
        <w:autoSpaceDN w:val="0"/>
        <w:spacing w:line="240" w:lineRule="auto"/>
        <w:ind w:firstLine="709"/>
        <w:jc w:val="both"/>
        <w:rPr>
          <w:szCs w:val="28"/>
        </w:rPr>
      </w:pPr>
      <w:r w:rsidRPr="00D44A0F">
        <w:rPr>
          <w:szCs w:val="28"/>
        </w:rPr>
        <w:t>2) документы в формате Adobe PDF должны быть отсканированы в черно-белом либо сером цвете, обеспечивающем сохранение всех аутентичных признаков подлинности (качество - не менее 150 точек на дюйм);</w:t>
      </w:r>
    </w:p>
    <w:p w:rsidR="002466ED" w:rsidRPr="00D44A0F" w:rsidRDefault="002466ED" w:rsidP="00D44A0F">
      <w:pPr>
        <w:autoSpaceDE w:val="0"/>
        <w:autoSpaceDN w:val="0"/>
        <w:spacing w:line="240" w:lineRule="auto"/>
        <w:ind w:firstLine="709"/>
        <w:jc w:val="both"/>
        <w:rPr>
          <w:szCs w:val="28"/>
        </w:rPr>
      </w:pPr>
      <w:r w:rsidRPr="00D44A0F">
        <w:rPr>
          <w:szCs w:val="28"/>
        </w:rPr>
        <w:t>3) каждый отдельный документ должен быть отсканирован и загружен в систему подачи документов в виде отдельного файла. Количество файлов должно соответствовать количеству документов, представляемых через порталы государственных и муниципальных  услуг (функций), а наименование файлов должно позволять идентифицировать документ и количество страниц в документе;</w:t>
      </w:r>
    </w:p>
    <w:p w:rsidR="002466ED" w:rsidRPr="00D44A0F" w:rsidRDefault="002466ED" w:rsidP="00D44A0F">
      <w:pPr>
        <w:autoSpaceDE w:val="0"/>
        <w:autoSpaceDN w:val="0"/>
        <w:spacing w:line="240" w:lineRule="auto"/>
        <w:ind w:firstLine="709"/>
        <w:jc w:val="both"/>
        <w:rPr>
          <w:szCs w:val="28"/>
        </w:rPr>
      </w:pPr>
      <w:r w:rsidRPr="00D44A0F">
        <w:rPr>
          <w:szCs w:val="28"/>
        </w:rPr>
        <w:t>4) файлы, предоставляемые через порталы государственных и муниципальных  услуг (функций), не должны содержать вирусов и вредоносных программ.</w:t>
      </w:r>
    </w:p>
    <w:p w:rsidR="002466ED" w:rsidRPr="00D44A0F" w:rsidRDefault="002466ED" w:rsidP="00A20036">
      <w:pPr>
        <w:pStyle w:val="NoSpacing"/>
        <w:ind w:firstLine="709"/>
        <w:jc w:val="both"/>
        <w:rPr>
          <w:sz w:val="28"/>
          <w:szCs w:val="28"/>
        </w:rPr>
      </w:pPr>
    </w:p>
    <w:p w:rsidR="002466ED" w:rsidRPr="00D44A0F" w:rsidRDefault="002466ED" w:rsidP="00D44A0F">
      <w:pPr>
        <w:widowControl w:val="0"/>
        <w:autoSpaceDE w:val="0"/>
        <w:autoSpaceDN w:val="0"/>
        <w:adjustRightInd w:val="0"/>
        <w:spacing w:line="240" w:lineRule="auto"/>
        <w:ind w:firstLine="709"/>
        <w:jc w:val="both"/>
        <w:rPr>
          <w:szCs w:val="28"/>
        </w:rPr>
      </w:pPr>
    </w:p>
    <w:p w:rsidR="002466ED" w:rsidRPr="00D44A0F" w:rsidRDefault="002466ED" w:rsidP="00D44A0F">
      <w:pPr>
        <w:pStyle w:val="ConsPlusNormal"/>
        <w:ind w:firstLine="709"/>
        <w:jc w:val="center"/>
        <w:outlineLvl w:val="1"/>
        <w:rPr>
          <w:rFonts w:ascii="Times New Roman" w:hAnsi="Times New Roman"/>
          <w:b/>
          <w:sz w:val="28"/>
          <w:szCs w:val="28"/>
        </w:rPr>
      </w:pPr>
      <w:r w:rsidRPr="00D44A0F">
        <w:rPr>
          <w:rFonts w:ascii="Times New Roman" w:hAnsi="Times New Roman"/>
          <w:b/>
          <w:sz w:val="28"/>
          <w:szCs w:val="28"/>
          <w:lang w:val="en-US"/>
        </w:rPr>
        <w:t>III</w:t>
      </w:r>
      <w:r w:rsidRPr="00D44A0F">
        <w:rPr>
          <w:rFonts w:ascii="Times New Roman" w:hAnsi="Times New Roman"/>
          <w:b/>
          <w:sz w:val="28"/>
          <w:szCs w:val="28"/>
        </w:rPr>
        <w:t>. Состав, последовательность и сроки выполнения</w:t>
      </w:r>
    </w:p>
    <w:p w:rsidR="002466ED" w:rsidRPr="00D44A0F" w:rsidRDefault="002466ED" w:rsidP="00D44A0F">
      <w:pPr>
        <w:pStyle w:val="ConsPlusNormal"/>
        <w:ind w:firstLine="709"/>
        <w:jc w:val="center"/>
        <w:rPr>
          <w:rFonts w:ascii="Times New Roman" w:hAnsi="Times New Roman"/>
          <w:b/>
          <w:sz w:val="28"/>
          <w:szCs w:val="28"/>
        </w:rPr>
      </w:pPr>
      <w:r w:rsidRPr="00D44A0F">
        <w:rPr>
          <w:rFonts w:ascii="Times New Roman" w:hAnsi="Times New Roman"/>
          <w:b/>
          <w:sz w:val="28"/>
          <w:szCs w:val="28"/>
        </w:rPr>
        <w:t>административных процедур, требования к их выполнению</w:t>
      </w:r>
    </w:p>
    <w:p w:rsidR="002466ED" w:rsidRPr="00D44A0F" w:rsidRDefault="002466ED" w:rsidP="00D44A0F">
      <w:pPr>
        <w:pStyle w:val="ConsPlusNormal"/>
        <w:ind w:firstLine="709"/>
        <w:jc w:val="both"/>
        <w:rPr>
          <w:rFonts w:ascii="Times New Roman" w:hAnsi="Times New Roman"/>
          <w:sz w:val="28"/>
          <w:szCs w:val="28"/>
        </w:rPr>
      </w:pPr>
    </w:p>
    <w:p w:rsidR="002466ED" w:rsidRPr="00D44A0F" w:rsidRDefault="002466ED" w:rsidP="00D44A0F">
      <w:pPr>
        <w:pStyle w:val="ConsPlusNormal"/>
        <w:ind w:firstLine="709"/>
        <w:jc w:val="both"/>
        <w:rPr>
          <w:rFonts w:ascii="Times New Roman" w:hAnsi="Times New Roman"/>
          <w:sz w:val="28"/>
          <w:szCs w:val="28"/>
        </w:rPr>
      </w:pPr>
      <w:r w:rsidRPr="00D44A0F">
        <w:rPr>
          <w:rFonts w:ascii="Times New Roman" w:hAnsi="Times New Roman"/>
          <w:sz w:val="28"/>
          <w:szCs w:val="28"/>
        </w:rPr>
        <w:t>3.1. Предоставление муниципальной услуги включает в себя следующие административные процедуры:</w:t>
      </w:r>
    </w:p>
    <w:p w:rsidR="002466ED" w:rsidRPr="00D44A0F" w:rsidRDefault="002466ED" w:rsidP="00D44A0F">
      <w:pPr>
        <w:pStyle w:val="ConsPlusNormal"/>
        <w:ind w:firstLine="709"/>
        <w:jc w:val="both"/>
        <w:rPr>
          <w:rFonts w:ascii="Times New Roman" w:hAnsi="Times New Roman"/>
          <w:sz w:val="28"/>
          <w:szCs w:val="28"/>
        </w:rPr>
      </w:pPr>
      <w:r>
        <w:rPr>
          <w:rFonts w:ascii="Times New Roman" w:hAnsi="Times New Roman"/>
          <w:sz w:val="28"/>
          <w:szCs w:val="28"/>
        </w:rPr>
        <w:t>1) прием и регистрация в Органе</w:t>
      </w:r>
      <w:r w:rsidRPr="00D44A0F">
        <w:rPr>
          <w:rFonts w:ascii="Times New Roman" w:hAnsi="Times New Roman"/>
          <w:sz w:val="28"/>
          <w:szCs w:val="28"/>
        </w:rPr>
        <w:t xml:space="preserve"> заявления о предоставлении муниципальной услуги;</w:t>
      </w:r>
    </w:p>
    <w:p w:rsidR="002466ED" w:rsidRPr="00D44A0F" w:rsidRDefault="002466ED" w:rsidP="00D44A0F">
      <w:pPr>
        <w:pStyle w:val="ConsPlusNormal"/>
        <w:ind w:firstLine="709"/>
        <w:jc w:val="both"/>
        <w:rPr>
          <w:rFonts w:ascii="Times New Roman" w:hAnsi="Times New Roman"/>
          <w:sz w:val="28"/>
          <w:szCs w:val="28"/>
        </w:rPr>
      </w:pPr>
      <w:r w:rsidRPr="00D44A0F">
        <w:rPr>
          <w:rFonts w:ascii="Times New Roman" w:hAnsi="Times New Roman"/>
          <w:sz w:val="28"/>
          <w:szCs w:val="28"/>
        </w:rPr>
        <w:t>2) направление специалистом Органа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2466ED" w:rsidRPr="00D44A0F" w:rsidRDefault="002466ED" w:rsidP="00D44A0F">
      <w:pPr>
        <w:pStyle w:val="ConsPlusNormal"/>
        <w:ind w:firstLine="709"/>
        <w:jc w:val="both"/>
        <w:rPr>
          <w:rFonts w:ascii="Times New Roman" w:hAnsi="Times New Roman"/>
          <w:sz w:val="28"/>
          <w:szCs w:val="28"/>
        </w:rPr>
      </w:pPr>
      <w:r w:rsidRPr="00D44A0F">
        <w:rPr>
          <w:rFonts w:ascii="Times New Roman" w:hAnsi="Times New Roman"/>
          <w:sz w:val="28"/>
          <w:szCs w:val="28"/>
        </w:rPr>
        <w:t>3) принятие Органом</w:t>
      </w:r>
      <w:r>
        <w:rPr>
          <w:rFonts w:ascii="Times New Roman" w:hAnsi="Times New Roman"/>
          <w:sz w:val="28"/>
          <w:szCs w:val="28"/>
        </w:rPr>
        <w:t xml:space="preserve"> </w:t>
      </w:r>
      <w:r w:rsidRPr="00D44A0F">
        <w:rPr>
          <w:rFonts w:ascii="Times New Roman" w:hAnsi="Times New Roman"/>
          <w:sz w:val="28"/>
          <w:szCs w:val="28"/>
        </w:rPr>
        <w:t>решения о предоставлении услуги или решения об отказе в предоставлении услуги;</w:t>
      </w:r>
    </w:p>
    <w:p w:rsidR="002466ED" w:rsidRPr="00D44A0F" w:rsidRDefault="002466ED" w:rsidP="00D44A0F">
      <w:pPr>
        <w:pStyle w:val="ConsPlusNormal"/>
        <w:ind w:firstLine="709"/>
        <w:jc w:val="both"/>
        <w:rPr>
          <w:rFonts w:ascii="Times New Roman" w:hAnsi="Times New Roman"/>
          <w:sz w:val="28"/>
          <w:szCs w:val="28"/>
        </w:rPr>
      </w:pPr>
      <w:r w:rsidRPr="00D44A0F">
        <w:rPr>
          <w:rFonts w:ascii="Times New Roman" w:hAnsi="Times New Roman"/>
          <w:sz w:val="28"/>
          <w:szCs w:val="28"/>
        </w:rPr>
        <w:t>4) выдача заявителю результата предоставления муниципальной услуги.</w:t>
      </w:r>
    </w:p>
    <w:p w:rsidR="002466ED" w:rsidRPr="00D44A0F" w:rsidRDefault="002466ED" w:rsidP="00D44A0F">
      <w:pPr>
        <w:pStyle w:val="ConsPlusNormal"/>
        <w:ind w:firstLine="709"/>
        <w:jc w:val="both"/>
        <w:rPr>
          <w:rFonts w:ascii="Times New Roman" w:hAnsi="Times New Roman"/>
          <w:sz w:val="28"/>
          <w:szCs w:val="28"/>
        </w:rPr>
      </w:pPr>
      <w:r w:rsidRPr="00D44A0F">
        <w:rPr>
          <w:rFonts w:ascii="Times New Roman" w:hAnsi="Times New Roman"/>
          <w:sz w:val="28"/>
          <w:szCs w:val="28"/>
        </w:rPr>
        <w:t>Основанием для начала предоставления муниципальной услуги служит поступившее заявление о предоставлении муниципальной услуги.</w:t>
      </w:r>
    </w:p>
    <w:p w:rsidR="002466ED" w:rsidRPr="00D44A0F" w:rsidRDefault="002466ED" w:rsidP="00D44A0F">
      <w:pPr>
        <w:pStyle w:val="ConsPlusNormal"/>
        <w:ind w:firstLine="709"/>
        <w:jc w:val="both"/>
        <w:rPr>
          <w:rFonts w:ascii="Times New Roman" w:hAnsi="Times New Roman"/>
          <w:sz w:val="28"/>
          <w:szCs w:val="28"/>
        </w:rPr>
      </w:pPr>
      <w:r w:rsidRPr="00D44A0F">
        <w:rPr>
          <w:rFonts w:ascii="Times New Roman" w:hAnsi="Times New Roman"/>
          <w:sz w:val="28"/>
          <w:szCs w:val="28"/>
        </w:rPr>
        <w:t>Блок-схема предоставления муниципальной</w:t>
      </w:r>
      <w:r>
        <w:rPr>
          <w:rFonts w:ascii="Times New Roman" w:hAnsi="Times New Roman"/>
          <w:sz w:val="28"/>
          <w:szCs w:val="28"/>
        </w:rPr>
        <w:t xml:space="preserve"> услуги приведена в Приложении </w:t>
      </w:r>
      <w:r w:rsidRPr="00D44A0F">
        <w:rPr>
          <w:rFonts w:ascii="Times New Roman" w:hAnsi="Times New Roman"/>
          <w:sz w:val="28"/>
          <w:szCs w:val="28"/>
        </w:rPr>
        <w:t xml:space="preserve"> 3 к настоящему административному регламенту.</w:t>
      </w:r>
    </w:p>
    <w:p w:rsidR="002466ED" w:rsidRPr="00D44A0F" w:rsidRDefault="002466ED" w:rsidP="00D44A0F">
      <w:pPr>
        <w:pStyle w:val="ConsPlusNormal"/>
        <w:jc w:val="both"/>
        <w:rPr>
          <w:rFonts w:ascii="Times New Roman" w:hAnsi="Times New Roman"/>
          <w:sz w:val="28"/>
          <w:szCs w:val="28"/>
        </w:rPr>
      </w:pPr>
    </w:p>
    <w:p w:rsidR="002466ED" w:rsidRPr="00D44A0F" w:rsidRDefault="002466ED" w:rsidP="00D44A0F">
      <w:pPr>
        <w:pStyle w:val="ConsPlusNormal"/>
        <w:ind w:firstLine="709"/>
        <w:jc w:val="center"/>
        <w:rPr>
          <w:rFonts w:ascii="Times New Roman" w:hAnsi="Times New Roman"/>
          <w:b/>
          <w:sz w:val="28"/>
          <w:szCs w:val="28"/>
        </w:rPr>
      </w:pPr>
      <w:r w:rsidRPr="00D44A0F">
        <w:rPr>
          <w:rFonts w:ascii="Times New Roman" w:hAnsi="Times New Roman"/>
          <w:b/>
          <w:sz w:val="28"/>
          <w:szCs w:val="28"/>
        </w:rPr>
        <w:t>П</w:t>
      </w:r>
      <w:r>
        <w:rPr>
          <w:rFonts w:ascii="Times New Roman" w:hAnsi="Times New Roman"/>
          <w:b/>
          <w:sz w:val="28"/>
          <w:szCs w:val="28"/>
        </w:rPr>
        <w:t>рием и регистрация в Органе</w:t>
      </w:r>
      <w:r w:rsidRPr="00D44A0F">
        <w:rPr>
          <w:rFonts w:ascii="Times New Roman" w:hAnsi="Times New Roman"/>
          <w:b/>
          <w:sz w:val="28"/>
          <w:szCs w:val="28"/>
        </w:rPr>
        <w:t xml:space="preserve"> заявления о предоставлении муниципальной услуги</w:t>
      </w:r>
    </w:p>
    <w:p w:rsidR="002466ED" w:rsidRPr="00D44A0F" w:rsidRDefault="002466ED" w:rsidP="00D44A0F">
      <w:pPr>
        <w:pStyle w:val="ConsPlusNormal"/>
        <w:ind w:firstLine="709"/>
        <w:jc w:val="both"/>
        <w:rPr>
          <w:rFonts w:ascii="Times New Roman" w:hAnsi="Times New Roman"/>
          <w:b/>
          <w:sz w:val="28"/>
          <w:szCs w:val="28"/>
        </w:rPr>
      </w:pPr>
    </w:p>
    <w:p w:rsidR="002466ED" w:rsidRPr="00D44A0F" w:rsidRDefault="002466ED" w:rsidP="00D44A0F">
      <w:pPr>
        <w:pStyle w:val="ConsPlusNormal"/>
        <w:ind w:firstLine="709"/>
        <w:jc w:val="both"/>
        <w:rPr>
          <w:rFonts w:ascii="Times New Roman" w:hAnsi="Times New Roman"/>
          <w:sz w:val="28"/>
          <w:szCs w:val="28"/>
        </w:rPr>
      </w:pPr>
      <w:r w:rsidRPr="00D44A0F">
        <w:rPr>
          <w:rFonts w:ascii="Times New Roman" w:hAnsi="Times New Roman"/>
          <w:sz w:val="28"/>
          <w:szCs w:val="28"/>
        </w:rPr>
        <w:t>3.2. Основанием для начала исполнения административной процедуры являе</w:t>
      </w:r>
      <w:r>
        <w:rPr>
          <w:rFonts w:ascii="Times New Roman" w:hAnsi="Times New Roman"/>
          <w:sz w:val="28"/>
          <w:szCs w:val="28"/>
        </w:rPr>
        <w:t>тся обращение заявителя в Орган</w:t>
      </w:r>
      <w:r w:rsidRPr="00D44A0F">
        <w:rPr>
          <w:rFonts w:ascii="Times New Roman" w:hAnsi="Times New Roman"/>
          <w:sz w:val="28"/>
          <w:szCs w:val="28"/>
        </w:rPr>
        <w:t xml:space="preserve"> о предоставлении муниципальной услуги.</w:t>
      </w:r>
    </w:p>
    <w:p w:rsidR="002466ED" w:rsidRPr="00D44A0F" w:rsidRDefault="002466ED" w:rsidP="00D44A0F">
      <w:pPr>
        <w:widowControl w:val="0"/>
        <w:tabs>
          <w:tab w:val="left" w:pos="142"/>
        </w:tabs>
        <w:autoSpaceDE w:val="0"/>
        <w:autoSpaceDN w:val="0"/>
        <w:adjustRightInd w:val="0"/>
        <w:spacing w:line="240" w:lineRule="auto"/>
        <w:ind w:firstLine="709"/>
        <w:jc w:val="both"/>
        <w:rPr>
          <w:szCs w:val="28"/>
          <w:lang w:eastAsia="ru-RU"/>
        </w:rPr>
      </w:pPr>
      <w:r w:rsidRPr="00D44A0F">
        <w:rPr>
          <w:szCs w:val="28"/>
          <w:lang w:eastAsia="ru-RU"/>
        </w:rPr>
        <w:t>Обращение заявителя в Орган может осуществляться в очной и заочной форме путем подачи заявления и иных документов.</w:t>
      </w:r>
    </w:p>
    <w:p w:rsidR="002466ED" w:rsidRPr="00D44A0F" w:rsidRDefault="002466ED" w:rsidP="00D44A0F">
      <w:pPr>
        <w:widowControl w:val="0"/>
        <w:tabs>
          <w:tab w:val="left" w:pos="142"/>
        </w:tabs>
        <w:autoSpaceDE w:val="0"/>
        <w:autoSpaceDN w:val="0"/>
        <w:adjustRightInd w:val="0"/>
        <w:spacing w:line="240" w:lineRule="auto"/>
        <w:ind w:firstLine="709"/>
        <w:jc w:val="both"/>
        <w:rPr>
          <w:szCs w:val="28"/>
          <w:lang w:eastAsia="ru-RU"/>
        </w:rPr>
      </w:pPr>
      <w:r w:rsidRPr="00D44A0F">
        <w:rPr>
          <w:szCs w:val="28"/>
          <w:lang w:eastAsia="ru-RU"/>
        </w:rPr>
        <w:t>Очная форма подачи документов – подача заявления и иных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заявление и документы, указанные в пункте 2.8 настоящего административного регламента, в бумажном виде, то есть документы установленной формы, сформированные на бумажном носителе.</w:t>
      </w:r>
    </w:p>
    <w:p w:rsidR="002466ED" w:rsidRPr="00D44A0F" w:rsidRDefault="002466ED" w:rsidP="00D44A0F">
      <w:pPr>
        <w:widowControl w:val="0"/>
        <w:tabs>
          <w:tab w:val="left" w:pos="142"/>
        </w:tabs>
        <w:autoSpaceDE w:val="0"/>
        <w:autoSpaceDN w:val="0"/>
        <w:adjustRightInd w:val="0"/>
        <w:spacing w:line="240" w:lineRule="auto"/>
        <w:ind w:firstLine="709"/>
        <w:jc w:val="both"/>
        <w:rPr>
          <w:szCs w:val="28"/>
          <w:lang w:eastAsia="ru-RU"/>
        </w:rPr>
      </w:pPr>
      <w:r w:rsidRPr="00D44A0F">
        <w:rPr>
          <w:szCs w:val="28"/>
          <w:lang w:eastAsia="ru-RU"/>
        </w:rPr>
        <w:t>Заочная форма подачи документов – направление заявления о предоставлении муниципальной услуги и иных документов по почте, через  порталы государственных и муниципальных услуг (функций).</w:t>
      </w:r>
    </w:p>
    <w:p w:rsidR="002466ED" w:rsidRPr="00D44A0F" w:rsidRDefault="002466ED" w:rsidP="00D44A0F">
      <w:pPr>
        <w:widowControl w:val="0"/>
        <w:tabs>
          <w:tab w:val="left" w:pos="142"/>
        </w:tabs>
        <w:autoSpaceDE w:val="0"/>
        <w:autoSpaceDN w:val="0"/>
        <w:adjustRightInd w:val="0"/>
        <w:spacing w:line="240" w:lineRule="auto"/>
        <w:ind w:firstLine="709"/>
        <w:jc w:val="both"/>
        <w:rPr>
          <w:szCs w:val="28"/>
          <w:lang w:eastAsia="ru-RU"/>
        </w:rPr>
      </w:pPr>
      <w:r w:rsidRPr="00D44A0F">
        <w:rPr>
          <w:szCs w:val="28"/>
          <w:lang w:eastAsia="ru-RU"/>
        </w:rPr>
        <w:t>При заочной форме подачи документов заявитель может направить заявление и документы, указанные в пункте 2.8 настоящего административного регламента, в бумажном виде, в виде копий документов на бумажном носителе, электронном виде (то есть посредством направления электронного документа, подписанного электронной подписью).</w:t>
      </w:r>
    </w:p>
    <w:p w:rsidR="002466ED" w:rsidRPr="00D44A0F" w:rsidRDefault="002466ED" w:rsidP="00D44A0F">
      <w:pPr>
        <w:widowControl w:val="0"/>
        <w:tabs>
          <w:tab w:val="left" w:pos="142"/>
        </w:tabs>
        <w:autoSpaceDE w:val="0"/>
        <w:autoSpaceDN w:val="0"/>
        <w:adjustRightInd w:val="0"/>
        <w:spacing w:line="240" w:lineRule="auto"/>
        <w:ind w:firstLine="709"/>
        <w:jc w:val="both"/>
        <w:rPr>
          <w:szCs w:val="28"/>
          <w:lang w:eastAsia="ru-RU"/>
        </w:rPr>
      </w:pPr>
      <w:r w:rsidRPr="00D44A0F">
        <w:rPr>
          <w:szCs w:val="28"/>
          <w:lang w:eastAsia="ru-RU"/>
        </w:rPr>
        <w:t>Направление заявления в бумажном виде осуществляется по почте (могут быть направлены заказным письмом с уведомлением о вручении).</w:t>
      </w:r>
    </w:p>
    <w:p w:rsidR="002466ED" w:rsidRPr="00D44A0F" w:rsidRDefault="002466ED" w:rsidP="00D44A0F">
      <w:pPr>
        <w:widowControl w:val="0"/>
        <w:tabs>
          <w:tab w:val="left" w:pos="142"/>
        </w:tabs>
        <w:autoSpaceDE w:val="0"/>
        <w:autoSpaceDN w:val="0"/>
        <w:adjustRightInd w:val="0"/>
        <w:spacing w:line="240" w:lineRule="auto"/>
        <w:ind w:firstLine="709"/>
        <w:jc w:val="both"/>
        <w:rPr>
          <w:szCs w:val="28"/>
          <w:lang w:eastAsia="ru-RU"/>
        </w:rPr>
      </w:pPr>
      <w:r w:rsidRPr="00D44A0F">
        <w:rPr>
          <w:szCs w:val="28"/>
        </w:rPr>
        <w:t xml:space="preserve">Направление заявления и документов, указанных в пункте 2.8 настоящего  административного регламента в электронном виде </w:t>
      </w:r>
      <w:r w:rsidRPr="00D44A0F">
        <w:rPr>
          <w:szCs w:val="28"/>
          <w:lang w:eastAsia="ru-RU"/>
        </w:rPr>
        <w:t>осуществляется посредством отправления указанных документов в электронном виде через личные кабинеты порталов государственных и муниципальных услуг (функций).</w:t>
      </w:r>
    </w:p>
    <w:p w:rsidR="002466ED" w:rsidRPr="00D44A0F" w:rsidRDefault="002466ED" w:rsidP="00D44A0F">
      <w:pPr>
        <w:widowControl w:val="0"/>
        <w:tabs>
          <w:tab w:val="left" w:pos="142"/>
        </w:tabs>
        <w:autoSpaceDE w:val="0"/>
        <w:autoSpaceDN w:val="0"/>
        <w:adjustRightInd w:val="0"/>
        <w:spacing w:line="240" w:lineRule="auto"/>
        <w:ind w:firstLine="709"/>
        <w:jc w:val="both"/>
        <w:rPr>
          <w:szCs w:val="28"/>
          <w:lang w:eastAsia="ru-RU"/>
        </w:rPr>
      </w:pPr>
      <w:r w:rsidRPr="00D44A0F">
        <w:rPr>
          <w:szCs w:val="28"/>
          <w:lang w:eastAsia="ru-RU"/>
        </w:rPr>
        <w:t>Обращение заявителей за предоставлением муниципальной услуги с использованием универсальной электронной карты осуществляется через порталы государственных и муниципальных услуг (функций)</w:t>
      </w:r>
      <w:r>
        <w:rPr>
          <w:szCs w:val="28"/>
          <w:lang w:eastAsia="ru-RU"/>
        </w:rPr>
        <w:t>.</w:t>
      </w:r>
      <w:r w:rsidRPr="00D44A0F">
        <w:rPr>
          <w:szCs w:val="28"/>
          <w:lang w:eastAsia="ru-RU"/>
        </w:rPr>
        <w:t xml:space="preserve"> 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идентификации и аутентификации.</w:t>
      </w:r>
    </w:p>
    <w:p w:rsidR="002466ED" w:rsidRPr="00D44A0F" w:rsidRDefault="002466ED" w:rsidP="00D44A0F">
      <w:pPr>
        <w:widowControl w:val="0"/>
        <w:tabs>
          <w:tab w:val="left" w:pos="142"/>
        </w:tabs>
        <w:autoSpaceDE w:val="0"/>
        <w:autoSpaceDN w:val="0"/>
        <w:adjustRightInd w:val="0"/>
        <w:spacing w:line="240" w:lineRule="auto"/>
        <w:ind w:firstLine="709"/>
        <w:jc w:val="both"/>
        <w:rPr>
          <w:szCs w:val="28"/>
          <w:lang w:eastAsia="ru-RU"/>
        </w:rPr>
      </w:pPr>
      <w:r w:rsidRPr="00D44A0F">
        <w:rPr>
          <w:szCs w:val="28"/>
          <w:lang w:eastAsia="ru-RU"/>
        </w:rPr>
        <w:t>При направлении пакета документов через порталы</w:t>
      </w:r>
      <w:r>
        <w:rPr>
          <w:szCs w:val="28"/>
          <w:lang w:eastAsia="ru-RU"/>
        </w:rPr>
        <w:t xml:space="preserve"> </w:t>
      </w:r>
      <w:r w:rsidRPr="00D44A0F">
        <w:rPr>
          <w:szCs w:val="28"/>
          <w:lang w:eastAsia="ru-RU"/>
        </w:rPr>
        <w:t>государственных и муниципальных услуг (функций) в электронном виде, днем получения заявления является день регистрации заявления на порталах</w:t>
      </w:r>
      <w:r>
        <w:rPr>
          <w:szCs w:val="28"/>
          <w:lang w:eastAsia="ru-RU"/>
        </w:rPr>
        <w:t xml:space="preserve"> </w:t>
      </w:r>
      <w:r w:rsidRPr="00D44A0F">
        <w:rPr>
          <w:szCs w:val="28"/>
          <w:lang w:eastAsia="ru-RU"/>
        </w:rPr>
        <w:t>государственных и муниципальных услуг (функций).</w:t>
      </w:r>
    </w:p>
    <w:p w:rsidR="002466ED" w:rsidRPr="00D44A0F" w:rsidRDefault="002466ED" w:rsidP="00D44A0F">
      <w:pPr>
        <w:widowControl w:val="0"/>
        <w:tabs>
          <w:tab w:val="left" w:pos="142"/>
        </w:tabs>
        <w:autoSpaceDE w:val="0"/>
        <w:autoSpaceDN w:val="0"/>
        <w:adjustRightInd w:val="0"/>
        <w:spacing w:line="240" w:lineRule="auto"/>
        <w:ind w:firstLine="709"/>
        <w:jc w:val="both"/>
        <w:rPr>
          <w:szCs w:val="28"/>
          <w:lang w:eastAsia="ru-RU"/>
        </w:rPr>
      </w:pPr>
      <w:r w:rsidRPr="00D44A0F">
        <w:rPr>
          <w:szCs w:val="28"/>
          <w:lang w:eastAsia="ru-RU"/>
        </w:rPr>
        <w:t xml:space="preserve">Электронное сообщение, отправленное через личный кабинет порталов государственных и муниципальных услуг (функций), идентифицирует заявителя, является подтверждением выражения им своей воли. </w:t>
      </w:r>
    </w:p>
    <w:p w:rsidR="002466ED" w:rsidRPr="00D44A0F" w:rsidRDefault="002466ED" w:rsidP="00D44A0F">
      <w:pPr>
        <w:widowControl w:val="0"/>
        <w:tabs>
          <w:tab w:val="left" w:pos="142"/>
        </w:tabs>
        <w:autoSpaceDE w:val="0"/>
        <w:autoSpaceDN w:val="0"/>
        <w:adjustRightInd w:val="0"/>
        <w:spacing w:line="240" w:lineRule="auto"/>
        <w:ind w:firstLine="709"/>
        <w:jc w:val="both"/>
        <w:rPr>
          <w:szCs w:val="28"/>
          <w:lang w:eastAsia="ru-RU"/>
        </w:rPr>
      </w:pPr>
      <w:r>
        <w:rPr>
          <w:szCs w:val="28"/>
          <w:lang w:eastAsia="ru-RU"/>
        </w:rPr>
        <w:t xml:space="preserve">При обращении заявителя в Орган </w:t>
      </w:r>
      <w:r w:rsidRPr="00D44A0F">
        <w:rPr>
          <w:szCs w:val="28"/>
          <w:lang w:eastAsia="ru-RU"/>
        </w:rPr>
        <w:t xml:space="preserve"> за предоставлением муниципальной услуги, заявителю разъясняется информация:</w:t>
      </w:r>
    </w:p>
    <w:p w:rsidR="002466ED" w:rsidRPr="00D44A0F" w:rsidRDefault="002466ED" w:rsidP="00D44A0F">
      <w:pPr>
        <w:widowControl w:val="0"/>
        <w:numPr>
          <w:ilvl w:val="0"/>
          <w:numId w:val="31"/>
        </w:numPr>
        <w:tabs>
          <w:tab w:val="left" w:pos="0"/>
          <w:tab w:val="left" w:pos="142"/>
          <w:tab w:val="left" w:pos="1134"/>
        </w:tabs>
        <w:suppressAutoHyphens/>
        <w:spacing w:line="240" w:lineRule="auto"/>
        <w:ind w:left="0" w:firstLine="709"/>
        <w:jc w:val="both"/>
        <w:rPr>
          <w:szCs w:val="28"/>
        </w:rPr>
      </w:pPr>
      <w:r w:rsidRPr="00D44A0F">
        <w:rPr>
          <w:szCs w:val="28"/>
        </w:rPr>
        <w:t>о нормативных правовых актах, регулирующих условия и порядок предоставления муниципальной услуги;</w:t>
      </w:r>
    </w:p>
    <w:p w:rsidR="002466ED" w:rsidRPr="00D44A0F" w:rsidRDefault="002466ED" w:rsidP="00D44A0F">
      <w:pPr>
        <w:widowControl w:val="0"/>
        <w:numPr>
          <w:ilvl w:val="0"/>
          <w:numId w:val="31"/>
        </w:numPr>
        <w:tabs>
          <w:tab w:val="left" w:pos="0"/>
          <w:tab w:val="left" w:pos="142"/>
          <w:tab w:val="left" w:pos="1134"/>
        </w:tabs>
        <w:suppressAutoHyphens/>
        <w:spacing w:line="240" w:lineRule="auto"/>
        <w:ind w:left="0" w:firstLine="709"/>
        <w:jc w:val="both"/>
        <w:rPr>
          <w:szCs w:val="28"/>
        </w:rPr>
      </w:pPr>
      <w:r w:rsidRPr="00D44A0F">
        <w:rPr>
          <w:szCs w:val="28"/>
        </w:rPr>
        <w:t>о сроках предоставления муниципальной услуги;</w:t>
      </w:r>
    </w:p>
    <w:p w:rsidR="002466ED" w:rsidRPr="00D44A0F" w:rsidRDefault="002466ED" w:rsidP="00D44A0F">
      <w:pPr>
        <w:widowControl w:val="0"/>
        <w:numPr>
          <w:ilvl w:val="0"/>
          <w:numId w:val="31"/>
        </w:numPr>
        <w:tabs>
          <w:tab w:val="left" w:pos="0"/>
          <w:tab w:val="left" w:pos="142"/>
          <w:tab w:val="left" w:pos="1134"/>
        </w:tabs>
        <w:suppressAutoHyphens/>
        <w:spacing w:line="240" w:lineRule="auto"/>
        <w:ind w:left="0" w:firstLine="709"/>
        <w:jc w:val="both"/>
        <w:rPr>
          <w:szCs w:val="28"/>
        </w:rPr>
      </w:pPr>
      <w:r w:rsidRPr="00D44A0F">
        <w:rPr>
          <w:szCs w:val="28"/>
        </w:rPr>
        <w:t>о требованиях, предъявляемых к форме и перечню документов, необходимых для предоставления муниципальной услуги.</w:t>
      </w:r>
    </w:p>
    <w:p w:rsidR="002466ED" w:rsidRPr="00D44A0F" w:rsidRDefault="002466ED" w:rsidP="00D44A0F">
      <w:pPr>
        <w:widowControl w:val="0"/>
        <w:tabs>
          <w:tab w:val="left" w:pos="0"/>
          <w:tab w:val="left" w:pos="142"/>
          <w:tab w:val="left" w:pos="1134"/>
        </w:tabs>
        <w:autoSpaceDE w:val="0"/>
        <w:autoSpaceDN w:val="0"/>
        <w:adjustRightInd w:val="0"/>
        <w:spacing w:line="240" w:lineRule="auto"/>
        <w:ind w:firstLine="709"/>
        <w:jc w:val="both"/>
        <w:rPr>
          <w:szCs w:val="28"/>
          <w:lang w:eastAsia="ru-RU"/>
        </w:rPr>
      </w:pPr>
      <w:r w:rsidRPr="00D44A0F">
        <w:rPr>
          <w:szCs w:val="28"/>
          <w:lang w:eastAsia="ru-RU"/>
        </w:rPr>
        <w:t>По желанию заявителя информация о требованиях к форме и перечню документов, необходимых для предоставления муниципальной услуги, также может быть представлена ему сотрудником Органа, ответственным за информирование, на бумажном носителе, отправлена факсимильной связью или посредством электронного сообщения.</w:t>
      </w:r>
    </w:p>
    <w:p w:rsidR="002466ED" w:rsidRPr="00D44A0F" w:rsidRDefault="002466ED" w:rsidP="00D44A0F">
      <w:pPr>
        <w:widowControl w:val="0"/>
        <w:tabs>
          <w:tab w:val="left" w:pos="0"/>
          <w:tab w:val="left" w:pos="142"/>
          <w:tab w:val="left" w:pos="1134"/>
        </w:tabs>
        <w:autoSpaceDE w:val="0"/>
        <w:autoSpaceDN w:val="0"/>
        <w:adjustRightInd w:val="0"/>
        <w:spacing w:line="240" w:lineRule="auto"/>
        <w:ind w:firstLine="709"/>
        <w:jc w:val="both"/>
        <w:rPr>
          <w:szCs w:val="28"/>
          <w:lang w:eastAsia="ru-RU"/>
        </w:rPr>
      </w:pPr>
      <w:r w:rsidRPr="00D44A0F">
        <w:rPr>
          <w:szCs w:val="28"/>
          <w:lang w:eastAsia="ru-RU"/>
        </w:rPr>
        <w:t xml:space="preserve">При очной форме подачи документов, заявление о предоставлении муниципальной услуги может быть оформлено заявителем в ходе приема в Органе, либо оформлено заранее и приложено к комплекту документов. </w:t>
      </w:r>
    </w:p>
    <w:p w:rsidR="002466ED" w:rsidRPr="00D44A0F" w:rsidRDefault="002466ED" w:rsidP="00D44A0F">
      <w:pPr>
        <w:widowControl w:val="0"/>
        <w:tabs>
          <w:tab w:val="left" w:pos="142"/>
        </w:tabs>
        <w:autoSpaceDE w:val="0"/>
        <w:autoSpaceDN w:val="0"/>
        <w:adjustRightInd w:val="0"/>
        <w:spacing w:line="240" w:lineRule="auto"/>
        <w:ind w:firstLine="709"/>
        <w:jc w:val="both"/>
        <w:rPr>
          <w:szCs w:val="28"/>
          <w:lang w:eastAsia="ru-RU"/>
        </w:rPr>
      </w:pPr>
      <w:r w:rsidRPr="00D44A0F">
        <w:rPr>
          <w:szCs w:val="28"/>
          <w:lang w:eastAsia="ru-RU"/>
        </w:rPr>
        <w:t>По просьбе обратившегося лица, заявление может быть оформлено специалистом Органа,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2466ED" w:rsidRPr="00D44A0F" w:rsidRDefault="002466ED" w:rsidP="00D44A0F">
      <w:pPr>
        <w:widowControl w:val="0"/>
        <w:tabs>
          <w:tab w:val="left" w:pos="142"/>
        </w:tabs>
        <w:autoSpaceDE w:val="0"/>
        <w:autoSpaceDN w:val="0"/>
        <w:adjustRightInd w:val="0"/>
        <w:spacing w:line="240" w:lineRule="auto"/>
        <w:ind w:firstLine="709"/>
        <w:jc w:val="both"/>
        <w:rPr>
          <w:szCs w:val="28"/>
          <w:lang w:eastAsia="ru-RU"/>
        </w:rPr>
      </w:pPr>
      <w:r w:rsidRPr="00D44A0F">
        <w:rPr>
          <w:szCs w:val="28"/>
          <w:lang w:eastAsia="ru-RU"/>
        </w:rPr>
        <w:t xml:space="preserve">Специалист Органа, </w:t>
      </w:r>
      <w:r>
        <w:rPr>
          <w:szCs w:val="28"/>
          <w:lang w:eastAsia="ru-RU"/>
        </w:rPr>
        <w:t xml:space="preserve"> </w:t>
      </w:r>
      <w:r w:rsidRPr="00D44A0F">
        <w:rPr>
          <w:szCs w:val="28"/>
          <w:lang w:eastAsia="ru-RU"/>
        </w:rPr>
        <w:t>ответственный за прием документов, осуществляет следующие действия в ходе приема заявителя:</w:t>
      </w:r>
    </w:p>
    <w:p w:rsidR="002466ED" w:rsidRPr="00D44A0F" w:rsidRDefault="002466ED" w:rsidP="00D44A0F">
      <w:pPr>
        <w:widowControl w:val="0"/>
        <w:numPr>
          <w:ilvl w:val="0"/>
          <w:numId w:val="32"/>
        </w:numPr>
        <w:tabs>
          <w:tab w:val="left" w:pos="0"/>
          <w:tab w:val="left" w:pos="142"/>
          <w:tab w:val="left" w:pos="993"/>
        </w:tabs>
        <w:suppressAutoHyphens/>
        <w:spacing w:line="240" w:lineRule="auto"/>
        <w:ind w:left="0" w:firstLine="709"/>
        <w:jc w:val="both"/>
        <w:rPr>
          <w:szCs w:val="28"/>
        </w:rPr>
      </w:pPr>
      <w:r w:rsidRPr="00D44A0F">
        <w:rPr>
          <w:szCs w:val="28"/>
        </w:rPr>
        <w:t>устанавливает предмет обращения, проверяет документ, удостоверяющий личность;</w:t>
      </w:r>
    </w:p>
    <w:p w:rsidR="002466ED" w:rsidRPr="00D44A0F" w:rsidRDefault="002466ED" w:rsidP="00D44A0F">
      <w:pPr>
        <w:widowControl w:val="0"/>
        <w:numPr>
          <w:ilvl w:val="0"/>
          <w:numId w:val="32"/>
        </w:numPr>
        <w:tabs>
          <w:tab w:val="left" w:pos="0"/>
          <w:tab w:val="left" w:pos="142"/>
          <w:tab w:val="left" w:pos="993"/>
        </w:tabs>
        <w:suppressAutoHyphens/>
        <w:spacing w:line="240" w:lineRule="auto"/>
        <w:ind w:left="0" w:firstLine="709"/>
        <w:jc w:val="both"/>
        <w:rPr>
          <w:szCs w:val="28"/>
        </w:rPr>
      </w:pPr>
      <w:r w:rsidRPr="00D44A0F">
        <w:rPr>
          <w:szCs w:val="28"/>
        </w:rPr>
        <w:t>проверяет полномочия заявителя;</w:t>
      </w:r>
    </w:p>
    <w:p w:rsidR="002466ED" w:rsidRPr="00D44A0F" w:rsidRDefault="002466ED" w:rsidP="00D44A0F">
      <w:pPr>
        <w:widowControl w:val="0"/>
        <w:numPr>
          <w:ilvl w:val="0"/>
          <w:numId w:val="32"/>
        </w:numPr>
        <w:tabs>
          <w:tab w:val="left" w:pos="0"/>
          <w:tab w:val="left" w:pos="142"/>
          <w:tab w:val="left" w:pos="993"/>
        </w:tabs>
        <w:suppressAutoHyphens/>
        <w:spacing w:line="240" w:lineRule="auto"/>
        <w:ind w:left="0" w:firstLine="709"/>
        <w:jc w:val="both"/>
        <w:rPr>
          <w:szCs w:val="28"/>
        </w:rPr>
      </w:pPr>
      <w:r w:rsidRPr="00D44A0F">
        <w:rPr>
          <w:szCs w:val="28"/>
        </w:rPr>
        <w:t>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2.8 настоящего административного регламента;</w:t>
      </w:r>
    </w:p>
    <w:p w:rsidR="002466ED" w:rsidRPr="00D44A0F" w:rsidRDefault="002466ED" w:rsidP="00D44A0F">
      <w:pPr>
        <w:widowControl w:val="0"/>
        <w:numPr>
          <w:ilvl w:val="0"/>
          <w:numId w:val="32"/>
        </w:numPr>
        <w:tabs>
          <w:tab w:val="left" w:pos="0"/>
          <w:tab w:val="left" w:pos="142"/>
          <w:tab w:val="left" w:pos="993"/>
        </w:tabs>
        <w:suppressAutoHyphens/>
        <w:spacing w:line="240" w:lineRule="auto"/>
        <w:ind w:left="0" w:firstLine="709"/>
        <w:jc w:val="both"/>
        <w:rPr>
          <w:szCs w:val="28"/>
        </w:rPr>
      </w:pPr>
      <w:r w:rsidRPr="00D44A0F">
        <w:rPr>
          <w:szCs w:val="28"/>
        </w:rPr>
        <w:t>проверяет соответствие представленных документов требованиям, удостоверяясь, что:</w:t>
      </w:r>
    </w:p>
    <w:p w:rsidR="002466ED" w:rsidRPr="00D44A0F" w:rsidRDefault="002466ED" w:rsidP="00D44A0F">
      <w:pPr>
        <w:widowControl w:val="0"/>
        <w:tabs>
          <w:tab w:val="left" w:pos="0"/>
          <w:tab w:val="left" w:pos="142"/>
        </w:tabs>
        <w:autoSpaceDE w:val="0"/>
        <w:autoSpaceDN w:val="0"/>
        <w:adjustRightInd w:val="0"/>
        <w:spacing w:line="240" w:lineRule="auto"/>
        <w:ind w:firstLine="709"/>
        <w:jc w:val="both"/>
        <w:rPr>
          <w:szCs w:val="28"/>
          <w:lang w:eastAsia="ru-RU"/>
        </w:rPr>
      </w:pPr>
      <w:r w:rsidRPr="00D44A0F">
        <w:rPr>
          <w:szCs w:val="28"/>
          <w:lang w:eastAsia="ru-RU"/>
        </w:rPr>
        <w:t>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2466ED" w:rsidRPr="00D44A0F" w:rsidRDefault="002466ED" w:rsidP="00D44A0F">
      <w:pPr>
        <w:widowControl w:val="0"/>
        <w:tabs>
          <w:tab w:val="left" w:pos="0"/>
          <w:tab w:val="left" w:pos="142"/>
        </w:tabs>
        <w:autoSpaceDE w:val="0"/>
        <w:autoSpaceDN w:val="0"/>
        <w:adjustRightInd w:val="0"/>
        <w:spacing w:line="240" w:lineRule="auto"/>
        <w:ind w:firstLine="709"/>
        <w:jc w:val="both"/>
        <w:rPr>
          <w:szCs w:val="28"/>
          <w:lang w:eastAsia="ru-RU"/>
        </w:rPr>
      </w:pPr>
      <w:r w:rsidRPr="00D44A0F">
        <w:rPr>
          <w:szCs w:val="28"/>
          <w:lang w:eastAsia="ru-RU"/>
        </w:rPr>
        <w:t>тексты документов написаны разборчиво, наименования юридических лиц - без сокращения, с указанием их мест нахождения;</w:t>
      </w:r>
    </w:p>
    <w:p w:rsidR="002466ED" w:rsidRPr="00D44A0F" w:rsidRDefault="002466ED" w:rsidP="00D44A0F">
      <w:pPr>
        <w:widowControl w:val="0"/>
        <w:tabs>
          <w:tab w:val="left" w:pos="0"/>
          <w:tab w:val="left" w:pos="142"/>
          <w:tab w:val="left" w:pos="993"/>
        </w:tabs>
        <w:autoSpaceDE w:val="0"/>
        <w:autoSpaceDN w:val="0"/>
        <w:adjustRightInd w:val="0"/>
        <w:spacing w:line="240" w:lineRule="auto"/>
        <w:ind w:firstLine="709"/>
        <w:jc w:val="both"/>
        <w:rPr>
          <w:szCs w:val="28"/>
          <w:lang w:eastAsia="ru-RU"/>
        </w:rPr>
      </w:pPr>
      <w:r w:rsidRPr="00D44A0F">
        <w:rPr>
          <w:szCs w:val="28"/>
          <w:lang w:eastAsia="ru-RU"/>
        </w:rPr>
        <w:t>фамилии, имена и отчества физических лиц, контактные телефоны, адреса их мест жительства написаны полностью;</w:t>
      </w:r>
    </w:p>
    <w:p w:rsidR="002466ED" w:rsidRPr="00D44A0F" w:rsidRDefault="002466ED" w:rsidP="00D44A0F">
      <w:pPr>
        <w:widowControl w:val="0"/>
        <w:tabs>
          <w:tab w:val="left" w:pos="0"/>
          <w:tab w:val="left" w:pos="142"/>
          <w:tab w:val="left" w:pos="993"/>
        </w:tabs>
        <w:autoSpaceDE w:val="0"/>
        <w:autoSpaceDN w:val="0"/>
        <w:adjustRightInd w:val="0"/>
        <w:spacing w:line="240" w:lineRule="auto"/>
        <w:ind w:firstLine="709"/>
        <w:jc w:val="both"/>
        <w:rPr>
          <w:szCs w:val="28"/>
          <w:lang w:eastAsia="ru-RU"/>
        </w:rPr>
      </w:pPr>
      <w:r w:rsidRPr="00D44A0F">
        <w:rPr>
          <w:szCs w:val="28"/>
          <w:lang w:eastAsia="ru-RU"/>
        </w:rPr>
        <w:t>в документах нет подчисток, приписок, зачеркнутых слов и иных неоговоренных исправлений;</w:t>
      </w:r>
    </w:p>
    <w:p w:rsidR="002466ED" w:rsidRPr="00D44A0F" w:rsidRDefault="002466ED" w:rsidP="00D44A0F">
      <w:pPr>
        <w:widowControl w:val="0"/>
        <w:tabs>
          <w:tab w:val="left" w:pos="0"/>
          <w:tab w:val="left" w:pos="142"/>
          <w:tab w:val="left" w:pos="993"/>
        </w:tabs>
        <w:autoSpaceDE w:val="0"/>
        <w:autoSpaceDN w:val="0"/>
        <w:adjustRightInd w:val="0"/>
        <w:spacing w:line="240" w:lineRule="auto"/>
        <w:ind w:firstLine="709"/>
        <w:jc w:val="both"/>
        <w:rPr>
          <w:szCs w:val="28"/>
          <w:lang w:eastAsia="ru-RU"/>
        </w:rPr>
      </w:pPr>
      <w:r w:rsidRPr="00D44A0F">
        <w:rPr>
          <w:szCs w:val="28"/>
          <w:lang w:eastAsia="ru-RU"/>
        </w:rPr>
        <w:t>документы не исполнены карандашом;</w:t>
      </w:r>
    </w:p>
    <w:p w:rsidR="002466ED" w:rsidRPr="00D44A0F" w:rsidRDefault="002466ED" w:rsidP="00D44A0F">
      <w:pPr>
        <w:widowControl w:val="0"/>
        <w:tabs>
          <w:tab w:val="left" w:pos="0"/>
          <w:tab w:val="left" w:pos="142"/>
          <w:tab w:val="left" w:pos="993"/>
        </w:tabs>
        <w:autoSpaceDE w:val="0"/>
        <w:autoSpaceDN w:val="0"/>
        <w:adjustRightInd w:val="0"/>
        <w:spacing w:line="240" w:lineRule="auto"/>
        <w:ind w:firstLine="709"/>
        <w:jc w:val="both"/>
        <w:rPr>
          <w:szCs w:val="28"/>
          <w:lang w:eastAsia="ru-RU"/>
        </w:rPr>
      </w:pPr>
      <w:r w:rsidRPr="00D44A0F">
        <w:rPr>
          <w:szCs w:val="28"/>
          <w:lang w:eastAsia="ru-RU"/>
        </w:rPr>
        <w:t>документы не имеют серьезных повреждений, наличие которых не позволяет однозначно истолковать их содержание;</w:t>
      </w:r>
    </w:p>
    <w:p w:rsidR="002466ED" w:rsidRPr="00D44A0F" w:rsidRDefault="002466ED" w:rsidP="00D44A0F">
      <w:pPr>
        <w:widowControl w:val="0"/>
        <w:numPr>
          <w:ilvl w:val="0"/>
          <w:numId w:val="32"/>
        </w:numPr>
        <w:tabs>
          <w:tab w:val="left" w:pos="0"/>
          <w:tab w:val="left" w:pos="142"/>
          <w:tab w:val="left" w:pos="993"/>
        </w:tabs>
        <w:suppressAutoHyphens/>
        <w:spacing w:line="240" w:lineRule="auto"/>
        <w:ind w:left="0" w:firstLine="709"/>
        <w:jc w:val="both"/>
        <w:rPr>
          <w:szCs w:val="28"/>
        </w:rPr>
      </w:pPr>
      <w:r w:rsidRPr="00D44A0F">
        <w:rPr>
          <w:szCs w:val="28"/>
        </w:rPr>
        <w:t>принимает решение о приеме у заявителя представленных документов;</w:t>
      </w:r>
    </w:p>
    <w:p w:rsidR="002466ED" w:rsidRPr="00D44A0F" w:rsidRDefault="002466ED" w:rsidP="00D44A0F">
      <w:pPr>
        <w:widowControl w:val="0"/>
        <w:numPr>
          <w:ilvl w:val="0"/>
          <w:numId w:val="32"/>
        </w:numPr>
        <w:tabs>
          <w:tab w:val="left" w:pos="0"/>
          <w:tab w:val="left" w:pos="142"/>
          <w:tab w:val="left" w:pos="993"/>
        </w:tabs>
        <w:suppressAutoHyphens/>
        <w:spacing w:line="240" w:lineRule="auto"/>
        <w:ind w:left="0" w:firstLine="709"/>
        <w:jc w:val="both"/>
        <w:rPr>
          <w:szCs w:val="28"/>
        </w:rPr>
      </w:pPr>
      <w:r w:rsidRPr="00D44A0F">
        <w:rPr>
          <w:szCs w:val="28"/>
        </w:rPr>
        <w:t>выдает заявителю уведомление с описью представленных документов и указанием даты их принятия, подтверждающее принятие документов, регистрирует принятое заявление и документы;</w:t>
      </w:r>
    </w:p>
    <w:p w:rsidR="002466ED" w:rsidRPr="00D44A0F" w:rsidRDefault="002466ED" w:rsidP="00D44A0F">
      <w:pPr>
        <w:widowControl w:val="0"/>
        <w:numPr>
          <w:ilvl w:val="0"/>
          <w:numId w:val="32"/>
        </w:numPr>
        <w:tabs>
          <w:tab w:val="left" w:pos="0"/>
          <w:tab w:val="left" w:pos="142"/>
        </w:tabs>
        <w:suppressAutoHyphens/>
        <w:spacing w:line="240" w:lineRule="auto"/>
        <w:ind w:left="0" w:firstLine="709"/>
        <w:jc w:val="both"/>
        <w:rPr>
          <w:szCs w:val="28"/>
        </w:rPr>
      </w:pPr>
      <w:r w:rsidRPr="00D44A0F">
        <w:rPr>
          <w:szCs w:val="28"/>
        </w:rPr>
        <w:t>при необходимости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2466ED" w:rsidRPr="00D44A0F" w:rsidRDefault="002466ED" w:rsidP="00D44A0F">
      <w:pPr>
        <w:widowControl w:val="0"/>
        <w:tabs>
          <w:tab w:val="left" w:pos="0"/>
          <w:tab w:val="left" w:pos="142"/>
        </w:tabs>
        <w:autoSpaceDE w:val="0"/>
        <w:autoSpaceDN w:val="0"/>
        <w:adjustRightInd w:val="0"/>
        <w:spacing w:line="240" w:lineRule="auto"/>
        <w:ind w:firstLine="709"/>
        <w:jc w:val="both"/>
        <w:rPr>
          <w:szCs w:val="28"/>
          <w:lang w:eastAsia="ru-RU"/>
        </w:rPr>
      </w:pPr>
      <w:r w:rsidRPr="00D44A0F">
        <w:rPr>
          <w:szCs w:val="28"/>
          <w:lang w:eastAsia="ru-RU"/>
        </w:rPr>
        <w:t>При установлении фактов отсутствия необходимых документов, несоответствия представленных документов требованиям, указанным в настоящем административном регламенте, специалист Органа, МФЦ,  ответственный за прием документов, уведомляет заявителя о наличии препятствий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2466ED" w:rsidRPr="00D44A0F" w:rsidRDefault="002466ED" w:rsidP="00D44A0F">
      <w:pPr>
        <w:widowControl w:val="0"/>
        <w:tabs>
          <w:tab w:val="left" w:pos="0"/>
        </w:tabs>
        <w:autoSpaceDE w:val="0"/>
        <w:autoSpaceDN w:val="0"/>
        <w:adjustRightInd w:val="0"/>
        <w:spacing w:line="240" w:lineRule="auto"/>
        <w:ind w:firstLine="709"/>
        <w:jc w:val="both"/>
        <w:rPr>
          <w:szCs w:val="28"/>
          <w:lang w:eastAsia="ru-RU"/>
        </w:rPr>
      </w:pPr>
      <w:r w:rsidRPr="00D44A0F">
        <w:rPr>
          <w:szCs w:val="28"/>
          <w:lang w:eastAsia="ru-RU"/>
        </w:rPr>
        <w:t>При отсутствии у заявителя заполненного заявления или неправильном его заполнении специалист Органа, ответственный за прием документов, помогает заявителю заполнить заявление.</w:t>
      </w:r>
    </w:p>
    <w:p w:rsidR="002466ED" w:rsidRPr="00D44A0F" w:rsidRDefault="002466ED" w:rsidP="00D44A0F">
      <w:pPr>
        <w:widowControl w:val="0"/>
        <w:tabs>
          <w:tab w:val="left" w:pos="0"/>
        </w:tabs>
        <w:autoSpaceDE w:val="0"/>
        <w:autoSpaceDN w:val="0"/>
        <w:adjustRightInd w:val="0"/>
        <w:spacing w:line="240" w:lineRule="auto"/>
        <w:ind w:firstLine="709"/>
        <w:jc w:val="both"/>
        <w:rPr>
          <w:szCs w:val="28"/>
          <w:lang w:eastAsia="ru-RU"/>
        </w:rPr>
      </w:pPr>
      <w:r w:rsidRPr="00D44A0F">
        <w:rPr>
          <w:szCs w:val="28"/>
          <w:lang w:eastAsia="ru-RU"/>
        </w:rPr>
        <w:t>По итогам исполнения административной процедуры по приему документов специалист Органа, ответственный за прием документов, формирует комплект документов (дело) и передает его специалисту Органа,  ответственному за межведомственное взаимодействие.</w:t>
      </w:r>
    </w:p>
    <w:p w:rsidR="002466ED" w:rsidRPr="00D44A0F" w:rsidRDefault="002466ED" w:rsidP="00D44A0F">
      <w:pPr>
        <w:widowControl w:val="0"/>
        <w:autoSpaceDE w:val="0"/>
        <w:autoSpaceDN w:val="0"/>
        <w:adjustRightInd w:val="0"/>
        <w:spacing w:line="240" w:lineRule="auto"/>
        <w:ind w:firstLine="709"/>
        <w:jc w:val="both"/>
        <w:rPr>
          <w:szCs w:val="28"/>
          <w:lang w:eastAsia="ru-RU"/>
        </w:rPr>
      </w:pPr>
      <w:r w:rsidRPr="00D44A0F">
        <w:rPr>
          <w:szCs w:val="28"/>
          <w:lang w:eastAsia="ru-RU"/>
        </w:rPr>
        <w:t>Длительность осуществления всех необходимых действий не может превышать 15 минут.</w:t>
      </w:r>
    </w:p>
    <w:p w:rsidR="002466ED" w:rsidRPr="00D44A0F" w:rsidRDefault="002466ED" w:rsidP="00D44A0F">
      <w:pPr>
        <w:widowControl w:val="0"/>
        <w:autoSpaceDE w:val="0"/>
        <w:autoSpaceDN w:val="0"/>
        <w:adjustRightInd w:val="0"/>
        <w:spacing w:line="240" w:lineRule="auto"/>
        <w:ind w:firstLine="709"/>
        <w:jc w:val="both"/>
        <w:rPr>
          <w:szCs w:val="28"/>
          <w:lang w:eastAsia="ru-RU"/>
        </w:rPr>
      </w:pPr>
      <w:r w:rsidRPr="00D44A0F">
        <w:rPr>
          <w:szCs w:val="28"/>
          <w:lang w:eastAsia="ru-RU"/>
        </w:rPr>
        <w:t>Если заявитель обратился заочно, специалист Органа, ответственный за прием документов:</w:t>
      </w:r>
    </w:p>
    <w:p w:rsidR="002466ED" w:rsidRPr="00D44A0F" w:rsidRDefault="002466ED" w:rsidP="00D44A0F">
      <w:pPr>
        <w:widowControl w:val="0"/>
        <w:numPr>
          <w:ilvl w:val="0"/>
          <w:numId w:val="33"/>
        </w:numPr>
        <w:tabs>
          <w:tab w:val="left" w:pos="0"/>
          <w:tab w:val="left" w:pos="1134"/>
        </w:tabs>
        <w:suppressAutoHyphens/>
        <w:spacing w:line="240" w:lineRule="auto"/>
        <w:ind w:left="0" w:firstLine="709"/>
        <w:jc w:val="both"/>
        <w:rPr>
          <w:szCs w:val="28"/>
        </w:rPr>
      </w:pPr>
      <w:r w:rsidRPr="00D44A0F">
        <w:rPr>
          <w:szCs w:val="28"/>
        </w:rPr>
        <w:t>регистрирует заявление и документы под индивидуальным порядковым номером в день поступления документов в информационную систему;</w:t>
      </w:r>
    </w:p>
    <w:p w:rsidR="002466ED" w:rsidRPr="00D44A0F" w:rsidRDefault="002466ED" w:rsidP="00D44A0F">
      <w:pPr>
        <w:widowControl w:val="0"/>
        <w:numPr>
          <w:ilvl w:val="0"/>
          <w:numId w:val="33"/>
        </w:numPr>
        <w:tabs>
          <w:tab w:val="left" w:pos="0"/>
          <w:tab w:val="left" w:pos="1134"/>
        </w:tabs>
        <w:suppressAutoHyphens/>
        <w:spacing w:line="240" w:lineRule="auto"/>
        <w:ind w:left="0" w:firstLine="709"/>
        <w:jc w:val="both"/>
        <w:rPr>
          <w:szCs w:val="28"/>
        </w:rPr>
      </w:pPr>
      <w:r w:rsidRPr="00D44A0F">
        <w:rPr>
          <w:szCs w:val="28"/>
        </w:rPr>
        <w:t>проверяет правильность оформления заявления и правильность оформления иных документов, поступивших от заявителя;</w:t>
      </w:r>
    </w:p>
    <w:p w:rsidR="002466ED" w:rsidRPr="00D44A0F" w:rsidRDefault="002466ED" w:rsidP="00D44A0F">
      <w:pPr>
        <w:widowControl w:val="0"/>
        <w:numPr>
          <w:ilvl w:val="0"/>
          <w:numId w:val="33"/>
        </w:numPr>
        <w:tabs>
          <w:tab w:val="left" w:pos="0"/>
          <w:tab w:val="left" w:pos="1134"/>
        </w:tabs>
        <w:suppressAutoHyphens/>
        <w:spacing w:line="240" w:lineRule="auto"/>
        <w:ind w:left="0" w:firstLine="709"/>
        <w:jc w:val="both"/>
        <w:rPr>
          <w:szCs w:val="28"/>
        </w:rPr>
      </w:pPr>
      <w:r w:rsidRPr="00D44A0F">
        <w:rPr>
          <w:szCs w:val="28"/>
        </w:rPr>
        <w:t>проверяет представленные документы на предмет комплектности;</w:t>
      </w:r>
    </w:p>
    <w:p w:rsidR="002466ED" w:rsidRPr="00D44A0F" w:rsidRDefault="002466ED" w:rsidP="00D44A0F">
      <w:pPr>
        <w:widowControl w:val="0"/>
        <w:numPr>
          <w:ilvl w:val="0"/>
          <w:numId w:val="33"/>
        </w:numPr>
        <w:tabs>
          <w:tab w:val="left" w:pos="0"/>
          <w:tab w:val="left" w:pos="1134"/>
        </w:tabs>
        <w:suppressAutoHyphens/>
        <w:spacing w:line="240" w:lineRule="auto"/>
        <w:ind w:left="0" w:firstLine="709"/>
        <w:jc w:val="both"/>
        <w:rPr>
          <w:szCs w:val="28"/>
        </w:rPr>
      </w:pPr>
      <w:r w:rsidRPr="00D44A0F">
        <w:rPr>
          <w:szCs w:val="28"/>
        </w:rPr>
        <w:t>отправляет заявителю уведомление с описью принятых документов и указанием даты их принятия, подтверждающее принятие документов.</w:t>
      </w:r>
    </w:p>
    <w:p w:rsidR="002466ED" w:rsidRPr="00D44A0F" w:rsidRDefault="002466ED" w:rsidP="00D44A0F">
      <w:pPr>
        <w:widowControl w:val="0"/>
        <w:tabs>
          <w:tab w:val="left" w:pos="0"/>
          <w:tab w:val="left" w:pos="1134"/>
        </w:tabs>
        <w:autoSpaceDE w:val="0"/>
        <w:autoSpaceDN w:val="0"/>
        <w:adjustRightInd w:val="0"/>
        <w:spacing w:line="240" w:lineRule="auto"/>
        <w:ind w:firstLine="709"/>
        <w:jc w:val="both"/>
        <w:rPr>
          <w:szCs w:val="28"/>
          <w:lang w:eastAsia="ru-RU"/>
        </w:rPr>
      </w:pPr>
      <w:r w:rsidRPr="00D44A0F">
        <w:rPr>
          <w:szCs w:val="28"/>
          <w:lang w:eastAsia="ru-RU"/>
        </w:rPr>
        <w:t>Уведомление направляется заявителю не позднее дня, следующего за днем поступления заявления и документов, способом, который использовал заявитель при заочном обращении (заказным письмом по почте, в электронном сообщении).</w:t>
      </w:r>
    </w:p>
    <w:p w:rsidR="002466ED" w:rsidRPr="00D44A0F" w:rsidRDefault="002466ED" w:rsidP="00D44A0F">
      <w:pPr>
        <w:widowControl w:val="0"/>
        <w:tabs>
          <w:tab w:val="left" w:pos="0"/>
          <w:tab w:val="left" w:pos="1134"/>
        </w:tabs>
        <w:autoSpaceDE w:val="0"/>
        <w:autoSpaceDN w:val="0"/>
        <w:adjustRightInd w:val="0"/>
        <w:spacing w:line="240" w:lineRule="auto"/>
        <w:ind w:firstLine="709"/>
        <w:jc w:val="both"/>
        <w:rPr>
          <w:szCs w:val="28"/>
          <w:lang w:eastAsia="ru-RU"/>
        </w:rPr>
      </w:pPr>
      <w:r w:rsidRPr="00D44A0F">
        <w:rPr>
          <w:szCs w:val="28"/>
          <w:lang w:eastAsia="ru-RU"/>
        </w:rPr>
        <w:t>В случае если наряду с исчерпывающим перечнем документов, которые заявитель должен предоставить самостоятельно, были предоставлены документы, указанные в пункте 2.9  настоящего административного регламента, специалист Органа, ответственный за прием документов, проверяет такие документы на соответствие требованиям, установленным в настоящем административном регламенте, и (если выявлены недостатки) уведомляет заявителя о необходимости устранения недостатков в таких документах в трехдневный срок либо (если недостатки не выявлены) прикладывает документы к делу заявителя и регистрирует такие документы в общем порядке.</w:t>
      </w:r>
    </w:p>
    <w:p w:rsidR="002466ED" w:rsidRPr="00D44A0F" w:rsidRDefault="002466ED" w:rsidP="00D44A0F">
      <w:pPr>
        <w:widowControl w:val="0"/>
        <w:autoSpaceDE w:val="0"/>
        <w:autoSpaceDN w:val="0"/>
        <w:adjustRightInd w:val="0"/>
        <w:spacing w:line="240" w:lineRule="auto"/>
        <w:ind w:firstLine="709"/>
        <w:jc w:val="both"/>
        <w:rPr>
          <w:szCs w:val="28"/>
          <w:lang w:eastAsia="ru-RU"/>
        </w:rPr>
      </w:pPr>
      <w:r w:rsidRPr="00D44A0F">
        <w:rPr>
          <w:szCs w:val="28"/>
          <w:lang w:eastAsia="ru-RU"/>
        </w:rPr>
        <w:t>Непредставление таких документов (или не исправление в таких документах недостатков заявителем в трехдневный срок) не является основанием для отказа в приеме документов.</w:t>
      </w:r>
    </w:p>
    <w:p w:rsidR="002466ED" w:rsidRPr="00D44A0F" w:rsidRDefault="002466ED" w:rsidP="00D44A0F">
      <w:pPr>
        <w:widowControl w:val="0"/>
        <w:autoSpaceDE w:val="0"/>
        <w:autoSpaceDN w:val="0"/>
        <w:adjustRightInd w:val="0"/>
        <w:spacing w:line="240" w:lineRule="auto"/>
        <w:ind w:firstLine="709"/>
        <w:jc w:val="both"/>
        <w:rPr>
          <w:szCs w:val="28"/>
          <w:lang w:eastAsia="ru-RU"/>
        </w:rPr>
      </w:pPr>
      <w:r w:rsidRPr="00D44A0F">
        <w:rPr>
          <w:szCs w:val="28"/>
          <w:lang w:eastAsia="ru-RU"/>
        </w:rPr>
        <w:t xml:space="preserve">В случае если заявитель не представил документы, указанные в пункте 2.9  настоящего административного регламента, (или не исправил недостатки в таких документах в трехдневный срок), специалист Органа, ответственный за прием документов, передает комплект документов специалисту Органа, ответственному за межведомственное взаимодействие, для направления межведомственных запросов в органы (организации), указанные в пунктах 2.4.1. – 2.4.3. настоящего административного регламента. </w:t>
      </w:r>
    </w:p>
    <w:p w:rsidR="002466ED" w:rsidRPr="00D44A0F" w:rsidRDefault="002466ED" w:rsidP="00D44A0F">
      <w:pPr>
        <w:widowControl w:val="0"/>
        <w:autoSpaceDE w:val="0"/>
        <w:autoSpaceDN w:val="0"/>
        <w:adjustRightInd w:val="0"/>
        <w:spacing w:line="240" w:lineRule="auto"/>
        <w:ind w:firstLine="709"/>
        <w:jc w:val="both"/>
        <w:rPr>
          <w:szCs w:val="28"/>
          <w:lang w:eastAsia="ru-RU"/>
        </w:rPr>
      </w:pPr>
      <w:r>
        <w:rPr>
          <w:szCs w:val="28"/>
          <w:lang w:eastAsia="ru-RU"/>
        </w:rPr>
        <w:t>Максимальный с</w:t>
      </w:r>
      <w:r w:rsidRPr="00D44A0F">
        <w:rPr>
          <w:szCs w:val="28"/>
          <w:lang w:eastAsia="ru-RU"/>
        </w:rPr>
        <w:t xml:space="preserve">рок исполнения административной процедуры составляет не более 15 минут. </w:t>
      </w:r>
    </w:p>
    <w:p w:rsidR="002466ED" w:rsidRPr="00D44A0F" w:rsidRDefault="002466ED" w:rsidP="00D44A0F">
      <w:pPr>
        <w:pStyle w:val="ConsPlusNormal"/>
        <w:ind w:firstLine="709"/>
        <w:jc w:val="both"/>
        <w:rPr>
          <w:rFonts w:ascii="Times New Roman" w:hAnsi="Times New Roman"/>
          <w:sz w:val="28"/>
          <w:szCs w:val="28"/>
        </w:rPr>
      </w:pPr>
      <w:r w:rsidRPr="00D44A0F">
        <w:rPr>
          <w:rFonts w:ascii="Times New Roman" w:hAnsi="Times New Roman"/>
          <w:sz w:val="28"/>
          <w:szCs w:val="28"/>
        </w:rPr>
        <w:t>Результатом административной процедуры является прием и регистрация документов, представленных заявителем и передача зарегистрированных  документов специалисту Органа, ответственному за межведомственное взаимодействие.</w:t>
      </w:r>
    </w:p>
    <w:p w:rsidR="002466ED" w:rsidRPr="00D44A0F" w:rsidRDefault="002466ED" w:rsidP="00D44A0F">
      <w:pPr>
        <w:pStyle w:val="ConsPlusNormal"/>
        <w:ind w:firstLine="709"/>
        <w:jc w:val="both"/>
        <w:rPr>
          <w:rFonts w:ascii="Times New Roman" w:hAnsi="Times New Roman"/>
          <w:b/>
          <w:sz w:val="28"/>
          <w:szCs w:val="28"/>
        </w:rPr>
      </w:pPr>
    </w:p>
    <w:p w:rsidR="002466ED" w:rsidRPr="00D44A0F" w:rsidRDefault="002466ED" w:rsidP="00D44A0F">
      <w:pPr>
        <w:pStyle w:val="ConsPlusNormal"/>
        <w:ind w:firstLine="709"/>
        <w:jc w:val="center"/>
        <w:rPr>
          <w:rFonts w:ascii="Times New Roman" w:hAnsi="Times New Roman"/>
          <w:b/>
          <w:sz w:val="28"/>
          <w:szCs w:val="28"/>
        </w:rPr>
      </w:pPr>
      <w:r w:rsidRPr="00D44A0F">
        <w:rPr>
          <w:rFonts w:ascii="Times New Roman" w:hAnsi="Times New Roman"/>
          <w:b/>
          <w:sz w:val="28"/>
          <w:szCs w:val="28"/>
        </w:rPr>
        <w:t>Направление специалистом Органа,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2466ED" w:rsidRPr="00D44A0F" w:rsidRDefault="002466ED" w:rsidP="00D44A0F">
      <w:pPr>
        <w:pStyle w:val="ConsPlusNormal"/>
        <w:ind w:firstLine="709"/>
        <w:jc w:val="both"/>
        <w:rPr>
          <w:rFonts w:ascii="Times New Roman" w:hAnsi="Times New Roman"/>
          <w:sz w:val="28"/>
          <w:szCs w:val="28"/>
        </w:rPr>
      </w:pPr>
    </w:p>
    <w:p w:rsidR="002466ED" w:rsidRPr="00D44A0F" w:rsidRDefault="002466ED" w:rsidP="00D44A0F">
      <w:pPr>
        <w:pStyle w:val="ConsPlusNormal"/>
        <w:ind w:firstLine="709"/>
        <w:jc w:val="both"/>
        <w:rPr>
          <w:rFonts w:ascii="Times New Roman" w:hAnsi="Times New Roman"/>
          <w:sz w:val="28"/>
          <w:szCs w:val="28"/>
        </w:rPr>
      </w:pPr>
      <w:r w:rsidRPr="00D44A0F">
        <w:rPr>
          <w:rFonts w:ascii="Times New Roman" w:hAnsi="Times New Roman"/>
          <w:sz w:val="28"/>
          <w:szCs w:val="28"/>
        </w:rPr>
        <w:t xml:space="preserve">3.3. Основанием для начала осуществления административной процедуры является получение специалистом Органа,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пункте 2.9. настоящего административного регламента. </w:t>
      </w:r>
    </w:p>
    <w:p w:rsidR="002466ED" w:rsidRPr="00D44A0F" w:rsidRDefault="002466ED" w:rsidP="00D44A0F">
      <w:pPr>
        <w:pStyle w:val="ConsPlusNormal"/>
        <w:ind w:firstLine="709"/>
        <w:jc w:val="both"/>
        <w:rPr>
          <w:rFonts w:ascii="Times New Roman" w:hAnsi="Times New Roman"/>
          <w:sz w:val="28"/>
          <w:szCs w:val="28"/>
        </w:rPr>
      </w:pPr>
      <w:r w:rsidRPr="00D44A0F">
        <w:rPr>
          <w:rFonts w:ascii="Times New Roman" w:hAnsi="Times New Roman"/>
          <w:sz w:val="28"/>
          <w:szCs w:val="28"/>
        </w:rPr>
        <w:t>Специалист Органа, ответственный за межведомственное взаимодействие, не позднее дня, следующего за днем поступления заявления:</w:t>
      </w:r>
    </w:p>
    <w:p w:rsidR="002466ED" w:rsidRPr="00D44A0F" w:rsidRDefault="002466ED" w:rsidP="00D44A0F">
      <w:pPr>
        <w:widowControl w:val="0"/>
        <w:tabs>
          <w:tab w:val="left" w:pos="993"/>
        </w:tabs>
        <w:autoSpaceDE w:val="0"/>
        <w:autoSpaceDN w:val="0"/>
        <w:adjustRightInd w:val="0"/>
        <w:spacing w:line="240" w:lineRule="auto"/>
        <w:ind w:firstLine="709"/>
        <w:jc w:val="both"/>
        <w:rPr>
          <w:szCs w:val="28"/>
          <w:lang w:eastAsia="ru-RU"/>
        </w:rPr>
      </w:pPr>
      <w:r w:rsidRPr="00D44A0F">
        <w:rPr>
          <w:szCs w:val="28"/>
          <w:lang w:eastAsia="ru-RU"/>
        </w:rPr>
        <w:t>•</w:t>
      </w:r>
      <w:r w:rsidRPr="00D44A0F">
        <w:rPr>
          <w:szCs w:val="28"/>
          <w:lang w:eastAsia="ru-RU"/>
        </w:rPr>
        <w:tab/>
        <w:t xml:space="preserve">оформляет межведомственные запросы в органы, указанные в пунктах 2.4.1.-2.4.3. настоящего административного регламента; </w:t>
      </w:r>
    </w:p>
    <w:p w:rsidR="002466ED" w:rsidRPr="00D44A0F" w:rsidRDefault="002466ED" w:rsidP="00D44A0F">
      <w:pPr>
        <w:widowControl w:val="0"/>
        <w:tabs>
          <w:tab w:val="left" w:pos="993"/>
        </w:tabs>
        <w:autoSpaceDE w:val="0"/>
        <w:autoSpaceDN w:val="0"/>
        <w:adjustRightInd w:val="0"/>
        <w:spacing w:line="240" w:lineRule="auto"/>
        <w:ind w:firstLine="709"/>
        <w:jc w:val="both"/>
        <w:rPr>
          <w:szCs w:val="28"/>
          <w:lang w:eastAsia="ru-RU"/>
        </w:rPr>
      </w:pPr>
      <w:r w:rsidRPr="00D44A0F">
        <w:rPr>
          <w:szCs w:val="28"/>
          <w:lang w:eastAsia="ru-RU"/>
        </w:rPr>
        <w:t>•</w:t>
      </w:r>
      <w:r w:rsidRPr="00D44A0F">
        <w:rPr>
          <w:szCs w:val="28"/>
          <w:lang w:eastAsia="ru-RU"/>
        </w:rPr>
        <w:tab/>
        <w:t>подписывает оформленный межведомственн</w:t>
      </w:r>
      <w:r>
        <w:rPr>
          <w:szCs w:val="28"/>
          <w:lang w:eastAsia="ru-RU"/>
        </w:rPr>
        <w:t>ый запрос у руководителя Органа</w:t>
      </w:r>
      <w:r w:rsidRPr="00D44A0F">
        <w:rPr>
          <w:szCs w:val="28"/>
          <w:lang w:eastAsia="ru-RU"/>
        </w:rPr>
        <w:t>;</w:t>
      </w:r>
    </w:p>
    <w:p w:rsidR="002466ED" w:rsidRPr="00D44A0F" w:rsidRDefault="002466ED" w:rsidP="00D44A0F">
      <w:pPr>
        <w:widowControl w:val="0"/>
        <w:tabs>
          <w:tab w:val="left" w:pos="993"/>
        </w:tabs>
        <w:autoSpaceDE w:val="0"/>
        <w:autoSpaceDN w:val="0"/>
        <w:adjustRightInd w:val="0"/>
        <w:spacing w:line="240" w:lineRule="auto"/>
        <w:ind w:firstLine="709"/>
        <w:jc w:val="both"/>
        <w:rPr>
          <w:szCs w:val="28"/>
          <w:lang w:eastAsia="ru-RU"/>
        </w:rPr>
      </w:pPr>
      <w:r w:rsidRPr="00D44A0F">
        <w:rPr>
          <w:szCs w:val="28"/>
          <w:lang w:eastAsia="ru-RU"/>
        </w:rPr>
        <w:t>•</w:t>
      </w:r>
      <w:r w:rsidRPr="00D44A0F">
        <w:rPr>
          <w:szCs w:val="28"/>
          <w:lang w:eastAsia="ru-RU"/>
        </w:rPr>
        <w:tab/>
        <w:t>регистрирует межведомственный запрос в соответствующем реестре;</w:t>
      </w:r>
    </w:p>
    <w:p w:rsidR="002466ED" w:rsidRPr="00D44A0F" w:rsidRDefault="002466ED" w:rsidP="00D44A0F">
      <w:pPr>
        <w:widowControl w:val="0"/>
        <w:tabs>
          <w:tab w:val="left" w:pos="993"/>
        </w:tabs>
        <w:autoSpaceDE w:val="0"/>
        <w:autoSpaceDN w:val="0"/>
        <w:adjustRightInd w:val="0"/>
        <w:spacing w:line="240" w:lineRule="auto"/>
        <w:ind w:firstLine="709"/>
        <w:jc w:val="both"/>
        <w:rPr>
          <w:szCs w:val="28"/>
          <w:lang w:eastAsia="ru-RU"/>
        </w:rPr>
      </w:pPr>
      <w:r w:rsidRPr="00D44A0F">
        <w:rPr>
          <w:szCs w:val="28"/>
          <w:lang w:eastAsia="ru-RU"/>
        </w:rPr>
        <w:t>•</w:t>
      </w:r>
      <w:r w:rsidRPr="00D44A0F">
        <w:rPr>
          <w:szCs w:val="28"/>
          <w:lang w:eastAsia="ru-RU"/>
        </w:rPr>
        <w:tab/>
        <w:t>направляет межведомственный запрос в соответствующий орган или организацию.</w:t>
      </w:r>
    </w:p>
    <w:p w:rsidR="002466ED" w:rsidRPr="00D44A0F" w:rsidRDefault="002466ED" w:rsidP="00D44A0F">
      <w:pPr>
        <w:widowControl w:val="0"/>
        <w:autoSpaceDE w:val="0"/>
        <w:autoSpaceDN w:val="0"/>
        <w:adjustRightInd w:val="0"/>
        <w:spacing w:line="240" w:lineRule="auto"/>
        <w:ind w:firstLine="709"/>
        <w:jc w:val="both"/>
        <w:rPr>
          <w:szCs w:val="28"/>
          <w:lang w:eastAsia="ru-RU"/>
        </w:rPr>
      </w:pPr>
      <w:r w:rsidRPr="00D44A0F">
        <w:rPr>
          <w:szCs w:val="28"/>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2466ED" w:rsidRPr="00D44A0F" w:rsidRDefault="002466ED" w:rsidP="00D44A0F">
      <w:pPr>
        <w:widowControl w:val="0"/>
        <w:autoSpaceDE w:val="0"/>
        <w:autoSpaceDN w:val="0"/>
        <w:adjustRightInd w:val="0"/>
        <w:spacing w:line="240" w:lineRule="auto"/>
        <w:ind w:firstLine="709"/>
        <w:jc w:val="both"/>
        <w:rPr>
          <w:szCs w:val="28"/>
          <w:lang w:eastAsia="ru-RU"/>
        </w:rPr>
      </w:pPr>
      <w:r w:rsidRPr="00D44A0F">
        <w:rPr>
          <w:szCs w:val="28"/>
          <w:lang w:eastAsia="ru-RU"/>
        </w:rPr>
        <w:t>Межведомственный запрос содержит:</w:t>
      </w:r>
    </w:p>
    <w:p w:rsidR="002466ED" w:rsidRPr="00D44A0F" w:rsidRDefault="002466ED" w:rsidP="00D44A0F">
      <w:pPr>
        <w:widowControl w:val="0"/>
        <w:autoSpaceDE w:val="0"/>
        <w:autoSpaceDN w:val="0"/>
        <w:adjustRightInd w:val="0"/>
        <w:spacing w:line="240" w:lineRule="auto"/>
        <w:ind w:firstLine="709"/>
        <w:jc w:val="both"/>
        <w:rPr>
          <w:szCs w:val="28"/>
          <w:lang w:eastAsia="ru-RU"/>
        </w:rPr>
      </w:pPr>
      <w:r w:rsidRPr="00D44A0F">
        <w:rPr>
          <w:szCs w:val="28"/>
          <w:lang w:eastAsia="ru-RU"/>
        </w:rPr>
        <w:t>1) наименование Органа, направляющего межведомственный запрос;</w:t>
      </w:r>
    </w:p>
    <w:p w:rsidR="002466ED" w:rsidRPr="00D44A0F" w:rsidRDefault="002466ED" w:rsidP="00D44A0F">
      <w:pPr>
        <w:widowControl w:val="0"/>
        <w:autoSpaceDE w:val="0"/>
        <w:autoSpaceDN w:val="0"/>
        <w:adjustRightInd w:val="0"/>
        <w:spacing w:line="240" w:lineRule="auto"/>
        <w:ind w:firstLine="709"/>
        <w:jc w:val="both"/>
        <w:rPr>
          <w:szCs w:val="28"/>
          <w:lang w:eastAsia="ru-RU"/>
        </w:rPr>
      </w:pPr>
      <w:r w:rsidRPr="00D44A0F">
        <w:rPr>
          <w:szCs w:val="28"/>
          <w:lang w:eastAsia="ru-RU"/>
        </w:rPr>
        <w:t>2) наименование органа или организации, в адрес которых направляется межведомственный запрос;</w:t>
      </w:r>
    </w:p>
    <w:p w:rsidR="002466ED" w:rsidRPr="00D44A0F" w:rsidRDefault="002466ED" w:rsidP="00D44A0F">
      <w:pPr>
        <w:widowControl w:val="0"/>
        <w:autoSpaceDE w:val="0"/>
        <w:autoSpaceDN w:val="0"/>
        <w:adjustRightInd w:val="0"/>
        <w:spacing w:line="240" w:lineRule="auto"/>
        <w:ind w:firstLine="709"/>
        <w:jc w:val="both"/>
        <w:rPr>
          <w:szCs w:val="28"/>
          <w:lang w:eastAsia="ru-RU"/>
        </w:rPr>
      </w:pPr>
      <w:r w:rsidRPr="00D44A0F">
        <w:rPr>
          <w:szCs w:val="28"/>
          <w:lang w:eastAsia="ru-RU"/>
        </w:rPr>
        <w:t xml:space="preserve">3)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услуг. </w:t>
      </w:r>
    </w:p>
    <w:p w:rsidR="002466ED" w:rsidRPr="00D44A0F" w:rsidRDefault="002466ED" w:rsidP="00D44A0F">
      <w:pPr>
        <w:widowControl w:val="0"/>
        <w:autoSpaceDE w:val="0"/>
        <w:autoSpaceDN w:val="0"/>
        <w:adjustRightInd w:val="0"/>
        <w:spacing w:line="240" w:lineRule="auto"/>
        <w:ind w:firstLine="709"/>
        <w:jc w:val="both"/>
        <w:rPr>
          <w:szCs w:val="28"/>
          <w:lang w:eastAsia="ru-RU"/>
        </w:rPr>
      </w:pPr>
      <w:r w:rsidRPr="00D44A0F">
        <w:rPr>
          <w:szCs w:val="28"/>
          <w:lang w:eastAsia="ru-RU"/>
        </w:rPr>
        <w:t>4) указание на положения нормативного правового акта, которыми установлено представление документа и (или) информации, необходимых для предоставления муниципальной услуги, и указание на реквизиты данного нормативного правового акта;</w:t>
      </w:r>
    </w:p>
    <w:p w:rsidR="002466ED" w:rsidRPr="00D44A0F" w:rsidRDefault="002466ED" w:rsidP="00D44A0F">
      <w:pPr>
        <w:widowControl w:val="0"/>
        <w:autoSpaceDE w:val="0"/>
        <w:autoSpaceDN w:val="0"/>
        <w:adjustRightInd w:val="0"/>
        <w:spacing w:line="240" w:lineRule="auto"/>
        <w:ind w:firstLine="709"/>
        <w:jc w:val="both"/>
        <w:rPr>
          <w:szCs w:val="28"/>
          <w:lang w:eastAsia="ru-RU"/>
        </w:rPr>
      </w:pPr>
      <w:r w:rsidRPr="00D44A0F">
        <w:rPr>
          <w:szCs w:val="28"/>
          <w:lang w:eastAsia="ru-RU"/>
        </w:rPr>
        <w:t xml:space="preserve">5) сведения, необходимые для представления документа и (или) информации, изложенные заявителем в поданном заявлении; </w:t>
      </w:r>
    </w:p>
    <w:p w:rsidR="002466ED" w:rsidRPr="00D44A0F" w:rsidRDefault="002466ED" w:rsidP="00D44A0F">
      <w:pPr>
        <w:widowControl w:val="0"/>
        <w:autoSpaceDE w:val="0"/>
        <w:autoSpaceDN w:val="0"/>
        <w:adjustRightInd w:val="0"/>
        <w:spacing w:line="240" w:lineRule="auto"/>
        <w:ind w:firstLine="709"/>
        <w:jc w:val="both"/>
        <w:rPr>
          <w:szCs w:val="28"/>
          <w:lang w:eastAsia="ru-RU"/>
        </w:rPr>
      </w:pPr>
      <w:r w:rsidRPr="00D44A0F">
        <w:rPr>
          <w:szCs w:val="28"/>
          <w:lang w:eastAsia="ru-RU"/>
        </w:rPr>
        <w:t>6) контактная информация для направления ответа на межведомственный запрос;</w:t>
      </w:r>
    </w:p>
    <w:p w:rsidR="002466ED" w:rsidRPr="00D44A0F" w:rsidRDefault="002466ED" w:rsidP="00D44A0F">
      <w:pPr>
        <w:widowControl w:val="0"/>
        <w:autoSpaceDE w:val="0"/>
        <w:autoSpaceDN w:val="0"/>
        <w:adjustRightInd w:val="0"/>
        <w:spacing w:line="240" w:lineRule="auto"/>
        <w:ind w:firstLine="709"/>
        <w:jc w:val="both"/>
        <w:rPr>
          <w:szCs w:val="28"/>
          <w:lang w:eastAsia="ru-RU"/>
        </w:rPr>
      </w:pPr>
      <w:r w:rsidRPr="00D44A0F">
        <w:rPr>
          <w:szCs w:val="28"/>
          <w:lang w:eastAsia="ru-RU"/>
        </w:rPr>
        <w:t>7) дата направления межведомственного запроса и срок ожидаемого ответа на межведомственный запрос;</w:t>
      </w:r>
    </w:p>
    <w:p w:rsidR="002466ED" w:rsidRPr="00D44A0F" w:rsidRDefault="002466ED" w:rsidP="00D44A0F">
      <w:pPr>
        <w:widowControl w:val="0"/>
        <w:autoSpaceDE w:val="0"/>
        <w:autoSpaceDN w:val="0"/>
        <w:adjustRightInd w:val="0"/>
        <w:spacing w:line="240" w:lineRule="auto"/>
        <w:ind w:firstLine="709"/>
        <w:jc w:val="both"/>
        <w:rPr>
          <w:szCs w:val="28"/>
          <w:lang w:eastAsia="ru-RU"/>
        </w:rPr>
      </w:pPr>
      <w:r w:rsidRPr="00D44A0F">
        <w:rPr>
          <w:szCs w:val="28"/>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2466ED" w:rsidRPr="00D44A0F" w:rsidRDefault="002466ED" w:rsidP="00D44A0F">
      <w:pPr>
        <w:widowControl w:val="0"/>
        <w:autoSpaceDE w:val="0"/>
        <w:autoSpaceDN w:val="0"/>
        <w:adjustRightInd w:val="0"/>
        <w:spacing w:line="240" w:lineRule="auto"/>
        <w:ind w:firstLine="709"/>
        <w:jc w:val="both"/>
        <w:rPr>
          <w:szCs w:val="28"/>
          <w:lang w:eastAsia="ru-RU"/>
        </w:rPr>
      </w:pPr>
      <w:r w:rsidRPr="00D44A0F">
        <w:rPr>
          <w:szCs w:val="28"/>
          <w:lang w:eastAsia="ru-RU"/>
        </w:rPr>
        <w:t>9) информация о факте получения согласия, предусмотренного частью 5 статьи 7 Федерального закона</w:t>
      </w:r>
      <w:r>
        <w:rPr>
          <w:szCs w:val="28"/>
          <w:lang w:eastAsia="ru-RU"/>
        </w:rPr>
        <w:t xml:space="preserve"> </w:t>
      </w:r>
      <w:r w:rsidRPr="00D44A0F">
        <w:rPr>
          <w:szCs w:val="28"/>
          <w:lang w:eastAsia="ru-RU"/>
        </w:rPr>
        <w:t>от 27.07.2010 N 210-ФЗ «Об организации предоставления государственных и муниципальных услуг» (при направлении межведомственного запроса в случае, предусмотренном частью 5 статьи 7 вышеуказанного Федерального закона).</w:t>
      </w:r>
    </w:p>
    <w:p w:rsidR="002466ED" w:rsidRPr="00D44A0F" w:rsidRDefault="002466ED" w:rsidP="00D44A0F">
      <w:pPr>
        <w:widowControl w:val="0"/>
        <w:autoSpaceDE w:val="0"/>
        <w:autoSpaceDN w:val="0"/>
        <w:adjustRightInd w:val="0"/>
        <w:spacing w:line="240" w:lineRule="auto"/>
        <w:ind w:firstLine="709"/>
        <w:jc w:val="both"/>
        <w:rPr>
          <w:szCs w:val="28"/>
          <w:lang w:eastAsia="ru-RU"/>
        </w:rPr>
      </w:pPr>
      <w:r w:rsidRPr="00D44A0F">
        <w:rPr>
          <w:szCs w:val="28"/>
          <w:lang w:eastAsia="ru-RU"/>
        </w:rPr>
        <w:t>Направление межведомственного запроса осуществляется одним из следующих способов:</w:t>
      </w:r>
    </w:p>
    <w:p w:rsidR="002466ED" w:rsidRPr="00D44A0F" w:rsidRDefault="002466ED" w:rsidP="00D44A0F">
      <w:pPr>
        <w:widowControl w:val="0"/>
        <w:tabs>
          <w:tab w:val="left" w:pos="993"/>
        </w:tabs>
        <w:autoSpaceDE w:val="0"/>
        <w:autoSpaceDN w:val="0"/>
        <w:adjustRightInd w:val="0"/>
        <w:spacing w:line="240" w:lineRule="auto"/>
        <w:ind w:firstLine="709"/>
        <w:jc w:val="both"/>
        <w:rPr>
          <w:szCs w:val="28"/>
          <w:lang w:eastAsia="ru-RU"/>
        </w:rPr>
      </w:pPr>
      <w:r w:rsidRPr="00D44A0F">
        <w:rPr>
          <w:szCs w:val="28"/>
          <w:lang w:eastAsia="ru-RU"/>
        </w:rPr>
        <w:t>•</w:t>
      </w:r>
      <w:r w:rsidRPr="00D44A0F">
        <w:rPr>
          <w:szCs w:val="28"/>
          <w:lang w:eastAsia="ru-RU"/>
        </w:rPr>
        <w:tab/>
        <w:t>почтовым отправлением;</w:t>
      </w:r>
    </w:p>
    <w:p w:rsidR="002466ED" w:rsidRPr="00D44A0F" w:rsidRDefault="002466ED" w:rsidP="00D44A0F">
      <w:pPr>
        <w:widowControl w:val="0"/>
        <w:tabs>
          <w:tab w:val="left" w:pos="993"/>
        </w:tabs>
        <w:autoSpaceDE w:val="0"/>
        <w:autoSpaceDN w:val="0"/>
        <w:adjustRightInd w:val="0"/>
        <w:spacing w:line="240" w:lineRule="auto"/>
        <w:ind w:firstLine="709"/>
        <w:jc w:val="both"/>
        <w:rPr>
          <w:szCs w:val="28"/>
          <w:lang w:eastAsia="ru-RU"/>
        </w:rPr>
      </w:pPr>
      <w:r w:rsidRPr="00D44A0F">
        <w:rPr>
          <w:szCs w:val="28"/>
          <w:lang w:eastAsia="ru-RU"/>
        </w:rPr>
        <w:t>•</w:t>
      </w:r>
      <w:r w:rsidRPr="00D44A0F">
        <w:rPr>
          <w:szCs w:val="28"/>
          <w:lang w:eastAsia="ru-RU"/>
        </w:rPr>
        <w:tab/>
        <w:t>курьером, под расписку;</w:t>
      </w:r>
    </w:p>
    <w:p w:rsidR="002466ED" w:rsidRPr="00D44A0F" w:rsidRDefault="002466ED" w:rsidP="00D44A0F">
      <w:pPr>
        <w:widowControl w:val="0"/>
        <w:tabs>
          <w:tab w:val="left" w:pos="993"/>
        </w:tabs>
        <w:autoSpaceDE w:val="0"/>
        <w:autoSpaceDN w:val="0"/>
        <w:adjustRightInd w:val="0"/>
        <w:spacing w:line="240" w:lineRule="auto"/>
        <w:ind w:firstLine="709"/>
        <w:jc w:val="both"/>
        <w:rPr>
          <w:szCs w:val="28"/>
          <w:lang w:eastAsia="ru-RU"/>
        </w:rPr>
      </w:pPr>
      <w:r w:rsidRPr="00D44A0F">
        <w:rPr>
          <w:szCs w:val="28"/>
          <w:lang w:eastAsia="ru-RU"/>
        </w:rPr>
        <w:t>•</w:t>
      </w:r>
      <w:r w:rsidRPr="00D44A0F">
        <w:rPr>
          <w:szCs w:val="28"/>
          <w:lang w:eastAsia="ru-RU"/>
        </w:rPr>
        <w:tab/>
        <w:t>через систему межведомственного электронного взаимодействия (СМЭВ).</w:t>
      </w:r>
    </w:p>
    <w:p w:rsidR="002466ED" w:rsidRPr="00D44A0F" w:rsidRDefault="002466ED" w:rsidP="00D44A0F">
      <w:pPr>
        <w:widowControl w:val="0"/>
        <w:autoSpaceDE w:val="0"/>
        <w:autoSpaceDN w:val="0"/>
        <w:adjustRightInd w:val="0"/>
        <w:spacing w:line="240" w:lineRule="auto"/>
        <w:ind w:firstLine="709"/>
        <w:jc w:val="both"/>
        <w:rPr>
          <w:szCs w:val="28"/>
          <w:lang w:eastAsia="ru-RU"/>
        </w:rPr>
      </w:pPr>
      <w:r w:rsidRPr="00D44A0F">
        <w:rPr>
          <w:szCs w:val="28"/>
          <w:lang w:eastAsia="ru-RU"/>
        </w:rPr>
        <w:t>Использование СМЭВ для подготовки и направления межведомственного запроса, а также получения запрашиваемого документа (информации)  осуществляется в установленном нормативными правовыми актами Российской Федерации и Республики Коми порядке.</w:t>
      </w:r>
    </w:p>
    <w:p w:rsidR="002466ED" w:rsidRPr="00D44A0F" w:rsidRDefault="002466ED" w:rsidP="00D44A0F">
      <w:pPr>
        <w:widowControl w:val="0"/>
        <w:autoSpaceDE w:val="0"/>
        <w:autoSpaceDN w:val="0"/>
        <w:adjustRightInd w:val="0"/>
        <w:spacing w:line="240" w:lineRule="auto"/>
        <w:ind w:firstLine="709"/>
        <w:jc w:val="both"/>
        <w:rPr>
          <w:szCs w:val="28"/>
          <w:lang w:eastAsia="ru-RU"/>
        </w:rPr>
      </w:pPr>
      <w:r w:rsidRPr="00D44A0F">
        <w:rPr>
          <w:szCs w:val="28"/>
          <w:lang w:eastAsia="ru-RU"/>
        </w:rPr>
        <w:t>Межведомственный запрос, направляемый с использованием СМЭВ, подписывается электронной подписью специалиста Органа, ответственного за межведомственное взаимодействие.</w:t>
      </w:r>
    </w:p>
    <w:p w:rsidR="002466ED" w:rsidRPr="00D44A0F" w:rsidRDefault="002466ED" w:rsidP="00D44A0F">
      <w:pPr>
        <w:widowControl w:val="0"/>
        <w:autoSpaceDE w:val="0"/>
        <w:autoSpaceDN w:val="0"/>
        <w:adjustRightInd w:val="0"/>
        <w:spacing w:line="240" w:lineRule="auto"/>
        <w:ind w:firstLine="709"/>
        <w:jc w:val="both"/>
        <w:rPr>
          <w:szCs w:val="28"/>
          <w:lang w:eastAsia="ru-RU"/>
        </w:rPr>
      </w:pPr>
      <w:r w:rsidRPr="00D44A0F">
        <w:rPr>
          <w:szCs w:val="28"/>
          <w:lang w:eastAsia="ru-RU"/>
        </w:rPr>
        <w:t>Контроль за направлением запросов, получением ответов на запросы и своевременной передачей указанных ответов в Орган осуществляет специалист Органа, ответственный за межведомственное взаимодействие.</w:t>
      </w:r>
    </w:p>
    <w:p w:rsidR="002466ED" w:rsidRPr="00D44A0F" w:rsidRDefault="002466ED" w:rsidP="00D44A0F">
      <w:pPr>
        <w:widowControl w:val="0"/>
        <w:autoSpaceDE w:val="0"/>
        <w:autoSpaceDN w:val="0"/>
        <w:adjustRightInd w:val="0"/>
        <w:spacing w:line="240" w:lineRule="auto"/>
        <w:ind w:firstLine="709"/>
        <w:jc w:val="both"/>
        <w:rPr>
          <w:szCs w:val="28"/>
          <w:lang w:eastAsia="ru-RU"/>
        </w:rPr>
      </w:pPr>
      <w:r w:rsidRPr="00D44A0F">
        <w:rPr>
          <w:szCs w:val="28"/>
          <w:lang w:eastAsia="ru-RU"/>
        </w:rPr>
        <w:t>В случае нарушения органами (организациями), в адрес которых направлялся межведомственный запрос, установленного срока направления ответа на такой межведомственный запрос специалист Органа, ответственный за межведомственное взаимодействие, направляет повторный межведомственный  запрос, уведомляет заявителя о сложившейся ситуации способом, который использовал заявитель при заочном обращении (заказным письмом по почте, в электронном сообщении, в факсимильном сообщении) либо по телефону, в частности о том, что заявителю не отказывается в предоставлении услуги, и о праве заявителя самостоятельно представить соответствующий документ.</w:t>
      </w:r>
    </w:p>
    <w:p w:rsidR="002466ED" w:rsidRPr="00D44A0F" w:rsidRDefault="002466ED" w:rsidP="00D44A0F">
      <w:pPr>
        <w:widowControl w:val="0"/>
        <w:autoSpaceDE w:val="0"/>
        <w:autoSpaceDN w:val="0"/>
        <w:adjustRightInd w:val="0"/>
        <w:spacing w:line="240" w:lineRule="auto"/>
        <w:ind w:firstLine="709"/>
        <w:jc w:val="both"/>
        <w:rPr>
          <w:szCs w:val="28"/>
          <w:lang w:eastAsia="ru-RU"/>
        </w:rPr>
      </w:pPr>
      <w:r w:rsidRPr="00D44A0F">
        <w:rPr>
          <w:szCs w:val="28"/>
          <w:lang w:eastAsia="ru-RU"/>
        </w:rPr>
        <w:t>Повторный межведомственный запрос может содержать слова «направляется повторно», дату направления и регистрационный номер первого межведомственного запроса.</w:t>
      </w:r>
    </w:p>
    <w:p w:rsidR="002466ED" w:rsidRPr="00D44A0F" w:rsidRDefault="002466ED" w:rsidP="00D44A0F">
      <w:pPr>
        <w:widowControl w:val="0"/>
        <w:autoSpaceDE w:val="0"/>
        <w:autoSpaceDN w:val="0"/>
        <w:adjustRightInd w:val="0"/>
        <w:spacing w:line="240" w:lineRule="auto"/>
        <w:ind w:firstLine="709"/>
        <w:jc w:val="both"/>
        <w:rPr>
          <w:szCs w:val="28"/>
          <w:lang w:eastAsia="ru-RU"/>
        </w:rPr>
      </w:pPr>
      <w:r w:rsidRPr="00D44A0F">
        <w:rPr>
          <w:szCs w:val="28"/>
          <w:lang w:eastAsia="ru-RU"/>
        </w:rPr>
        <w:t>В день получения всех требуемых ответов на межведомственные запросы специалист Органа, ответственный за межведомственное взаимодействие, передает зарегистрированные ответы и заявление вместе с представленными заявителем документами специалисту Органа, ответственному за принятие решения о предоставлении услуги.</w:t>
      </w:r>
    </w:p>
    <w:p w:rsidR="002466ED" w:rsidRPr="00D44A0F" w:rsidRDefault="002466ED" w:rsidP="00D44A0F">
      <w:pPr>
        <w:widowControl w:val="0"/>
        <w:autoSpaceDE w:val="0"/>
        <w:autoSpaceDN w:val="0"/>
        <w:adjustRightInd w:val="0"/>
        <w:spacing w:line="240" w:lineRule="auto"/>
        <w:ind w:firstLine="709"/>
        <w:jc w:val="both"/>
        <w:rPr>
          <w:szCs w:val="28"/>
          <w:lang w:eastAsia="ru-RU"/>
        </w:rPr>
      </w:pPr>
      <w:r w:rsidRPr="00D44A0F">
        <w:rPr>
          <w:szCs w:val="28"/>
          <w:lang w:eastAsia="ru-RU"/>
        </w:rPr>
        <w:t>Если заявитель самостоятельно представил все документы, указанные в пункте 2.9 настоящего административного регламента, и отсутствует необходимость направления межведомственного запроса (все документы оформлены верно), то специалист Органа, ответственный за прием документов, передает полный комплект специалисту Органа, ответственному за принятие решения о предоставлении услуги.</w:t>
      </w:r>
    </w:p>
    <w:p w:rsidR="002466ED" w:rsidRPr="00D44A0F" w:rsidRDefault="002466ED" w:rsidP="00D44A0F">
      <w:pPr>
        <w:widowControl w:val="0"/>
        <w:autoSpaceDE w:val="0"/>
        <w:autoSpaceDN w:val="0"/>
        <w:adjustRightInd w:val="0"/>
        <w:spacing w:line="240" w:lineRule="auto"/>
        <w:ind w:firstLine="709"/>
        <w:jc w:val="both"/>
        <w:rPr>
          <w:szCs w:val="28"/>
          <w:lang w:eastAsia="ru-RU"/>
        </w:rPr>
      </w:pPr>
      <w:r>
        <w:rPr>
          <w:szCs w:val="28"/>
          <w:lang w:eastAsia="ru-RU"/>
        </w:rPr>
        <w:t>Максимальный с</w:t>
      </w:r>
      <w:r w:rsidRPr="00D44A0F">
        <w:rPr>
          <w:szCs w:val="28"/>
          <w:lang w:eastAsia="ru-RU"/>
        </w:rPr>
        <w:t>рок исполнения административной процедуры составляет 6 рабочих дней со дня обращения заявителя.</w:t>
      </w:r>
    </w:p>
    <w:p w:rsidR="002466ED" w:rsidRDefault="002466ED" w:rsidP="00D44A0F">
      <w:pPr>
        <w:pStyle w:val="ConsPlusNormal"/>
        <w:ind w:firstLine="709"/>
        <w:jc w:val="both"/>
        <w:rPr>
          <w:rFonts w:ascii="Times New Roman" w:hAnsi="Times New Roman"/>
          <w:sz w:val="28"/>
          <w:szCs w:val="28"/>
        </w:rPr>
      </w:pPr>
      <w:r w:rsidRPr="00D44A0F">
        <w:rPr>
          <w:rFonts w:ascii="Times New Roman" w:hAnsi="Times New Roman"/>
          <w:sz w:val="28"/>
          <w:szCs w:val="28"/>
        </w:rPr>
        <w:t>Результатом исполнения административной процедуры является получение полного комплекта документов и его направление специалисту Органа, ответственному за принятие решения о предоставлении услуги, для принятия решения о предоставлении муниципальной услуги</w:t>
      </w:r>
      <w:r>
        <w:rPr>
          <w:rFonts w:ascii="Times New Roman" w:hAnsi="Times New Roman"/>
          <w:sz w:val="28"/>
          <w:szCs w:val="28"/>
        </w:rPr>
        <w:t>:</w:t>
      </w:r>
    </w:p>
    <w:p w:rsidR="002466ED" w:rsidRDefault="002466ED" w:rsidP="004C1036">
      <w:pPr>
        <w:autoSpaceDE w:val="0"/>
        <w:autoSpaceDN w:val="0"/>
        <w:adjustRightInd w:val="0"/>
        <w:spacing w:line="240" w:lineRule="auto"/>
        <w:ind w:firstLine="540"/>
        <w:jc w:val="both"/>
        <w:rPr>
          <w:szCs w:val="28"/>
          <w:lang w:eastAsia="ru-RU"/>
        </w:rPr>
      </w:pPr>
      <w:r>
        <w:rPr>
          <w:szCs w:val="28"/>
          <w:lang w:eastAsia="ru-RU"/>
        </w:rPr>
        <w:t>- о соответствии помещения требованиям, предъявляемым к жилому помещению, и его пригодности для проживания;</w:t>
      </w:r>
    </w:p>
    <w:p w:rsidR="002466ED" w:rsidRDefault="002466ED" w:rsidP="004C1036">
      <w:pPr>
        <w:autoSpaceDE w:val="0"/>
        <w:autoSpaceDN w:val="0"/>
        <w:adjustRightInd w:val="0"/>
        <w:spacing w:line="240" w:lineRule="auto"/>
        <w:ind w:firstLine="540"/>
        <w:jc w:val="both"/>
        <w:rPr>
          <w:szCs w:val="28"/>
          <w:lang w:eastAsia="ru-RU"/>
        </w:rPr>
      </w:pPr>
      <w:r>
        <w:rPr>
          <w:szCs w:val="28"/>
          <w:lang w:eastAsia="ru-RU"/>
        </w:rPr>
        <w:t>- о необходимости и возможности проведения капитального ремонта, реконструкции или перепланировки (при необходимости с технико-экономическим обоснованием) с целью приведения утраченных в процессе эксплуатации характеристик жилого помещения и после их завершения - о продолжении процедуры оценки;</w:t>
      </w:r>
    </w:p>
    <w:p w:rsidR="002466ED" w:rsidRDefault="002466ED" w:rsidP="004C1036">
      <w:pPr>
        <w:autoSpaceDE w:val="0"/>
        <w:autoSpaceDN w:val="0"/>
        <w:adjustRightInd w:val="0"/>
        <w:spacing w:line="240" w:lineRule="auto"/>
        <w:ind w:firstLine="540"/>
        <w:jc w:val="both"/>
        <w:rPr>
          <w:szCs w:val="28"/>
          <w:lang w:eastAsia="ru-RU"/>
        </w:rPr>
      </w:pPr>
      <w:r>
        <w:rPr>
          <w:szCs w:val="28"/>
          <w:lang w:eastAsia="ru-RU"/>
        </w:rPr>
        <w:t>- о несоответствии помещения требованиям, предъявляемым к жилому помещению, с указанием оснований, по которым помещение признается непригодным для проживания;</w:t>
      </w:r>
    </w:p>
    <w:p w:rsidR="002466ED" w:rsidRDefault="002466ED" w:rsidP="004C1036">
      <w:pPr>
        <w:autoSpaceDE w:val="0"/>
        <w:autoSpaceDN w:val="0"/>
        <w:adjustRightInd w:val="0"/>
        <w:spacing w:line="240" w:lineRule="auto"/>
        <w:ind w:firstLine="540"/>
        <w:jc w:val="both"/>
        <w:rPr>
          <w:szCs w:val="28"/>
          <w:lang w:eastAsia="ru-RU"/>
        </w:rPr>
      </w:pPr>
      <w:r>
        <w:rPr>
          <w:szCs w:val="28"/>
          <w:lang w:eastAsia="ru-RU"/>
        </w:rPr>
        <w:t>- о признании многоквартирного дома аварийным и подлежащим сносу;</w:t>
      </w:r>
    </w:p>
    <w:p w:rsidR="002466ED" w:rsidRDefault="002466ED" w:rsidP="004C1036">
      <w:pPr>
        <w:autoSpaceDE w:val="0"/>
        <w:autoSpaceDN w:val="0"/>
        <w:adjustRightInd w:val="0"/>
        <w:spacing w:line="240" w:lineRule="auto"/>
        <w:ind w:firstLine="540"/>
        <w:jc w:val="both"/>
        <w:rPr>
          <w:szCs w:val="28"/>
          <w:lang w:eastAsia="ru-RU"/>
        </w:rPr>
      </w:pPr>
      <w:r>
        <w:rPr>
          <w:szCs w:val="28"/>
          <w:lang w:eastAsia="ru-RU"/>
        </w:rPr>
        <w:t>- о признании многоквартирного дома аварийным и подлежащим реконструкции</w:t>
      </w:r>
    </w:p>
    <w:p w:rsidR="002466ED" w:rsidRDefault="002466ED" w:rsidP="004C1036">
      <w:pPr>
        <w:autoSpaceDE w:val="0"/>
        <w:autoSpaceDN w:val="0"/>
        <w:adjustRightInd w:val="0"/>
        <w:spacing w:line="240" w:lineRule="auto"/>
        <w:ind w:firstLine="540"/>
        <w:jc w:val="both"/>
        <w:rPr>
          <w:szCs w:val="28"/>
          <w:lang w:eastAsia="ru-RU"/>
        </w:rPr>
      </w:pPr>
      <w:r>
        <w:rPr>
          <w:szCs w:val="28"/>
          <w:lang w:eastAsia="ru-RU"/>
        </w:rPr>
        <w:t>(далее - решение</w:t>
      </w:r>
      <w:r w:rsidRPr="000B49D1">
        <w:rPr>
          <w:szCs w:val="28"/>
          <w:lang w:eastAsia="ru-RU"/>
        </w:rPr>
        <w:t xml:space="preserve"> о предоставлении услуги</w:t>
      </w:r>
      <w:r>
        <w:rPr>
          <w:szCs w:val="28"/>
          <w:lang w:eastAsia="ru-RU"/>
        </w:rPr>
        <w:t>)</w:t>
      </w:r>
    </w:p>
    <w:p w:rsidR="002466ED" w:rsidRPr="00D44A0F" w:rsidRDefault="002466ED" w:rsidP="000B49D1">
      <w:pPr>
        <w:pStyle w:val="ConsPlusNormal"/>
        <w:ind w:firstLine="540"/>
        <w:jc w:val="both"/>
        <w:rPr>
          <w:rFonts w:ascii="Times New Roman" w:hAnsi="Times New Roman"/>
          <w:sz w:val="28"/>
          <w:szCs w:val="28"/>
        </w:rPr>
      </w:pPr>
      <w:r w:rsidRPr="00D44A0F">
        <w:rPr>
          <w:rFonts w:ascii="Times New Roman" w:hAnsi="Times New Roman"/>
          <w:sz w:val="28"/>
          <w:szCs w:val="28"/>
        </w:rPr>
        <w:t>либо направление повторного межведомственного запроса.</w:t>
      </w:r>
    </w:p>
    <w:p w:rsidR="002466ED" w:rsidRPr="00D44A0F" w:rsidRDefault="002466ED" w:rsidP="00D44A0F">
      <w:pPr>
        <w:pStyle w:val="ConsPlusNormal"/>
        <w:ind w:firstLine="709"/>
        <w:jc w:val="both"/>
        <w:rPr>
          <w:rFonts w:ascii="Times New Roman" w:hAnsi="Times New Roman"/>
          <w:sz w:val="28"/>
          <w:szCs w:val="28"/>
        </w:rPr>
      </w:pPr>
    </w:p>
    <w:p w:rsidR="002466ED" w:rsidRDefault="002466ED" w:rsidP="00D44A0F">
      <w:pPr>
        <w:pStyle w:val="ConsPlusNormal"/>
        <w:ind w:firstLine="709"/>
        <w:jc w:val="center"/>
        <w:rPr>
          <w:rFonts w:ascii="Times New Roman" w:hAnsi="Times New Roman"/>
          <w:b/>
          <w:sz w:val="28"/>
          <w:szCs w:val="28"/>
        </w:rPr>
      </w:pPr>
    </w:p>
    <w:p w:rsidR="002466ED" w:rsidRPr="00D44A0F" w:rsidRDefault="002466ED" w:rsidP="00D44A0F">
      <w:pPr>
        <w:pStyle w:val="ConsPlusNormal"/>
        <w:ind w:firstLine="709"/>
        <w:jc w:val="center"/>
        <w:rPr>
          <w:rFonts w:ascii="Times New Roman" w:hAnsi="Times New Roman"/>
          <w:b/>
          <w:sz w:val="28"/>
          <w:szCs w:val="28"/>
        </w:rPr>
      </w:pPr>
      <w:r w:rsidRPr="00D44A0F">
        <w:rPr>
          <w:rFonts w:ascii="Times New Roman" w:hAnsi="Times New Roman"/>
          <w:b/>
          <w:sz w:val="28"/>
          <w:szCs w:val="28"/>
        </w:rPr>
        <w:t>Принятие Органом решения о предоставлении услуги или решения об отказе в предоставлении услуги</w:t>
      </w:r>
    </w:p>
    <w:p w:rsidR="002466ED" w:rsidRPr="00D44A0F" w:rsidRDefault="002466ED" w:rsidP="00D44A0F">
      <w:pPr>
        <w:pStyle w:val="ConsPlusNormal"/>
        <w:ind w:firstLine="709"/>
        <w:jc w:val="center"/>
        <w:rPr>
          <w:rFonts w:ascii="Times New Roman" w:hAnsi="Times New Roman"/>
          <w:b/>
          <w:sz w:val="28"/>
          <w:szCs w:val="28"/>
        </w:rPr>
      </w:pPr>
    </w:p>
    <w:p w:rsidR="002466ED" w:rsidRPr="00D44A0F" w:rsidRDefault="002466ED" w:rsidP="00D44A0F">
      <w:pPr>
        <w:pStyle w:val="ConsPlusNormal"/>
        <w:ind w:firstLine="709"/>
        <w:jc w:val="both"/>
        <w:rPr>
          <w:rFonts w:ascii="Times New Roman" w:hAnsi="Times New Roman"/>
          <w:sz w:val="28"/>
          <w:szCs w:val="28"/>
        </w:rPr>
      </w:pPr>
      <w:r w:rsidRPr="00D44A0F">
        <w:rPr>
          <w:rFonts w:ascii="Times New Roman" w:hAnsi="Times New Roman"/>
          <w:sz w:val="28"/>
          <w:szCs w:val="28"/>
        </w:rPr>
        <w:t>3.4. Основанием для начала исполнения административной процедуры является передача в Орган полного комплекта документов, необходимых для принятия решения (за исключением документов, находящихся в распоряжении Органа – данные документы Орган получает самостоятельно).</w:t>
      </w:r>
    </w:p>
    <w:p w:rsidR="002466ED" w:rsidRPr="00D44A0F" w:rsidRDefault="002466ED" w:rsidP="00D44A0F">
      <w:pPr>
        <w:pStyle w:val="ConsPlusNormal"/>
        <w:ind w:firstLine="709"/>
        <w:jc w:val="both"/>
        <w:rPr>
          <w:rFonts w:ascii="Times New Roman" w:hAnsi="Times New Roman"/>
          <w:sz w:val="28"/>
          <w:szCs w:val="28"/>
        </w:rPr>
      </w:pPr>
      <w:r w:rsidRPr="00D44A0F">
        <w:rPr>
          <w:rFonts w:ascii="Times New Roman" w:hAnsi="Times New Roman"/>
          <w:sz w:val="28"/>
          <w:szCs w:val="28"/>
        </w:rPr>
        <w:t>Специалист Органа, ответственный за принятие решения о предоставлении услуги, в течение одного рабочего дня направляет запрос в подразделение Органа, в котором находятся недостающие документы, находящиеся в распоряжении Органа. Соответствующее подразделение Органа, в котором находятся недостающие документы, находящиеся в распоряжении ОМСУ, направляет ответ на запрос в течение одного рабочего дня с момента получения запроса от специалиста Органа, ответственного за принятие решения о предоставлении услуги.</w:t>
      </w:r>
    </w:p>
    <w:p w:rsidR="002466ED" w:rsidRPr="00D44A0F" w:rsidRDefault="002466ED" w:rsidP="00D44A0F">
      <w:pPr>
        <w:pStyle w:val="ConsPlusNormal"/>
        <w:ind w:firstLine="709"/>
        <w:jc w:val="both"/>
        <w:rPr>
          <w:rFonts w:ascii="Times New Roman" w:hAnsi="Times New Roman"/>
          <w:sz w:val="28"/>
          <w:szCs w:val="28"/>
        </w:rPr>
      </w:pPr>
      <w:r w:rsidRPr="00D44A0F">
        <w:rPr>
          <w:rFonts w:ascii="Times New Roman" w:hAnsi="Times New Roman"/>
          <w:sz w:val="28"/>
          <w:szCs w:val="28"/>
        </w:rPr>
        <w:t>Специалист Органа, ответственный за принятие решения о предоставлении услуги, в течение одного рабочего дня осуществляет проверку комплекта документов.</w:t>
      </w:r>
    </w:p>
    <w:p w:rsidR="002466ED" w:rsidRPr="00D44A0F" w:rsidRDefault="002466ED" w:rsidP="00D44A0F">
      <w:pPr>
        <w:pStyle w:val="ConsPlusNormal"/>
        <w:ind w:firstLine="709"/>
        <w:jc w:val="both"/>
        <w:rPr>
          <w:rFonts w:ascii="Times New Roman" w:hAnsi="Times New Roman"/>
          <w:sz w:val="28"/>
          <w:szCs w:val="28"/>
        </w:rPr>
      </w:pPr>
      <w:r w:rsidRPr="00D44A0F">
        <w:rPr>
          <w:rFonts w:ascii="Times New Roman" w:hAnsi="Times New Roman"/>
          <w:sz w:val="28"/>
          <w:szCs w:val="28"/>
        </w:rPr>
        <w:t>Специалист Органа, ответственный за принятие решения о предоставлении услуги, проверяет комплект документов на предмет наличия всех документов, необходимых для представления муниципальной услуги и соответствия указанных документов установленным требованиям.</w:t>
      </w:r>
    </w:p>
    <w:p w:rsidR="002466ED" w:rsidRPr="00D44A0F" w:rsidRDefault="002466ED" w:rsidP="00D44A0F">
      <w:pPr>
        <w:pStyle w:val="ConsPlusNormal"/>
        <w:ind w:firstLine="709"/>
        <w:jc w:val="both"/>
        <w:rPr>
          <w:rFonts w:ascii="Times New Roman" w:hAnsi="Times New Roman"/>
          <w:sz w:val="28"/>
          <w:szCs w:val="28"/>
        </w:rPr>
      </w:pPr>
      <w:r w:rsidRPr="00D44A0F">
        <w:rPr>
          <w:rFonts w:ascii="Times New Roman" w:hAnsi="Times New Roman"/>
          <w:sz w:val="28"/>
          <w:szCs w:val="28"/>
        </w:rPr>
        <w:t>Специалист Органа, ответственный за принятие решения о предоставлении услуги, передает полученные документы в уполномоченную межведомственную комиссию или иной орган, уполномоченный рассматривать представленные документы о признании жилого помещения непригодным для проживания (далее – межведомственная комиссия).</w:t>
      </w:r>
    </w:p>
    <w:p w:rsidR="002466ED" w:rsidRPr="00D44A0F" w:rsidRDefault="002466ED" w:rsidP="00D44A0F">
      <w:pPr>
        <w:pStyle w:val="ConsPlusNormal"/>
        <w:ind w:firstLine="709"/>
        <w:jc w:val="both"/>
        <w:rPr>
          <w:rFonts w:ascii="Times New Roman" w:hAnsi="Times New Roman"/>
          <w:sz w:val="28"/>
          <w:szCs w:val="28"/>
        </w:rPr>
      </w:pPr>
      <w:r w:rsidRPr="00D44A0F">
        <w:rPr>
          <w:rFonts w:ascii="Times New Roman" w:hAnsi="Times New Roman"/>
          <w:sz w:val="28"/>
          <w:szCs w:val="28"/>
        </w:rPr>
        <w:t>Межведомственная комиссия организует:</w:t>
      </w:r>
    </w:p>
    <w:p w:rsidR="002466ED" w:rsidRPr="00D44A0F" w:rsidRDefault="002466ED" w:rsidP="00D44A0F">
      <w:pPr>
        <w:pStyle w:val="ConsPlusNormal"/>
        <w:ind w:firstLine="709"/>
        <w:jc w:val="both"/>
        <w:rPr>
          <w:rFonts w:ascii="Times New Roman" w:hAnsi="Times New Roman"/>
          <w:sz w:val="28"/>
          <w:szCs w:val="28"/>
        </w:rPr>
      </w:pPr>
      <w:r w:rsidRPr="00D44A0F">
        <w:rPr>
          <w:rFonts w:ascii="Times New Roman" w:hAnsi="Times New Roman"/>
          <w:sz w:val="28"/>
          <w:szCs w:val="28"/>
        </w:rPr>
        <w:t>- проведение правовой экспертизы полученных документов;</w:t>
      </w:r>
    </w:p>
    <w:p w:rsidR="002466ED" w:rsidRPr="00D44A0F" w:rsidRDefault="002466ED" w:rsidP="00D44A0F">
      <w:pPr>
        <w:pStyle w:val="ConsPlusNormal"/>
        <w:ind w:firstLine="709"/>
        <w:jc w:val="both"/>
        <w:rPr>
          <w:rFonts w:ascii="Times New Roman" w:hAnsi="Times New Roman"/>
          <w:sz w:val="28"/>
          <w:szCs w:val="28"/>
        </w:rPr>
      </w:pPr>
      <w:r w:rsidRPr="00D44A0F">
        <w:rPr>
          <w:rFonts w:ascii="Times New Roman" w:hAnsi="Times New Roman"/>
          <w:sz w:val="28"/>
          <w:szCs w:val="28"/>
        </w:rPr>
        <w:t>- проведение технической экспертизы полученных документов;</w:t>
      </w:r>
    </w:p>
    <w:p w:rsidR="002466ED" w:rsidRPr="00D44A0F" w:rsidRDefault="002466ED" w:rsidP="00D44A0F">
      <w:pPr>
        <w:pStyle w:val="ConsPlusNormal"/>
        <w:ind w:firstLine="709"/>
        <w:jc w:val="both"/>
        <w:rPr>
          <w:rFonts w:ascii="Times New Roman" w:hAnsi="Times New Roman"/>
          <w:sz w:val="28"/>
          <w:szCs w:val="28"/>
        </w:rPr>
      </w:pPr>
      <w:r w:rsidRPr="00D44A0F">
        <w:rPr>
          <w:rFonts w:ascii="Times New Roman" w:hAnsi="Times New Roman"/>
          <w:sz w:val="28"/>
          <w:szCs w:val="28"/>
        </w:rPr>
        <w:t>- получение заключений и согласований от уполномоченных органов государственной власти и организаций о соответствии жилого помещения требованиям законодательства, техническим регламентам, а также действующим до вступления их в силу строительным, пожарным, санитарным и другим нормам и правилам, установленным законодательством Российской Федерации;</w:t>
      </w:r>
    </w:p>
    <w:p w:rsidR="002466ED" w:rsidRPr="00D44A0F" w:rsidRDefault="002466ED" w:rsidP="00D44A0F">
      <w:pPr>
        <w:pStyle w:val="ConsPlusNormal"/>
        <w:ind w:firstLine="709"/>
        <w:jc w:val="both"/>
        <w:rPr>
          <w:rFonts w:ascii="Times New Roman" w:hAnsi="Times New Roman"/>
          <w:sz w:val="28"/>
          <w:szCs w:val="28"/>
        </w:rPr>
      </w:pPr>
      <w:r w:rsidRPr="00D44A0F">
        <w:rPr>
          <w:rFonts w:ascii="Times New Roman" w:hAnsi="Times New Roman"/>
          <w:sz w:val="28"/>
          <w:szCs w:val="28"/>
        </w:rPr>
        <w:t>В соответствии с подпунктом 2.9 настоящего административного регламента межведомственная комиссия направляет запросы в следующие уполномоченные органы и организации:</w:t>
      </w:r>
    </w:p>
    <w:p w:rsidR="002466ED" w:rsidRPr="00D44A0F" w:rsidRDefault="002466ED" w:rsidP="00D44A0F">
      <w:pPr>
        <w:pStyle w:val="ConsPlusNormal"/>
        <w:ind w:firstLine="709"/>
        <w:jc w:val="both"/>
        <w:rPr>
          <w:rFonts w:ascii="Times New Roman" w:hAnsi="Times New Roman"/>
          <w:sz w:val="28"/>
          <w:szCs w:val="28"/>
        </w:rPr>
      </w:pPr>
      <w:r w:rsidRPr="00D44A0F">
        <w:rPr>
          <w:rFonts w:ascii="Times New Roman" w:hAnsi="Times New Roman"/>
          <w:sz w:val="28"/>
          <w:szCs w:val="28"/>
        </w:rPr>
        <w:t>•</w:t>
      </w:r>
      <w:r w:rsidRPr="00D44A0F">
        <w:rPr>
          <w:rFonts w:ascii="Times New Roman" w:hAnsi="Times New Roman"/>
          <w:sz w:val="28"/>
          <w:szCs w:val="28"/>
        </w:rPr>
        <w:tab/>
        <w:t>Федеральную службу по надзору в сфере защиты прав потребителей и благополучия человека;</w:t>
      </w:r>
    </w:p>
    <w:p w:rsidR="002466ED" w:rsidRPr="00D44A0F" w:rsidRDefault="002466ED" w:rsidP="00D44A0F">
      <w:pPr>
        <w:pStyle w:val="ConsPlusNormal"/>
        <w:ind w:firstLine="709"/>
        <w:jc w:val="both"/>
        <w:rPr>
          <w:rFonts w:ascii="Times New Roman" w:hAnsi="Times New Roman"/>
          <w:sz w:val="28"/>
          <w:szCs w:val="28"/>
        </w:rPr>
      </w:pPr>
      <w:r w:rsidRPr="00D44A0F">
        <w:rPr>
          <w:rFonts w:ascii="Times New Roman" w:hAnsi="Times New Roman"/>
          <w:sz w:val="28"/>
          <w:szCs w:val="28"/>
        </w:rPr>
        <w:t>•</w:t>
      </w:r>
      <w:r w:rsidRPr="00D44A0F">
        <w:rPr>
          <w:rFonts w:ascii="Times New Roman" w:hAnsi="Times New Roman"/>
          <w:sz w:val="28"/>
          <w:szCs w:val="28"/>
        </w:rPr>
        <w:tab/>
        <w:t>Государственную жилищную инспекцию Республики Коми.</w:t>
      </w:r>
    </w:p>
    <w:p w:rsidR="002466ED" w:rsidRPr="00D44A0F" w:rsidRDefault="002466ED" w:rsidP="00D44A0F">
      <w:pPr>
        <w:pStyle w:val="ConsPlusNormal"/>
        <w:ind w:firstLine="709"/>
        <w:jc w:val="both"/>
        <w:rPr>
          <w:rFonts w:ascii="Times New Roman" w:hAnsi="Times New Roman"/>
          <w:sz w:val="28"/>
          <w:szCs w:val="28"/>
        </w:rPr>
      </w:pPr>
      <w:r w:rsidRPr="00D44A0F">
        <w:rPr>
          <w:rFonts w:ascii="Times New Roman" w:hAnsi="Times New Roman"/>
          <w:sz w:val="28"/>
          <w:szCs w:val="28"/>
        </w:rPr>
        <w:t>По итогам проведения экспертиз и согласований межведомственная комиссия дает обобщенное заключение о:</w:t>
      </w:r>
    </w:p>
    <w:p w:rsidR="002466ED" w:rsidRPr="00D44A0F" w:rsidRDefault="002466ED" w:rsidP="00D44A0F">
      <w:pPr>
        <w:pStyle w:val="ConsPlusNormal"/>
        <w:ind w:firstLine="709"/>
        <w:jc w:val="both"/>
        <w:rPr>
          <w:rFonts w:ascii="Times New Roman" w:hAnsi="Times New Roman"/>
          <w:sz w:val="28"/>
          <w:szCs w:val="28"/>
        </w:rPr>
      </w:pPr>
      <w:r w:rsidRPr="00D44A0F">
        <w:rPr>
          <w:rFonts w:ascii="Times New Roman" w:hAnsi="Times New Roman"/>
          <w:sz w:val="28"/>
          <w:szCs w:val="28"/>
        </w:rPr>
        <w:t>•</w:t>
      </w:r>
      <w:r w:rsidRPr="00D44A0F">
        <w:rPr>
          <w:rFonts w:ascii="Times New Roman" w:hAnsi="Times New Roman"/>
          <w:sz w:val="28"/>
          <w:szCs w:val="28"/>
        </w:rPr>
        <w:tab/>
        <w:t xml:space="preserve"> соответствии помещения требованиям, предъявляемым к жилому помещению, и его пригодности для проживания;</w:t>
      </w:r>
    </w:p>
    <w:p w:rsidR="002466ED" w:rsidRPr="00D44A0F" w:rsidRDefault="002466ED" w:rsidP="00D44A0F">
      <w:pPr>
        <w:pStyle w:val="ConsPlusNormal"/>
        <w:ind w:firstLine="709"/>
        <w:jc w:val="both"/>
        <w:rPr>
          <w:rFonts w:ascii="Times New Roman" w:hAnsi="Times New Roman"/>
          <w:sz w:val="28"/>
          <w:szCs w:val="28"/>
        </w:rPr>
      </w:pPr>
      <w:r w:rsidRPr="00D44A0F">
        <w:rPr>
          <w:rFonts w:ascii="Times New Roman" w:hAnsi="Times New Roman"/>
          <w:sz w:val="28"/>
          <w:szCs w:val="28"/>
        </w:rPr>
        <w:t>•</w:t>
      </w:r>
      <w:r w:rsidRPr="00D44A0F">
        <w:rPr>
          <w:rFonts w:ascii="Times New Roman" w:hAnsi="Times New Roman"/>
          <w:sz w:val="28"/>
          <w:szCs w:val="28"/>
        </w:rPr>
        <w:tab/>
        <w:t xml:space="preserve"> необходимости и возможности проведения капитального ремонта, реконструкции или перепланировки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установленными требованиями и после их завершения - о продолжении процедуры оценки;</w:t>
      </w:r>
    </w:p>
    <w:p w:rsidR="002466ED" w:rsidRPr="00D44A0F" w:rsidRDefault="002466ED" w:rsidP="00D44A0F">
      <w:pPr>
        <w:pStyle w:val="ConsPlusNormal"/>
        <w:ind w:firstLine="709"/>
        <w:jc w:val="both"/>
        <w:rPr>
          <w:rFonts w:ascii="Times New Roman" w:hAnsi="Times New Roman"/>
          <w:sz w:val="28"/>
          <w:szCs w:val="28"/>
        </w:rPr>
      </w:pPr>
      <w:r w:rsidRPr="00D44A0F">
        <w:rPr>
          <w:rFonts w:ascii="Times New Roman" w:hAnsi="Times New Roman"/>
          <w:sz w:val="28"/>
          <w:szCs w:val="28"/>
        </w:rPr>
        <w:t>•</w:t>
      </w:r>
      <w:r w:rsidRPr="00D44A0F">
        <w:rPr>
          <w:rFonts w:ascii="Times New Roman" w:hAnsi="Times New Roman"/>
          <w:sz w:val="28"/>
          <w:szCs w:val="28"/>
        </w:rPr>
        <w:tab/>
        <w:t xml:space="preserve"> не</w:t>
      </w:r>
      <w:r>
        <w:rPr>
          <w:rFonts w:ascii="Times New Roman" w:hAnsi="Times New Roman"/>
          <w:sz w:val="28"/>
          <w:szCs w:val="28"/>
        </w:rPr>
        <w:t>со</w:t>
      </w:r>
      <w:r w:rsidRPr="00D44A0F">
        <w:rPr>
          <w:rFonts w:ascii="Times New Roman" w:hAnsi="Times New Roman"/>
          <w:sz w:val="28"/>
          <w:szCs w:val="28"/>
        </w:rPr>
        <w:t>ответствии помещения требованиям, предъявляемым к жилому помещению, с указанием оснований, по которым помещение признается непригодным для проживания;</w:t>
      </w:r>
    </w:p>
    <w:p w:rsidR="002466ED" w:rsidRPr="00D44A0F" w:rsidRDefault="002466ED" w:rsidP="00D44A0F">
      <w:pPr>
        <w:pStyle w:val="ConsPlusNormal"/>
        <w:ind w:firstLine="709"/>
        <w:jc w:val="both"/>
        <w:rPr>
          <w:rFonts w:ascii="Times New Roman" w:hAnsi="Times New Roman"/>
          <w:sz w:val="28"/>
          <w:szCs w:val="28"/>
        </w:rPr>
      </w:pPr>
      <w:r w:rsidRPr="00D44A0F">
        <w:rPr>
          <w:rFonts w:ascii="Times New Roman" w:hAnsi="Times New Roman"/>
          <w:sz w:val="28"/>
          <w:szCs w:val="28"/>
        </w:rPr>
        <w:t>•</w:t>
      </w:r>
      <w:r w:rsidRPr="00D44A0F">
        <w:rPr>
          <w:rFonts w:ascii="Times New Roman" w:hAnsi="Times New Roman"/>
          <w:sz w:val="28"/>
          <w:szCs w:val="28"/>
        </w:rPr>
        <w:tab/>
        <w:t xml:space="preserve"> признании многоквартирного дома аварийным и подлежащим сносу;</w:t>
      </w:r>
    </w:p>
    <w:p w:rsidR="002466ED" w:rsidRPr="00D44A0F" w:rsidRDefault="002466ED" w:rsidP="00D44A0F">
      <w:pPr>
        <w:pStyle w:val="ConsPlusNormal"/>
        <w:ind w:firstLine="709"/>
        <w:jc w:val="both"/>
        <w:rPr>
          <w:rFonts w:ascii="Times New Roman" w:hAnsi="Times New Roman"/>
          <w:sz w:val="28"/>
          <w:szCs w:val="28"/>
        </w:rPr>
      </w:pPr>
      <w:r w:rsidRPr="00D44A0F">
        <w:rPr>
          <w:rFonts w:ascii="Times New Roman" w:hAnsi="Times New Roman"/>
          <w:sz w:val="28"/>
          <w:szCs w:val="28"/>
        </w:rPr>
        <w:t>•</w:t>
      </w:r>
      <w:r w:rsidRPr="00D44A0F">
        <w:rPr>
          <w:rFonts w:ascii="Times New Roman" w:hAnsi="Times New Roman"/>
          <w:sz w:val="28"/>
          <w:szCs w:val="28"/>
        </w:rPr>
        <w:tab/>
        <w:t xml:space="preserve"> признании многоквартирного дома аварийным и подлежащим реконструкции.</w:t>
      </w:r>
    </w:p>
    <w:p w:rsidR="002466ED" w:rsidRPr="00D44A0F" w:rsidRDefault="002466ED" w:rsidP="00D44A0F">
      <w:pPr>
        <w:pStyle w:val="ConsPlusNormal"/>
        <w:ind w:firstLine="709"/>
        <w:jc w:val="both"/>
        <w:rPr>
          <w:rFonts w:ascii="Times New Roman" w:hAnsi="Times New Roman"/>
          <w:sz w:val="28"/>
          <w:szCs w:val="28"/>
        </w:rPr>
      </w:pPr>
      <w:r w:rsidRPr="00D44A0F">
        <w:rPr>
          <w:rFonts w:ascii="Times New Roman" w:hAnsi="Times New Roman"/>
          <w:sz w:val="28"/>
          <w:szCs w:val="28"/>
        </w:rPr>
        <w:t>В случае обследования помещения межведомственная комиссия составляет в 3-х экземплярах акт обследования помещения.</w:t>
      </w:r>
    </w:p>
    <w:p w:rsidR="002466ED" w:rsidRDefault="002466ED" w:rsidP="00D44A0F">
      <w:pPr>
        <w:pStyle w:val="ConsPlusNormal"/>
        <w:ind w:firstLine="709"/>
        <w:jc w:val="both"/>
        <w:rPr>
          <w:rFonts w:ascii="Times New Roman" w:hAnsi="Times New Roman"/>
          <w:sz w:val="28"/>
          <w:szCs w:val="28"/>
        </w:rPr>
      </w:pPr>
      <w:r w:rsidRPr="00D44A0F">
        <w:rPr>
          <w:rFonts w:ascii="Times New Roman" w:hAnsi="Times New Roman"/>
          <w:sz w:val="28"/>
          <w:szCs w:val="28"/>
        </w:rPr>
        <w:t>Контроль за обеспечением рассмотрения представленных документов в установленные настоящим административным регламентом сроки, направлением указанных документов в уполномоченные органы и организации в целях получения необходимых заключений и согласований осуществляется специалистом Органа, ответственным за принятие решения о предоставлении услуги.</w:t>
      </w:r>
    </w:p>
    <w:p w:rsidR="002466ED" w:rsidRDefault="002466ED" w:rsidP="00D44A0F">
      <w:pPr>
        <w:pStyle w:val="ConsPlusNormal"/>
        <w:ind w:firstLine="709"/>
        <w:jc w:val="both"/>
        <w:rPr>
          <w:rFonts w:ascii="Times New Roman" w:hAnsi="Times New Roman"/>
          <w:sz w:val="28"/>
          <w:szCs w:val="28"/>
        </w:rPr>
      </w:pPr>
      <w:r>
        <w:rPr>
          <w:rFonts w:ascii="Times New Roman" w:hAnsi="Times New Roman"/>
          <w:sz w:val="28"/>
          <w:szCs w:val="28"/>
        </w:rPr>
        <w:t>П</w:t>
      </w:r>
      <w:r w:rsidRPr="000B49D1">
        <w:rPr>
          <w:rFonts w:ascii="Times New Roman" w:hAnsi="Times New Roman"/>
          <w:sz w:val="28"/>
          <w:szCs w:val="28"/>
        </w:rPr>
        <w:t>о результатам работы комиссия принимает одно из следующих решений</w:t>
      </w:r>
      <w:r>
        <w:rPr>
          <w:rFonts w:ascii="Times New Roman" w:hAnsi="Times New Roman"/>
          <w:sz w:val="28"/>
          <w:szCs w:val="28"/>
        </w:rPr>
        <w:t>:</w:t>
      </w:r>
    </w:p>
    <w:p w:rsidR="002466ED" w:rsidRPr="000B49D1" w:rsidRDefault="002466ED" w:rsidP="000B49D1">
      <w:pPr>
        <w:pStyle w:val="ConsPlusNormal"/>
        <w:ind w:firstLine="709"/>
        <w:jc w:val="both"/>
        <w:rPr>
          <w:rFonts w:ascii="Times New Roman" w:hAnsi="Times New Roman"/>
          <w:sz w:val="28"/>
          <w:szCs w:val="28"/>
        </w:rPr>
      </w:pPr>
      <w:r w:rsidRPr="000B49D1">
        <w:rPr>
          <w:rFonts w:ascii="Times New Roman" w:hAnsi="Times New Roman"/>
          <w:sz w:val="28"/>
          <w:szCs w:val="28"/>
        </w:rPr>
        <w:t>- о соответствии помещения требованиям, предъявляемым к жилому помещению, и его пригодности для проживания;</w:t>
      </w:r>
    </w:p>
    <w:p w:rsidR="002466ED" w:rsidRPr="000B49D1" w:rsidRDefault="002466ED" w:rsidP="000B49D1">
      <w:pPr>
        <w:pStyle w:val="ConsPlusNormal"/>
        <w:ind w:firstLine="709"/>
        <w:jc w:val="both"/>
        <w:rPr>
          <w:rFonts w:ascii="Times New Roman" w:hAnsi="Times New Roman"/>
          <w:sz w:val="28"/>
          <w:szCs w:val="28"/>
        </w:rPr>
      </w:pPr>
      <w:r w:rsidRPr="000B49D1">
        <w:rPr>
          <w:rFonts w:ascii="Times New Roman" w:hAnsi="Times New Roman"/>
          <w:sz w:val="28"/>
          <w:szCs w:val="28"/>
        </w:rPr>
        <w:t>- о необходимости и возможности проведения капитального ремонта, реконструкции или перепланировки (при необходимости с технико-экономическим обоснованием) с целью приведения утраченных в процессе эксплуатации характеристик жилого помещения и после их завершения - о продолжении процедуры оценки;</w:t>
      </w:r>
    </w:p>
    <w:p w:rsidR="002466ED" w:rsidRPr="000B49D1" w:rsidRDefault="002466ED" w:rsidP="000B49D1">
      <w:pPr>
        <w:pStyle w:val="ConsPlusNormal"/>
        <w:ind w:firstLine="709"/>
        <w:jc w:val="both"/>
        <w:rPr>
          <w:rFonts w:ascii="Times New Roman" w:hAnsi="Times New Roman"/>
          <w:sz w:val="28"/>
          <w:szCs w:val="28"/>
        </w:rPr>
      </w:pPr>
      <w:r w:rsidRPr="000B49D1">
        <w:rPr>
          <w:rFonts w:ascii="Times New Roman" w:hAnsi="Times New Roman"/>
          <w:sz w:val="28"/>
          <w:szCs w:val="28"/>
        </w:rPr>
        <w:t>- о несоответствии помещения требованиям, предъявляемым к жилому помещению, с указанием оснований, по которым помещение признается непригодным для проживания;</w:t>
      </w:r>
    </w:p>
    <w:p w:rsidR="002466ED" w:rsidRPr="000B49D1" w:rsidRDefault="002466ED" w:rsidP="000B49D1">
      <w:pPr>
        <w:pStyle w:val="ConsPlusNormal"/>
        <w:ind w:firstLine="709"/>
        <w:jc w:val="both"/>
        <w:rPr>
          <w:rFonts w:ascii="Times New Roman" w:hAnsi="Times New Roman"/>
          <w:sz w:val="28"/>
          <w:szCs w:val="28"/>
        </w:rPr>
      </w:pPr>
      <w:r w:rsidRPr="000B49D1">
        <w:rPr>
          <w:rFonts w:ascii="Times New Roman" w:hAnsi="Times New Roman"/>
          <w:sz w:val="28"/>
          <w:szCs w:val="28"/>
        </w:rPr>
        <w:t>- о признании многоквартирного дома аварийным и подлежащим сносу;</w:t>
      </w:r>
    </w:p>
    <w:p w:rsidR="002466ED" w:rsidRDefault="002466ED" w:rsidP="000B49D1">
      <w:pPr>
        <w:pStyle w:val="ConsPlusNormal"/>
        <w:ind w:firstLine="709"/>
        <w:jc w:val="both"/>
        <w:rPr>
          <w:rFonts w:ascii="Times New Roman" w:hAnsi="Times New Roman"/>
          <w:sz w:val="28"/>
          <w:szCs w:val="28"/>
        </w:rPr>
      </w:pPr>
      <w:r w:rsidRPr="000B49D1">
        <w:rPr>
          <w:rFonts w:ascii="Times New Roman" w:hAnsi="Times New Roman"/>
          <w:sz w:val="28"/>
          <w:szCs w:val="28"/>
        </w:rPr>
        <w:t>- о признании многоквартирного дома аварийным и подлежащим реконструкции</w:t>
      </w:r>
      <w:r>
        <w:rPr>
          <w:rFonts w:ascii="Times New Roman" w:hAnsi="Times New Roman"/>
          <w:sz w:val="28"/>
          <w:szCs w:val="28"/>
        </w:rPr>
        <w:t>.</w:t>
      </w:r>
    </w:p>
    <w:p w:rsidR="002466ED" w:rsidRPr="000B49D1" w:rsidRDefault="002466ED" w:rsidP="000B49D1">
      <w:pPr>
        <w:pStyle w:val="ConsPlusNormal"/>
        <w:ind w:firstLine="709"/>
        <w:jc w:val="both"/>
        <w:rPr>
          <w:rFonts w:ascii="Times New Roman" w:hAnsi="Times New Roman"/>
          <w:sz w:val="28"/>
          <w:szCs w:val="28"/>
        </w:rPr>
      </w:pPr>
      <w:r w:rsidRPr="000B49D1">
        <w:rPr>
          <w:rFonts w:ascii="Times New Roman" w:hAnsi="Times New Roman"/>
          <w:sz w:val="28"/>
          <w:szCs w:val="28"/>
        </w:rPr>
        <w:t>Решение принимается большинством голосов членов комиссии и оформляется в виде заключения. Если число голосов "за" и "против" при принятии решения равно, решающим является голос председателя комиссии. В случае несогласия с принятым решением члены комиссии вправе выразить свое особое мнение в письменной форме и приложить его к заключению.</w:t>
      </w:r>
    </w:p>
    <w:p w:rsidR="002466ED" w:rsidRPr="00D44A0F" w:rsidRDefault="002466ED" w:rsidP="000B49D1">
      <w:pPr>
        <w:pStyle w:val="ConsPlusNormal"/>
        <w:ind w:firstLine="709"/>
        <w:jc w:val="both"/>
        <w:rPr>
          <w:rFonts w:ascii="Times New Roman" w:hAnsi="Times New Roman"/>
          <w:sz w:val="28"/>
          <w:szCs w:val="28"/>
        </w:rPr>
      </w:pPr>
      <w:r w:rsidRPr="000B49D1">
        <w:rPr>
          <w:rFonts w:ascii="Times New Roman" w:hAnsi="Times New Roman"/>
          <w:sz w:val="28"/>
          <w:szCs w:val="28"/>
        </w:rPr>
        <w:t>По окончании работы комиссия составляет в 3 экземплярах заключение о признании помещения пригодным (непригодным) для постоянного проживания.</w:t>
      </w:r>
    </w:p>
    <w:p w:rsidR="002466ED" w:rsidRPr="00D44A0F" w:rsidRDefault="002466ED" w:rsidP="00D44A0F">
      <w:pPr>
        <w:pStyle w:val="ConsPlusNormal"/>
        <w:ind w:firstLine="709"/>
        <w:jc w:val="both"/>
        <w:rPr>
          <w:rFonts w:ascii="Times New Roman" w:hAnsi="Times New Roman"/>
          <w:sz w:val="28"/>
          <w:szCs w:val="28"/>
        </w:rPr>
      </w:pPr>
      <w:r w:rsidRPr="00D44A0F">
        <w:rPr>
          <w:rFonts w:ascii="Times New Roman" w:hAnsi="Times New Roman"/>
          <w:sz w:val="28"/>
          <w:szCs w:val="28"/>
        </w:rPr>
        <w:t>На основании заключения межведомственной комиссии специалист Органа, ответственный за принятие решения о предоставлении услуги, осуществляет оформление решения о предоставлении либо решения об отказе в предоставлении услуги в двух экземплярах и передает его на подпись руководителю Органа.</w:t>
      </w:r>
    </w:p>
    <w:p w:rsidR="002466ED" w:rsidRPr="00D44A0F" w:rsidRDefault="002466ED" w:rsidP="00D44A0F">
      <w:pPr>
        <w:pStyle w:val="ConsPlusNormal"/>
        <w:ind w:firstLine="709"/>
        <w:jc w:val="both"/>
        <w:rPr>
          <w:rFonts w:ascii="Times New Roman" w:hAnsi="Times New Roman"/>
          <w:sz w:val="28"/>
          <w:szCs w:val="28"/>
        </w:rPr>
      </w:pPr>
      <w:r w:rsidRPr="00D44A0F">
        <w:rPr>
          <w:rFonts w:ascii="Times New Roman" w:hAnsi="Times New Roman"/>
          <w:sz w:val="28"/>
          <w:szCs w:val="28"/>
        </w:rPr>
        <w:t>Руководитель Органа подписывает решение о предоставлении (решение об отказе в предоставлении) в течение 2 рабочих дней.</w:t>
      </w:r>
    </w:p>
    <w:p w:rsidR="002466ED" w:rsidRPr="00D44A0F" w:rsidRDefault="002466ED" w:rsidP="00D44A0F">
      <w:pPr>
        <w:pStyle w:val="ConsPlusNormal"/>
        <w:ind w:firstLine="709"/>
        <w:jc w:val="both"/>
        <w:rPr>
          <w:rFonts w:ascii="Times New Roman" w:hAnsi="Times New Roman"/>
          <w:sz w:val="28"/>
          <w:szCs w:val="28"/>
        </w:rPr>
      </w:pPr>
      <w:r w:rsidRPr="00D44A0F">
        <w:rPr>
          <w:rFonts w:ascii="Times New Roman" w:hAnsi="Times New Roman"/>
          <w:sz w:val="28"/>
          <w:szCs w:val="28"/>
        </w:rPr>
        <w:t>Специалист Органа, ответственный за принятие решения о предоставлении услуги, направляет один экземпляр решения сотруднику Органа, ответственному за выдачу результата предоставления услуги, для выдачи его заявителю, а второй экземпляр передается в архив Органа.</w:t>
      </w:r>
    </w:p>
    <w:p w:rsidR="002466ED" w:rsidRPr="00D44A0F" w:rsidRDefault="002466ED" w:rsidP="00D44A0F">
      <w:pPr>
        <w:pStyle w:val="ConsPlusNormal"/>
        <w:ind w:firstLine="709"/>
        <w:jc w:val="both"/>
        <w:rPr>
          <w:rFonts w:ascii="Times New Roman" w:hAnsi="Times New Roman"/>
          <w:sz w:val="28"/>
          <w:szCs w:val="28"/>
        </w:rPr>
      </w:pPr>
      <w:r>
        <w:rPr>
          <w:rFonts w:ascii="Times New Roman" w:hAnsi="Times New Roman"/>
          <w:sz w:val="28"/>
          <w:szCs w:val="28"/>
        </w:rPr>
        <w:t>Максимальный с</w:t>
      </w:r>
      <w:r w:rsidRPr="00D44A0F">
        <w:rPr>
          <w:rFonts w:ascii="Times New Roman" w:hAnsi="Times New Roman"/>
          <w:sz w:val="28"/>
          <w:szCs w:val="28"/>
        </w:rPr>
        <w:t xml:space="preserve">рок исполнения административной процедуры составляет не более 20 календарных дней со дня получения из </w:t>
      </w:r>
      <w:r>
        <w:rPr>
          <w:rFonts w:ascii="Times New Roman" w:hAnsi="Times New Roman"/>
          <w:sz w:val="28"/>
          <w:szCs w:val="28"/>
        </w:rPr>
        <w:t>Органа</w:t>
      </w:r>
      <w:r w:rsidRPr="00D44A0F">
        <w:rPr>
          <w:rFonts w:ascii="Times New Roman" w:hAnsi="Times New Roman"/>
          <w:sz w:val="28"/>
          <w:szCs w:val="28"/>
        </w:rPr>
        <w:t xml:space="preserve"> полного комплекта документов, необходимых для принятия решения.</w:t>
      </w:r>
    </w:p>
    <w:p w:rsidR="002466ED" w:rsidRDefault="002466ED" w:rsidP="00D44A0F">
      <w:pPr>
        <w:pStyle w:val="ConsPlusNormal"/>
        <w:ind w:firstLine="709"/>
        <w:jc w:val="both"/>
        <w:rPr>
          <w:rFonts w:ascii="Times New Roman" w:hAnsi="Times New Roman"/>
          <w:sz w:val="28"/>
          <w:szCs w:val="28"/>
        </w:rPr>
      </w:pPr>
      <w:r w:rsidRPr="00D44A0F">
        <w:rPr>
          <w:rFonts w:ascii="Times New Roman" w:hAnsi="Times New Roman"/>
          <w:sz w:val="28"/>
          <w:szCs w:val="28"/>
        </w:rPr>
        <w:t>Результатом административной процедуры является принятие Органом  решения</w:t>
      </w:r>
      <w:r>
        <w:rPr>
          <w:rFonts w:ascii="Times New Roman" w:hAnsi="Times New Roman"/>
          <w:sz w:val="28"/>
          <w:szCs w:val="28"/>
        </w:rPr>
        <w:t>:</w:t>
      </w:r>
    </w:p>
    <w:p w:rsidR="002466ED" w:rsidRPr="000B49D1" w:rsidRDefault="002466ED" w:rsidP="000B49D1">
      <w:pPr>
        <w:pStyle w:val="ConsPlusNormal"/>
        <w:ind w:firstLine="709"/>
        <w:jc w:val="both"/>
        <w:rPr>
          <w:rFonts w:ascii="Times New Roman" w:hAnsi="Times New Roman"/>
          <w:sz w:val="28"/>
          <w:szCs w:val="28"/>
        </w:rPr>
      </w:pPr>
      <w:r w:rsidRPr="000B49D1">
        <w:rPr>
          <w:rFonts w:ascii="Times New Roman" w:hAnsi="Times New Roman"/>
          <w:sz w:val="28"/>
          <w:szCs w:val="28"/>
        </w:rPr>
        <w:t>- о соответствии помещения требованиям, предъявляемым к жилому помещению, и его пригодности для проживания;</w:t>
      </w:r>
    </w:p>
    <w:p w:rsidR="002466ED" w:rsidRPr="000B49D1" w:rsidRDefault="002466ED" w:rsidP="000B49D1">
      <w:pPr>
        <w:pStyle w:val="ConsPlusNormal"/>
        <w:ind w:firstLine="709"/>
        <w:jc w:val="both"/>
        <w:rPr>
          <w:rFonts w:ascii="Times New Roman" w:hAnsi="Times New Roman"/>
          <w:sz w:val="28"/>
          <w:szCs w:val="28"/>
        </w:rPr>
      </w:pPr>
      <w:r w:rsidRPr="000B49D1">
        <w:rPr>
          <w:rFonts w:ascii="Times New Roman" w:hAnsi="Times New Roman"/>
          <w:sz w:val="28"/>
          <w:szCs w:val="28"/>
        </w:rPr>
        <w:t>- о необходимости и возможности проведения капитального ремонта, реконструкции или перепланировки (при необходимости с технико-экономическим обоснованием) с целью приведения утраченных в процессе эксплуатации характеристик жилого помещения и после их завершения - о продолжении процедуры оценки;</w:t>
      </w:r>
    </w:p>
    <w:p w:rsidR="002466ED" w:rsidRPr="000B49D1" w:rsidRDefault="002466ED" w:rsidP="000B49D1">
      <w:pPr>
        <w:pStyle w:val="ConsPlusNormal"/>
        <w:ind w:firstLine="709"/>
        <w:jc w:val="both"/>
        <w:rPr>
          <w:rFonts w:ascii="Times New Roman" w:hAnsi="Times New Roman"/>
          <w:sz w:val="28"/>
          <w:szCs w:val="28"/>
        </w:rPr>
      </w:pPr>
      <w:r w:rsidRPr="000B49D1">
        <w:rPr>
          <w:rFonts w:ascii="Times New Roman" w:hAnsi="Times New Roman"/>
          <w:sz w:val="28"/>
          <w:szCs w:val="28"/>
        </w:rPr>
        <w:t>- о несоответствии помещения требованиям, предъявляемым к жилому помещению, с указанием оснований, по которым помещение признается непригодным для проживания;</w:t>
      </w:r>
    </w:p>
    <w:p w:rsidR="002466ED" w:rsidRPr="000B49D1" w:rsidRDefault="002466ED" w:rsidP="000B49D1">
      <w:pPr>
        <w:pStyle w:val="ConsPlusNormal"/>
        <w:ind w:firstLine="709"/>
        <w:jc w:val="both"/>
        <w:rPr>
          <w:rFonts w:ascii="Times New Roman" w:hAnsi="Times New Roman"/>
          <w:sz w:val="28"/>
          <w:szCs w:val="28"/>
        </w:rPr>
      </w:pPr>
      <w:r w:rsidRPr="000B49D1">
        <w:rPr>
          <w:rFonts w:ascii="Times New Roman" w:hAnsi="Times New Roman"/>
          <w:sz w:val="28"/>
          <w:szCs w:val="28"/>
        </w:rPr>
        <w:t>- о признании многоквартирного дома аварийным и подлежащим сносу;</w:t>
      </w:r>
    </w:p>
    <w:p w:rsidR="002466ED" w:rsidRDefault="002466ED" w:rsidP="000B49D1">
      <w:pPr>
        <w:ind w:firstLine="708"/>
        <w:jc w:val="both"/>
        <w:rPr>
          <w:szCs w:val="28"/>
        </w:rPr>
      </w:pPr>
      <w:r w:rsidRPr="000B49D1">
        <w:rPr>
          <w:szCs w:val="28"/>
        </w:rPr>
        <w:t>- о признании многоквартирного дома аварийным и подлежащим реконструкции</w:t>
      </w:r>
      <w:r>
        <w:rPr>
          <w:szCs w:val="28"/>
        </w:rPr>
        <w:t>.</w:t>
      </w:r>
    </w:p>
    <w:p w:rsidR="002466ED" w:rsidRPr="000B49D1" w:rsidRDefault="002466ED" w:rsidP="000B49D1">
      <w:pPr>
        <w:ind w:firstLine="708"/>
        <w:jc w:val="both"/>
      </w:pPr>
      <w:r>
        <w:rPr>
          <w:szCs w:val="28"/>
        </w:rPr>
        <w:t>(далее – р</w:t>
      </w:r>
      <w:r w:rsidRPr="00D44A0F">
        <w:rPr>
          <w:szCs w:val="28"/>
        </w:rPr>
        <w:t>ешения о предоставлении услуги</w:t>
      </w:r>
      <w:r>
        <w:rPr>
          <w:szCs w:val="28"/>
        </w:rPr>
        <w:t>)</w:t>
      </w:r>
    </w:p>
    <w:p w:rsidR="002466ED" w:rsidRPr="00D44A0F" w:rsidRDefault="002466ED" w:rsidP="00D44A0F">
      <w:pPr>
        <w:pStyle w:val="ConsPlusNormal"/>
        <w:ind w:firstLine="709"/>
        <w:jc w:val="both"/>
        <w:rPr>
          <w:rFonts w:ascii="Times New Roman" w:hAnsi="Times New Roman"/>
          <w:sz w:val="28"/>
          <w:szCs w:val="28"/>
        </w:rPr>
      </w:pPr>
      <w:r w:rsidRPr="00D44A0F">
        <w:rPr>
          <w:rFonts w:ascii="Times New Roman" w:hAnsi="Times New Roman"/>
          <w:sz w:val="28"/>
          <w:szCs w:val="28"/>
        </w:rPr>
        <w:t>или решения об отказе в предоставлении услуги и направление принятого решения сотруднику Органа, ответственному за выдачу результата предоставления услуги, для выдачи его заявителю.</w:t>
      </w:r>
    </w:p>
    <w:p w:rsidR="002466ED" w:rsidRDefault="002466ED" w:rsidP="00D44A0F">
      <w:pPr>
        <w:pStyle w:val="ConsPlusNormal"/>
        <w:ind w:firstLine="709"/>
        <w:jc w:val="both"/>
        <w:rPr>
          <w:rFonts w:ascii="Times New Roman" w:hAnsi="Times New Roman"/>
          <w:sz w:val="28"/>
          <w:szCs w:val="28"/>
        </w:rPr>
      </w:pPr>
    </w:p>
    <w:p w:rsidR="002466ED" w:rsidRPr="00D44A0F" w:rsidRDefault="002466ED" w:rsidP="00D44A0F">
      <w:pPr>
        <w:pStyle w:val="ConsPlusNormal"/>
        <w:ind w:firstLine="709"/>
        <w:jc w:val="both"/>
        <w:rPr>
          <w:rFonts w:ascii="Times New Roman" w:hAnsi="Times New Roman"/>
          <w:sz w:val="28"/>
          <w:szCs w:val="28"/>
        </w:rPr>
      </w:pPr>
    </w:p>
    <w:p w:rsidR="002466ED" w:rsidRPr="00D44A0F" w:rsidRDefault="002466ED" w:rsidP="00D44A0F">
      <w:pPr>
        <w:pStyle w:val="ConsPlusNormal"/>
        <w:ind w:firstLine="709"/>
        <w:jc w:val="center"/>
        <w:rPr>
          <w:rFonts w:ascii="Times New Roman" w:hAnsi="Times New Roman"/>
          <w:b/>
          <w:sz w:val="28"/>
          <w:szCs w:val="28"/>
        </w:rPr>
      </w:pPr>
      <w:r w:rsidRPr="00D44A0F">
        <w:rPr>
          <w:rFonts w:ascii="Times New Roman" w:hAnsi="Times New Roman"/>
          <w:b/>
          <w:sz w:val="28"/>
          <w:szCs w:val="28"/>
        </w:rPr>
        <w:t>Выдача заявителю результата предоставления муниципальной услуги</w:t>
      </w:r>
    </w:p>
    <w:p w:rsidR="002466ED" w:rsidRPr="00D44A0F" w:rsidRDefault="002466ED" w:rsidP="00D44A0F">
      <w:pPr>
        <w:pStyle w:val="ConsPlusNormal"/>
        <w:ind w:firstLine="709"/>
        <w:jc w:val="center"/>
        <w:rPr>
          <w:rFonts w:ascii="Times New Roman" w:hAnsi="Times New Roman"/>
          <w:b/>
          <w:sz w:val="28"/>
          <w:szCs w:val="28"/>
        </w:rPr>
      </w:pPr>
    </w:p>
    <w:p w:rsidR="002466ED" w:rsidRPr="00D44A0F" w:rsidRDefault="002466ED" w:rsidP="00D44A0F">
      <w:pPr>
        <w:pStyle w:val="ConsPlusNormal"/>
        <w:ind w:firstLine="709"/>
        <w:jc w:val="both"/>
        <w:rPr>
          <w:rFonts w:ascii="Times New Roman" w:hAnsi="Times New Roman"/>
          <w:sz w:val="28"/>
          <w:szCs w:val="28"/>
        </w:rPr>
      </w:pPr>
      <w:r w:rsidRPr="00D44A0F">
        <w:rPr>
          <w:rFonts w:ascii="Times New Roman" w:hAnsi="Times New Roman"/>
          <w:sz w:val="28"/>
          <w:szCs w:val="28"/>
        </w:rPr>
        <w:t>3.5. Основанием начала исполнения административной процедуры является поступление сотруднику Органа, ответственному за выдачу результата предоставления услуги, решения о предоставлении или решения об отказе в предоставлении услуги (далее - документ, являющийся результатом предоставления услуги).</w:t>
      </w:r>
    </w:p>
    <w:p w:rsidR="002466ED" w:rsidRPr="00D44A0F" w:rsidRDefault="002466ED" w:rsidP="00D44A0F">
      <w:pPr>
        <w:widowControl w:val="0"/>
        <w:autoSpaceDE w:val="0"/>
        <w:autoSpaceDN w:val="0"/>
        <w:adjustRightInd w:val="0"/>
        <w:spacing w:line="240" w:lineRule="auto"/>
        <w:ind w:firstLine="709"/>
        <w:jc w:val="both"/>
        <w:rPr>
          <w:szCs w:val="28"/>
          <w:lang w:eastAsia="ru-RU"/>
        </w:rPr>
      </w:pPr>
      <w:r w:rsidRPr="00D44A0F">
        <w:rPr>
          <w:szCs w:val="28"/>
          <w:lang w:eastAsia="ru-RU"/>
        </w:rPr>
        <w:t>В случае если заявитель изъявил желание получить результат услуги в Органе при поступлении документа, являющегося результатом предоставления услуги сотрудник Органа, ответственный за выдачу результата предоставления услуги, информирует заявителя о дате, с которой заявитель может получить документ, являющийся результатом предоставления услуги.</w:t>
      </w:r>
    </w:p>
    <w:p w:rsidR="002466ED" w:rsidRPr="00D44A0F" w:rsidRDefault="002466ED" w:rsidP="00D44A0F">
      <w:pPr>
        <w:widowControl w:val="0"/>
        <w:autoSpaceDE w:val="0"/>
        <w:autoSpaceDN w:val="0"/>
        <w:adjustRightInd w:val="0"/>
        <w:spacing w:line="240" w:lineRule="auto"/>
        <w:ind w:firstLine="709"/>
        <w:jc w:val="both"/>
        <w:rPr>
          <w:szCs w:val="28"/>
          <w:lang w:eastAsia="ru-RU"/>
        </w:rPr>
      </w:pPr>
      <w:r w:rsidRPr="00D44A0F">
        <w:rPr>
          <w:szCs w:val="28"/>
          <w:lang w:eastAsia="ru-RU"/>
        </w:rPr>
        <w:t>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w:t>
      </w:r>
    </w:p>
    <w:p w:rsidR="002466ED" w:rsidRPr="00D44A0F" w:rsidRDefault="002466ED" w:rsidP="00D44A0F">
      <w:pPr>
        <w:widowControl w:val="0"/>
        <w:autoSpaceDE w:val="0"/>
        <w:autoSpaceDN w:val="0"/>
        <w:adjustRightInd w:val="0"/>
        <w:spacing w:line="240" w:lineRule="auto"/>
        <w:ind w:firstLine="709"/>
        <w:jc w:val="both"/>
        <w:rPr>
          <w:szCs w:val="28"/>
          <w:lang w:eastAsia="ru-RU"/>
        </w:rPr>
      </w:pPr>
      <w:r w:rsidRPr="00D44A0F">
        <w:rPr>
          <w:szCs w:val="28"/>
          <w:lang w:eastAsia="ru-RU"/>
        </w:rPr>
        <w:t>Если заявитель обратился за предоставлением услуги через порталы государственных и муниципальных услуг (функций), то информирование осуществляется, также через порталы государственных и муниципальных услуг (функций).</w:t>
      </w:r>
    </w:p>
    <w:p w:rsidR="002466ED" w:rsidRPr="00D44A0F" w:rsidRDefault="002466ED" w:rsidP="00D44A0F">
      <w:pPr>
        <w:widowControl w:val="0"/>
        <w:autoSpaceDE w:val="0"/>
        <w:autoSpaceDN w:val="0"/>
        <w:adjustRightInd w:val="0"/>
        <w:spacing w:line="240" w:lineRule="auto"/>
        <w:ind w:firstLine="709"/>
        <w:jc w:val="both"/>
        <w:rPr>
          <w:szCs w:val="28"/>
          <w:lang w:eastAsia="ru-RU"/>
        </w:rPr>
      </w:pPr>
      <w:r w:rsidRPr="00D44A0F">
        <w:rPr>
          <w:szCs w:val="28"/>
          <w:lang w:eastAsia="ru-RU"/>
        </w:rPr>
        <w:t>Выдачу документа, являющегося результатом предоставления услуги, осуществляет сотрудник Органа, ответственный за выдачу результата предоставления услуги:</w:t>
      </w:r>
    </w:p>
    <w:p w:rsidR="002466ED" w:rsidRPr="00D44A0F" w:rsidRDefault="002466ED" w:rsidP="00D44A0F">
      <w:pPr>
        <w:widowControl w:val="0"/>
        <w:autoSpaceDE w:val="0"/>
        <w:autoSpaceDN w:val="0"/>
        <w:adjustRightInd w:val="0"/>
        <w:spacing w:line="240" w:lineRule="auto"/>
        <w:ind w:firstLine="709"/>
        <w:jc w:val="both"/>
        <w:rPr>
          <w:szCs w:val="28"/>
          <w:lang w:eastAsia="ru-RU"/>
        </w:rPr>
      </w:pPr>
      <w:r w:rsidRPr="00D44A0F">
        <w:rPr>
          <w:szCs w:val="28"/>
          <w:lang w:eastAsia="ru-RU"/>
        </w:rPr>
        <w:t>- при личном приеме,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 либо</w:t>
      </w:r>
    </w:p>
    <w:p w:rsidR="002466ED" w:rsidRPr="00D44A0F" w:rsidRDefault="002466ED" w:rsidP="00D44A0F">
      <w:pPr>
        <w:widowControl w:val="0"/>
        <w:autoSpaceDE w:val="0"/>
        <w:autoSpaceDN w:val="0"/>
        <w:adjustRightInd w:val="0"/>
        <w:spacing w:line="240" w:lineRule="auto"/>
        <w:ind w:firstLine="709"/>
        <w:jc w:val="both"/>
        <w:rPr>
          <w:szCs w:val="28"/>
          <w:lang w:eastAsia="ru-RU"/>
        </w:rPr>
      </w:pPr>
      <w:r w:rsidRPr="00D44A0F">
        <w:rPr>
          <w:szCs w:val="28"/>
          <w:lang w:eastAsia="ru-RU"/>
        </w:rPr>
        <w:t>- документ, являющийся результатом предоставления услуги, направляется по почте заказным письмом с уведомлением.</w:t>
      </w:r>
    </w:p>
    <w:p w:rsidR="002466ED" w:rsidRPr="00D44A0F" w:rsidRDefault="002466ED" w:rsidP="00D44A0F">
      <w:pPr>
        <w:widowControl w:val="0"/>
        <w:autoSpaceDE w:val="0"/>
        <w:autoSpaceDN w:val="0"/>
        <w:adjustRightInd w:val="0"/>
        <w:spacing w:line="240" w:lineRule="auto"/>
        <w:ind w:firstLine="709"/>
        <w:jc w:val="both"/>
        <w:rPr>
          <w:szCs w:val="28"/>
        </w:rPr>
      </w:pPr>
      <w:r w:rsidRPr="00D44A0F">
        <w:rPr>
          <w:szCs w:val="28"/>
          <w:lang w:eastAsia="ru-RU"/>
        </w:rPr>
        <w:t xml:space="preserve">Максимальный срок исполнения административной процедуры составляет </w:t>
      </w:r>
      <w:r w:rsidRPr="00D44A0F">
        <w:rPr>
          <w:szCs w:val="28"/>
        </w:rPr>
        <w:t xml:space="preserve">один </w:t>
      </w:r>
      <w:r>
        <w:rPr>
          <w:szCs w:val="28"/>
        </w:rPr>
        <w:t>календарный</w:t>
      </w:r>
      <w:r w:rsidRPr="00D44A0F">
        <w:rPr>
          <w:szCs w:val="28"/>
        </w:rPr>
        <w:t xml:space="preserve"> день.</w:t>
      </w:r>
    </w:p>
    <w:p w:rsidR="002466ED" w:rsidRPr="00D44A0F" w:rsidRDefault="002466ED" w:rsidP="00D44A0F">
      <w:pPr>
        <w:pStyle w:val="ConsPlusNormal"/>
        <w:ind w:firstLine="709"/>
        <w:jc w:val="both"/>
        <w:rPr>
          <w:rFonts w:ascii="Times New Roman" w:hAnsi="Times New Roman"/>
          <w:sz w:val="28"/>
          <w:szCs w:val="28"/>
        </w:rPr>
      </w:pPr>
      <w:r w:rsidRPr="00D44A0F">
        <w:rPr>
          <w:rFonts w:ascii="Times New Roman" w:hAnsi="Times New Roman"/>
          <w:sz w:val="28"/>
          <w:szCs w:val="28"/>
        </w:rPr>
        <w:t>Результатом исполнения административной процедуры является выдача заявителю решения о предоставлении услуги или решения об отказе в предоставлении услуги.</w:t>
      </w:r>
    </w:p>
    <w:p w:rsidR="002466ED" w:rsidRPr="00D44A0F" w:rsidRDefault="002466ED" w:rsidP="00D44A0F">
      <w:pPr>
        <w:pStyle w:val="ConsPlusNormal"/>
        <w:jc w:val="both"/>
        <w:rPr>
          <w:rFonts w:ascii="Times New Roman" w:hAnsi="Times New Roman"/>
          <w:sz w:val="28"/>
          <w:szCs w:val="28"/>
        </w:rPr>
      </w:pPr>
    </w:p>
    <w:p w:rsidR="002466ED" w:rsidRPr="00D44A0F" w:rsidRDefault="002466ED" w:rsidP="00D44A0F">
      <w:pPr>
        <w:pStyle w:val="ConsPlusNormal"/>
        <w:ind w:firstLine="709"/>
        <w:jc w:val="center"/>
        <w:outlineLvl w:val="1"/>
        <w:rPr>
          <w:rFonts w:ascii="Times New Roman" w:hAnsi="Times New Roman"/>
          <w:b/>
          <w:sz w:val="28"/>
          <w:szCs w:val="28"/>
        </w:rPr>
      </w:pPr>
      <w:r w:rsidRPr="00D44A0F">
        <w:rPr>
          <w:rFonts w:ascii="Times New Roman" w:hAnsi="Times New Roman"/>
          <w:b/>
          <w:sz w:val="28"/>
          <w:szCs w:val="28"/>
          <w:lang w:val="en-US"/>
        </w:rPr>
        <w:t>IV</w:t>
      </w:r>
      <w:r w:rsidRPr="00D44A0F">
        <w:rPr>
          <w:rFonts w:ascii="Times New Roman" w:hAnsi="Times New Roman"/>
          <w:b/>
          <w:sz w:val="28"/>
          <w:szCs w:val="28"/>
        </w:rPr>
        <w:t xml:space="preserve">. Порядок и формы контроля за предоставлением </w:t>
      </w:r>
    </w:p>
    <w:p w:rsidR="002466ED" w:rsidRPr="00D44A0F" w:rsidRDefault="002466ED" w:rsidP="00D44A0F">
      <w:pPr>
        <w:pStyle w:val="ConsPlusNormal"/>
        <w:ind w:firstLine="709"/>
        <w:jc w:val="center"/>
        <w:outlineLvl w:val="1"/>
        <w:rPr>
          <w:rFonts w:ascii="Times New Roman" w:hAnsi="Times New Roman"/>
          <w:b/>
          <w:sz w:val="28"/>
          <w:szCs w:val="28"/>
        </w:rPr>
      </w:pPr>
      <w:r w:rsidRPr="00D44A0F">
        <w:rPr>
          <w:rFonts w:ascii="Times New Roman" w:hAnsi="Times New Roman"/>
          <w:b/>
          <w:sz w:val="28"/>
          <w:szCs w:val="28"/>
        </w:rPr>
        <w:t>муниципальной услуги</w:t>
      </w:r>
    </w:p>
    <w:p w:rsidR="002466ED" w:rsidRPr="00D44A0F" w:rsidRDefault="002466ED" w:rsidP="00D44A0F">
      <w:pPr>
        <w:pStyle w:val="ConsPlusNormal"/>
        <w:ind w:firstLine="709"/>
        <w:jc w:val="center"/>
        <w:outlineLvl w:val="1"/>
        <w:rPr>
          <w:rFonts w:ascii="Times New Roman" w:hAnsi="Times New Roman"/>
          <w:b/>
          <w:sz w:val="28"/>
          <w:szCs w:val="28"/>
        </w:rPr>
      </w:pPr>
    </w:p>
    <w:p w:rsidR="002466ED" w:rsidRPr="00D44A0F" w:rsidRDefault="002466ED" w:rsidP="00D44A0F">
      <w:pPr>
        <w:widowControl w:val="0"/>
        <w:autoSpaceDE w:val="0"/>
        <w:autoSpaceDN w:val="0"/>
        <w:adjustRightInd w:val="0"/>
        <w:spacing w:line="240" w:lineRule="auto"/>
        <w:ind w:firstLine="709"/>
        <w:jc w:val="center"/>
        <w:outlineLvl w:val="1"/>
        <w:rPr>
          <w:b/>
          <w:szCs w:val="28"/>
          <w:lang w:eastAsia="ru-RU"/>
        </w:rPr>
      </w:pPr>
      <w:r w:rsidRPr="00D44A0F">
        <w:rPr>
          <w:b/>
          <w:szCs w:val="28"/>
          <w:lang w:eastAsia="ru-RU"/>
        </w:rPr>
        <w:t>Порядок осуществления текущего контроля за соблюдением и исполнением положений административного регламента предоставления муниципальной услуги и иных нормативных правовых актов</w:t>
      </w:r>
      <w:r w:rsidRPr="00D44A0F">
        <w:rPr>
          <w:szCs w:val="28"/>
          <w:lang w:eastAsia="ru-RU"/>
        </w:rPr>
        <w:t xml:space="preserve">, </w:t>
      </w:r>
      <w:r w:rsidRPr="00D44A0F">
        <w:rPr>
          <w:b/>
          <w:szCs w:val="28"/>
          <w:lang w:eastAsia="ru-RU"/>
        </w:rPr>
        <w:t>устанавливающих требования к предоставлению муниципальной услуги, а также принятием ими решений</w:t>
      </w:r>
    </w:p>
    <w:p w:rsidR="002466ED" w:rsidRPr="00D44A0F" w:rsidRDefault="002466ED" w:rsidP="00D44A0F">
      <w:pPr>
        <w:widowControl w:val="0"/>
        <w:autoSpaceDE w:val="0"/>
        <w:autoSpaceDN w:val="0"/>
        <w:adjustRightInd w:val="0"/>
        <w:spacing w:line="240" w:lineRule="auto"/>
        <w:ind w:firstLine="709"/>
        <w:jc w:val="center"/>
        <w:outlineLvl w:val="1"/>
        <w:rPr>
          <w:szCs w:val="28"/>
          <w:lang w:eastAsia="ru-RU"/>
        </w:rPr>
      </w:pPr>
    </w:p>
    <w:p w:rsidR="002466ED" w:rsidRPr="00D44A0F" w:rsidRDefault="002466ED" w:rsidP="00D44A0F">
      <w:pPr>
        <w:widowControl w:val="0"/>
        <w:tabs>
          <w:tab w:val="left" w:pos="3402"/>
        </w:tabs>
        <w:autoSpaceDE w:val="0"/>
        <w:autoSpaceDN w:val="0"/>
        <w:adjustRightInd w:val="0"/>
        <w:spacing w:line="240" w:lineRule="auto"/>
        <w:ind w:firstLine="709"/>
        <w:jc w:val="both"/>
        <w:rPr>
          <w:szCs w:val="28"/>
          <w:lang w:eastAsia="ru-RU"/>
        </w:rPr>
      </w:pPr>
      <w:r w:rsidRPr="00D44A0F">
        <w:rPr>
          <w:szCs w:val="28"/>
          <w:lang w:eastAsia="ru-RU"/>
        </w:rPr>
        <w:t>4.1.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руководителем Органа.</w:t>
      </w:r>
    </w:p>
    <w:p w:rsidR="002466ED" w:rsidRPr="00D44A0F" w:rsidRDefault="002466ED" w:rsidP="00D44A0F">
      <w:pPr>
        <w:widowControl w:val="0"/>
        <w:autoSpaceDE w:val="0"/>
        <w:autoSpaceDN w:val="0"/>
        <w:adjustRightInd w:val="0"/>
        <w:spacing w:line="240" w:lineRule="auto"/>
        <w:ind w:firstLine="709"/>
        <w:jc w:val="both"/>
        <w:rPr>
          <w:b/>
          <w:szCs w:val="28"/>
          <w:lang w:eastAsia="ru-RU"/>
        </w:rPr>
      </w:pPr>
      <w:r w:rsidRPr="00D44A0F">
        <w:rPr>
          <w:szCs w:val="28"/>
          <w:lang w:eastAsia="ru-RU"/>
        </w:rPr>
        <w:t>Контроль за деятельностью Органа по предоставлению муниципальной услуги осуществляется Глав</w:t>
      </w:r>
      <w:r>
        <w:rPr>
          <w:szCs w:val="28"/>
          <w:lang w:eastAsia="ru-RU"/>
        </w:rPr>
        <w:t>ой муниципального образования.</w:t>
      </w:r>
    </w:p>
    <w:p w:rsidR="002466ED" w:rsidRPr="00D44A0F" w:rsidRDefault="002466ED" w:rsidP="00D44A0F">
      <w:pPr>
        <w:widowControl w:val="0"/>
        <w:autoSpaceDE w:val="0"/>
        <w:autoSpaceDN w:val="0"/>
        <w:adjustRightInd w:val="0"/>
        <w:spacing w:line="240" w:lineRule="auto"/>
        <w:jc w:val="center"/>
        <w:rPr>
          <w:b/>
          <w:szCs w:val="28"/>
          <w:lang w:eastAsia="ru-RU"/>
        </w:rPr>
      </w:pPr>
      <w:r w:rsidRPr="00D44A0F">
        <w:rPr>
          <w:b/>
          <w:szCs w:val="28"/>
          <w:lang w:eastAsia="ru-RU"/>
        </w:rPr>
        <w:t>Порядок и периодичность осуществления плановых и внеплановых проверок полноты и качества предоставления муниципальной услуги</w:t>
      </w:r>
    </w:p>
    <w:p w:rsidR="002466ED" w:rsidRPr="00D44A0F" w:rsidRDefault="002466ED" w:rsidP="00D44A0F">
      <w:pPr>
        <w:widowControl w:val="0"/>
        <w:autoSpaceDE w:val="0"/>
        <w:autoSpaceDN w:val="0"/>
        <w:adjustRightInd w:val="0"/>
        <w:spacing w:line="240" w:lineRule="auto"/>
        <w:ind w:firstLine="709"/>
        <w:jc w:val="both"/>
        <w:rPr>
          <w:b/>
          <w:szCs w:val="28"/>
          <w:lang w:eastAsia="ru-RU"/>
        </w:rPr>
      </w:pPr>
    </w:p>
    <w:p w:rsidR="002466ED" w:rsidRPr="00D44A0F" w:rsidRDefault="002466ED" w:rsidP="00D44A0F">
      <w:pPr>
        <w:widowControl w:val="0"/>
        <w:autoSpaceDE w:val="0"/>
        <w:autoSpaceDN w:val="0"/>
        <w:adjustRightInd w:val="0"/>
        <w:spacing w:line="240" w:lineRule="auto"/>
        <w:ind w:firstLine="709"/>
        <w:jc w:val="both"/>
        <w:rPr>
          <w:szCs w:val="28"/>
          <w:lang w:eastAsia="ru-RU"/>
        </w:rPr>
      </w:pPr>
      <w:r w:rsidRPr="00D44A0F">
        <w:rPr>
          <w:szCs w:val="28"/>
          <w:lang w:eastAsia="ru-RU"/>
        </w:rPr>
        <w:t>4.2. Проверка полноты и качества предоставления муниципальной услуги включает в себя проведение плановых и внеплановых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содержащих жалобы на решения, действия (бездействие) должностных лиц, осуществляющих предоставление муниципальной услуги.</w:t>
      </w:r>
    </w:p>
    <w:p w:rsidR="002466ED" w:rsidRPr="00D44A0F" w:rsidRDefault="002466ED" w:rsidP="00D44A0F">
      <w:pPr>
        <w:widowControl w:val="0"/>
        <w:autoSpaceDE w:val="0"/>
        <w:autoSpaceDN w:val="0"/>
        <w:adjustRightInd w:val="0"/>
        <w:spacing w:line="240" w:lineRule="auto"/>
        <w:ind w:firstLine="709"/>
        <w:jc w:val="both"/>
        <w:rPr>
          <w:szCs w:val="28"/>
          <w:lang w:eastAsia="ru-RU"/>
        </w:rPr>
      </w:pPr>
      <w:r w:rsidRPr="00D44A0F">
        <w:rPr>
          <w:szCs w:val="28"/>
          <w:lang w:eastAsia="ru-RU"/>
        </w:rPr>
        <w:t>Плановые проверки проводятся в соответствии с планом работы Органа, но не реже 1 раза в 3 года.</w:t>
      </w:r>
    </w:p>
    <w:p w:rsidR="002466ED" w:rsidRPr="00D44A0F" w:rsidRDefault="002466ED" w:rsidP="00D44A0F">
      <w:pPr>
        <w:widowControl w:val="0"/>
        <w:autoSpaceDE w:val="0"/>
        <w:autoSpaceDN w:val="0"/>
        <w:adjustRightInd w:val="0"/>
        <w:spacing w:line="240" w:lineRule="auto"/>
        <w:ind w:firstLine="709"/>
        <w:jc w:val="both"/>
        <w:rPr>
          <w:szCs w:val="28"/>
          <w:lang w:eastAsia="ru-RU"/>
        </w:rPr>
      </w:pPr>
      <w:r w:rsidRPr="00D44A0F">
        <w:rPr>
          <w:szCs w:val="28"/>
          <w:lang w:eastAsia="ru-RU"/>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2466ED" w:rsidRPr="00D44A0F" w:rsidRDefault="002466ED" w:rsidP="00D44A0F">
      <w:pPr>
        <w:widowControl w:val="0"/>
        <w:autoSpaceDE w:val="0"/>
        <w:autoSpaceDN w:val="0"/>
        <w:adjustRightInd w:val="0"/>
        <w:spacing w:line="240" w:lineRule="auto"/>
        <w:ind w:firstLine="709"/>
        <w:jc w:val="both"/>
        <w:rPr>
          <w:szCs w:val="28"/>
          <w:lang w:eastAsia="ru-RU"/>
        </w:rPr>
      </w:pPr>
      <w:r w:rsidRPr="00D44A0F">
        <w:rPr>
          <w:szCs w:val="28"/>
          <w:lang w:eastAsia="ru-RU"/>
        </w:rPr>
        <w:t>При проверке могут рассматриваться все вопросы, связанные с предоставлением муниципальной услуги, или вопросы, связанные с исполнением отдельных административных процедур.</w:t>
      </w:r>
    </w:p>
    <w:p w:rsidR="002466ED" w:rsidRPr="00D44A0F" w:rsidRDefault="002466ED" w:rsidP="00D44A0F">
      <w:pPr>
        <w:widowControl w:val="0"/>
        <w:autoSpaceDE w:val="0"/>
        <w:autoSpaceDN w:val="0"/>
        <w:adjustRightInd w:val="0"/>
        <w:spacing w:line="240" w:lineRule="auto"/>
        <w:ind w:firstLine="709"/>
        <w:jc w:val="both"/>
        <w:rPr>
          <w:szCs w:val="28"/>
          <w:lang w:eastAsia="ru-RU"/>
        </w:rPr>
      </w:pPr>
      <w:r w:rsidRPr="00D44A0F">
        <w:rPr>
          <w:szCs w:val="28"/>
          <w:lang w:eastAsia="ru-RU"/>
        </w:rPr>
        <w:t>По результатам проверок должностное лицо, осуществляющее текущий контроль, дает указания по устранению выявленных отклонений и нарушений и контролирует их исполнение.</w:t>
      </w:r>
    </w:p>
    <w:p w:rsidR="002466ED" w:rsidRPr="00D44A0F" w:rsidRDefault="002466ED" w:rsidP="00D44A0F">
      <w:pPr>
        <w:widowControl w:val="0"/>
        <w:autoSpaceDE w:val="0"/>
        <w:autoSpaceDN w:val="0"/>
        <w:adjustRightInd w:val="0"/>
        <w:spacing w:line="240" w:lineRule="auto"/>
        <w:ind w:firstLine="709"/>
        <w:jc w:val="both"/>
        <w:rPr>
          <w:szCs w:val="28"/>
          <w:lang w:eastAsia="ru-RU"/>
        </w:rPr>
      </w:pPr>
    </w:p>
    <w:p w:rsidR="002466ED" w:rsidRPr="00D44A0F" w:rsidRDefault="002466ED" w:rsidP="00D44A0F">
      <w:pPr>
        <w:widowControl w:val="0"/>
        <w:autoSpaceDE w:val="0"/>
        <w:autoSpaceDN w:val="0"/>
        <w:adjustRightInd w:val="0"/>
        <w:spacing w:line="240" w:lineRule="auto"/>
        <w:ind w:firstLine="709"/>
        <w:jc w:val="center"/>
        <w:outlineLvl w:val="2"/>
        <w:rPr>
          <w:b/>
          <w:szCs w:val="28"/>
          <w:lang w:eastAsia="ru-RU"/>
        </w:rPr>
      </w:pPr>
      <w:r w:rsidRPr="00D44A0F">
        <w:rPr>
          <w:b/>
          <w:szCs w:val="28"/>
          <w:lang w:eastAsia="ru-RU"/>
        </w:rPr>
        <w:t>Ответственность должностных лиц</w:t>
      </w:r>
    </w:p>
    <w:p w:rsidR="002466ED" w:rsidRPr="00D44A0F" w:rsidRDefault="002466ED" w:rsidP="00D44A0F">
      <w:pPr>
        <w:widowControl w:val="0"/>
        <w:autoSpaceDE w:val="0"/>
        <w:autoSpaceDN w:val="0"/>
        <w:adjustRightInd w:val="0"/>
        <w:spacing w:line="240" w:lineRule="auto"/>
        <w:ind w:firstLine="709"/>
        <w:jc w:val="both"/>
        <w:rPr>
          <w:szCs w:val="28"/>
          <w:lang w:eastAsia="ru-RU"/>
        </w:rPr>
      </w:pPr>
    </w:p>
    <w:p w:rsidR="002466ED" w:rsidRPr="00D44A0F" w:rsidRDefault="002466ED" w:rsidP="00D44A0F">
      <w:pPr>
        <w:widowControl w:val="0"/>
        <w:autoSpaceDE w:val="0"/>
        <w:autoSpaceDN w:val="0"/>
        <w:adjustRightInd w:val="0"/>
        <w:spacing w:line="240" w:lineRule="auto"/>
        <w:ind w:firstLine="709"/>
        <w:jc w:val="both"/>
        <w:rPr>
          <w:szCs w:val="28"/>
          <w:lang w:eastAsia="ru-RU"/>
        </w:rPr>
      </w:pPr>
      <w:r w:rsidRPr="00D44A0F">
        <w:rPr>
          <w:szCs w:val="28"/>
          <w:lang w:eastAsia="ru-RU"/>
        </w:rPr>
        <w:t>4.3. Специалист Органа несет персональную ответственность за соблюдение сроков и последовательности действий (административных процедур) при предоставлении услуги.</w:t>
      </w:r>
    </w:p>
    <w:p w:rsidR="002466ED" w:rsidRPr="00D44A0F" w:rsidRDefault="002466ED" w:rsidP="00D44A0F">
      <w:pPr>
        <w:widowControl w:val="0"/>
        <w:autoSpaceDE w:val="0"/>
        <w:autoSpaceDN w:val="0"/>
        <w:adjustRightInd w:val="0"/>
        <w:spacing w:line="240" w:lineRule="auto"/>
        <w:ind w:firstLine="709"/>
        <w:jc w:val="both"/>
        <w:rPr>
          <w:szCs w:val="28"/>
          <w:lang w:eastAsia="ru-RU"/>
        </w:rPr>
      </w:pPr>
    </w:p>
    <w:p w:rsidR="002466ED" w:rsidRPr="00D44A0F" w:rsidRDefault="002466ED" w:rsidP="00D44A0F">
      <w:pPr>
        <w:widowControl w:val="0"/>
        <w:autoSpaceDE w:val="0"/>
        <w:autoSpaceDN w:val="0"/>
        <w:adjustRightInd w:val="0"/>
        <w:spacing w:line="240" w:lineRule="auto"/>
        <w:jc w:val="center"/>
        <w:outlineLvl w:val="2"/>
        <w:rPr>
          <w:b/>
          <w:szCs w:val="28"/>
          <w:lang w:eastAsia="ru-RU"/>
        </w:rPr>
      </w:pPr>
      <w:r w:rsidRPr="00D44A0F">
        <w:rPr>
          <w:b/>
          <w:szCs w:val="28"/>
          <w:lang w:eastAsia="ru-RU"/>
        </w:rPr>
        <w:t>Требования к порядку и формам контроля за предоставлением</w:t>
      </w:r>
    </w:p>
    <w:p w:rsidR="002466ED" w:rsidRPr="00D44A0F" w:rsidRDefault="002466ED" w:rsidP="00D44A0F">
      <w:pPr>
        <w:widowControl w:val="0"/>
        <w:autoSpaceDE w:val="0"/>
        <w:autoSpaceDN w:val="0"/>
        <w:adjustRightInd w:val="0"/>
        <w:spacing w:line="240" w:lineRule="auto"/>
        <w:jc w:val="center"/>
        <w:outlineLvl w:val="2"/>
        <w:rPr>
          <w:b/>
          <w:szCs w:val="28"/>
          <w:lang w:eastAsia="ru-RU"/>
        </w:rPr>
      </w:pPr>
      <w:r w:rsidRPr="00D44A0F">
        <w:rPr>
          <w:b/>
          <w:szCs w:val="28"/>
          <w:lang w:eastAsia="ru-RU"/>
        </w:rPr>
        <w:t>муниципальной услуги, в том числе со стороны граждан,</w:t>
      </w:r>
    </w:p>
    <w:p w:rsidR="002466ED" w:rsidRPr="00D44A0F" w:rsidRDefault="002466ED" w:rsidP="00D44A0F">
      <w:pPr>
        <w:widowControl w:val="0"/>
        <w:autoSpaceDE w:val="0"/>
        <w:autoSpaceDN w:val="0"/>
        <w:adjustRightInd w:val="0"/>
        <w:spacing w:line="240" w:lineRule="auto"/>
        <w:jc w:val="center"/>
        <w:outlineLvl w:val="2"/>
        <w:rPr>
          <w:b/>
          <w:szCs w:val="28"/>
          <w:lang w:eastAsia="ru-RU"/>
        </w:rPr>
      </w:pPr>
      <w:r w:rsidRPr="00D44A0F">
        <w:rPr>
          <w:b/>
          <w:szCs w:val="28"/>
          <w:lang w:eastAsia="ru-RU"/>
        </w:rPr>
        <w:t>их объединений и организаций</w:t>
      </w:r>
    </w:p>
    <w:p w:rsidR="002466ED" w:rsidRPr="00D44A0F" w:rsidRDefault="002466ED" w:rsidP="00D44A0F">
      <w:pPr>
        <w:widowControl w:val="0"/>
        <w:autoSpaceDE w:val="0"/>
        <w:autoSpaceDN w:val="0"/>
        <w:adjustRightInd w:val="0"/>
        <w:spacing w:line="240" w:lineRule="auto"/>
        <w:ind w:firstLine="540"/>
        <w:jc w:val="both"/>
        <w:rPr>
          <w:szCs w:val="28"/>
          <w:lang w:eastAsia="ru-RU"/>
        </w:rPr>
      </w:pPr>
    </w:p>
    <w:p w:rsidR="002466ED" w:rsidRPr="00D44A0F" w:rsidRDefault="002466ED" w:rsidP="00D44A0F">
      <w:pPr>
        <w:widowControl w:val="0"/>
        <w:autoSpaceDE w:val="0"/>
        <w:autoSpaceDN w:val="0"/>
        <w:adjustRightInd w:val="0"/>
        <w:spacing w:line="240" w:lineRule="auto"/>
        <w:ind w:firstLine="709"/>
        <w:jc w:val="both"/>
        <w:rPr>
          <w:szCs w:val="28"/>
          <w:lang w:eastAsia="ru-RU"/>
        </w:rPr>
      </w:pPr>
      <w:r w:rsidRPr="00D44A0F">
        <w:rPr>
          <w:szCs w:val="28"/>
          <w:lang w:eastAsia="ru-RU"/>
        </w:rPr>
        <w:t>4.4. Граждане, юридические лица,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w:t>
      </w:r>
      <w:r>
        <w:rPr>
          <w:szCs w:val="28"/>
          <w:lang w:eastAsia="ru-RU"/>
        </w:rPr>
        <w:t>,</w:t>
      </w:r>
      <w:r w:rsidRPr="00D44A0F">
        <w:rPr>
          <w:szCs w:val="28"/>
          <w:lang w:eastAsia="ru-RU"/>
        </w:rPr>
        <w:t xml:space="preserve"> вправе обратиться с жалобой в Орган, правоохранительные и органы государственной власти.</w:t>
      </w:r>
    </w:p>
    <w:p w:rsidR="002466ED" w:rsidRPr="00D44A0F" w:rsidRDefault="002466ED" w:rsidP="00D44A0F">
      <w:pPr>
        <w:widowControl w:val="0"/>
        <w:autoSpaceDE w:val="0"/>
        <w:autoSpaceDN w:val="0"/>
        <w:adjustRightInd w:val="0"/>
        <w:spacing w:line="240" w:lineRule="auto"/>
        <w:ind w:firstLine="709"/>
        <w:jc w:val="both"/>
        <w:rPr>
          <w:szCs w:val="28"/>
          <w:lang w:eastAsia="ru-RU"/>
        </w:rPr>
      </w:pPr>
      <w:r w:rsidRPr="00D44A0F">
        <w:rPr>
          <w:szCs w:val="28"/>
          <w:lang w:eastAsia="ru-RU"/>
        </w:rPr>
        <w:t>Общественный контроль за предоставлением муниципальной услуги включает в себя организацию и проведение совместных мероприятий (семинаров, проблемных дискуссий, «горячих линий», конференций, «круглых» столов). Рекомендации и предложения по вопросам предоставления муниципальной услуги, выработанные в ходе проведения таких мероприятий учитываются Органом, органами исполнительной власти Республики Коми, подведомственными данным органам организациями, участвующими в пред</w:t>
      </w:r>
      <w:r>
        <w:rPr>
          <w:szCs w:val="28"/>
          <w:lang w:eastAsia="ru-RU"/>
        </w:rPr>
        <w:t>оставлении муниципальной услуги</w:t>
      </w:r>
      <w:r w:rsidRPr="00D44A0F">
        <w:rPr>
          <w:szCs w:val="28"/>
          <w:lang w:eastAsia="ru-RU"/>
        </w:rPr>
        <w:t>.</w:t>
      </w:r>
    </w:p>
    <w:p w:rsidR="002466ED" w:rsidRPr="00D44A0F" w:rsidRDefault="002466ED" w:rsidP="00D44A0F">
      <w:pPr>
        <w:pStyle w:val="ConsPlusNormal"/>
        <w:ind w:firstLine="709"/>
        <w:jc w:val="both"/>
        <w:rPr>
          <w:rFonts w:ascii="Times New Roman" w:hAnsi="Times New Roman"/>
          <w:sz w:val="28"/>
          <w:szCs w:val="28"/>
        </w:rPr>
      </w:pPr>
    </w:p>
    <w:p w:rsidR="002466ED" w:rsidRPr="00D44A0F" w:rsidRDefault="002466ED" w:rsidP="00D44A0F">
      <w:pPr>
        <w:pStyle w:val="ConsPlusNormal"/>
        <w:ind w:firstLine="709"/>
        <w:jc w:val="center"/>
        <w:outlineLvl w:val="1"/>
        <w:rPr>
          <w:rFonts w:ascii="Times New Roman" w:hAnsi="Times New Roman"/>
          <w:b/>
          <w:sz w:val="28"/>
          <w:szCs w:val="28"/>
        </w:rPr>
      </w:pPr>
      <w:r w:rsidRPr="00D44A0F">
        <w:rPr>
          <w:rFonts w:ascii="Times New Roman" w:hAnsi="Times New Roman"/>
          <w:b/>
          <w:sz w:val="28"/>
          <w:szCs w:val="28"/>
          <w:lang w:val="en-US"/>
        </w:rPr>
        <w:t>V</w:t>
      </w:r>
      <w:r w:rsidRPr="00D44A0F">
        <w:rPr>
          <w:rFonts w:ascii="Times New Roman" w:hAnsi="Times New Roman"/>
          <w:b/>
          <w:sz w:val="28"/>
          <w:szCs w:val="28"/>
        </w:rPr>
        <w:t>. Досудебный порядок обжалования решения и действия</w:t>
      </w:r>
    </w:p>
    <w:p w:rsidR="002466ED" w:rsidRPr="00D44A0F" w:rsidRDefault="002466ED" w:rsidP="00D44A0F">
      <w:pPr>
        <w:pStyle w:val="ConsPlusNormal"/>
        <w:ind w:firstLine="709"/>
        <w:jc w:val="center"/>
        <w:rPr>
          <w:rFonts w:ascii="Times New Roman" w:hAnsi="Times New Roman"/>
          <w:b/>
          <w:sz w:val="28"/>
          <w:szCs w:val="28"/>
        </w:rPr>
      </w:pPr>
      <w:r w:rsidRPr="00D44A0F">
        <w:rPr>
          <w:rFonts w:ascii="Times New Roman" w:hAnsi="Times New Roman"/>
          <w:b/>
          <w:sz w:val="28"/>
          <w:szCs w:val="28"/>
        </w:rPr>
        <w:t>(бездействия) органа, представляющего муниципальную услугу,</w:t>
      </w:r>
    </w:p>
    <w:p w:rsidR="002466ED" w:rsidRPr="00D44A0F" w:rsidRDefault="002466ED" w:rsidP="00D44A0F">
      <w:pPr>
        <w:pStyle w:val="ConsPlusNormal"/>
        <w:ind w:firstLine="709"/>
        <w:jc w:val="center"/>
        <w:rPr>
          <w:rFonts w:ascii="Times New Roman" w:hAnsi="Times New Roman"/>
          <w:b/>
          <w:sz w:val="28"/>
          <w:szCs w:val="28"/>
        </w:rPr>
      </w:pPr>
      <w:r w:rsidRPr="00D44A0F">
        <w:rPr>
          <w:rFonts w:ascii="Times New Roman" w:hAnsi="Times New Roman"/>
          <w:b/>
          <w:sz w:val="28"/>
          <w:szCs w:val="28"/>
        </w:rPr>
        <w:t>а также должностных лиц и муниципальных служащих,</w:t>
      </w:r>
    </w:p>
    <w:p w:rsidR="002466ED" w:rsidRPr="00D44A0F" w:rsidRDefault="002466ED" w:rsidP="00D44A0F">
      <w:pPr>
        <w:pStyle w:val="ConsPlusNormal"/>
        <w:ind w:firstLine="709"/>
        <w:jc w:val="center"/>
        <w:rPr>
          <w:rFonts w:ascii="Times New Roman" w:hAnsi="Times New Roman"/>
          <w:b/>
          <w:sz w:val="28"/>
          <w:szCs w:val="28"/>
        </w:rPr>
      </w:pPr>
      <w:r w:rsidRPr="00D44A0F">
        <w:rPr>
          <w:rFonts w:ascii="Times New Roman" w:hAnsi="Times New Roman"/>
          <w:b/>
          <w:sz w:val="28"/>
          <w:szCs w:val="28"/>
        </w:rPr>
        <w:t>обеспечивающих ее предоставление</w:t>
      </w:r>
    </w:p>
    <w:p w:rsidR="002466ED" w:rsidRPr="00D44A0F" w:rsidRDefault="002466ED" w:rsidP="00D44A0F">
      <w:pPr>
        <w:pStyle w:val="ConsPlusNormal"/>
        <w:ind w:firstLine="709"/>
        <w:jc w:val="both"/>
        <w:rPr>
          <w:rFonts w:ascii="Times New Roman" w:hAnsi="Times New Roman"/>
          <w:sz w:val="28"/>
          <w:szCs w:val="28"/>
        </w:rPr>
      </w:pPr>
    </w:p>
    <w:p w:rsidR="002466ED" w:rsidRPr="00D44A0F" w:rsidRDefault="002466ED" w:rsidP="00D44A0F">
      <w:pPr>
        <w:widowControl w:val="0"/>
        <w:autoSpaceDE w:val="0"/>
        <w:autoSpaceDN w:val="0"/>
        <w:adjustRightInd w:val="0"/>
        <w:spacing w:line="240" w:lineRule="auto"/>
        <w:ind w:firstLine="709"/>
        <w:jc w:val="both"/>
        <w:rPr>
          <w:szCs w:val="28"/>
          <w:lang w:eastAsia="ru-RU"/>
        </w:rPr>
      </w:pPr>
      <w:r w:rsidRPr="00D44A0F">
        <w:rPr>
          <w:szCs w:val="28"/>
          <w:lang w:eastAsia="ru-RU"/>
        </w:rPr>
        <w:t>5.1. Заявители имеют право на обжалование решений, принятых в ходе предоставления муниципальной услуги, действий или бездействия должностных лиц Органа в досудебном порядке.</w:t>
      </w:r>
    </w:p>
    <w:p w:rsidR="002466ED" w:rsidRPr="00D44A0F" w:rsidRDefault="002466ED" w:rsidP="00D44A0F">
      <w:pPr>
        <w:widowControl w:val="0"/>
        <w:autoSpaceDE w:val="0"/>
        <w:autoSpaceDN w:val="0"/>
        <w:adjustRightInd w:val="0"/>
        <w:spacing w:line="240" w:lineRule="auto"/>
        <w:ind w:firstLine="709"/>
        <w:jc w:val="both"/>
        <w:rPr>
          <w:szCs w:val="28"/>
          <w:lang w:eastAsia="ru-RU"/>
        </w:rPr>
      </w:pPr>
      <w:r w:rsidRPr="00D44A0F">
        <w:rPr>
          <w:szCs w:val="28"/>
          <w:lang w:eastAsia="ru-RU"/>
        </w:rPr>
        <w:t>5.2. Заявитель может обратиться с жалобой, в том числе в следующих случаях:</w:t>
      </w:r>
    </w:p>
    <w:p w:rsidR="002466ED" w:rsidRPr="00D44A0F" w:rsidRDefault="002466ED" w:rsidP="00D44A0F">
      <w:pPr>
        <w:widowControl w:val="0"/>
        <w:autoSpaceDE w:val="0"/>
        <w:autoSpaceDN w:val="0"/>
        <w:adjustRightInd w:val="0"/>
        <w:spacing w:line="240" w:lineRule="auto"/>
        <w:ind w:firstLine="709"/>
        <w:jc w:val="both"/>
        <w:rPr>
          <w:szCs w:val="28"/>
          <w:lang w:eastAsia="ru-RU"/>
        </w:rPr>
      </w:pPr>
      <w:r w:rsidRPr="00D44A0F">
        <w:rPr>
          <w:szCs w:val="28"/>
          <w:lang w:eastAsia="ru-RU"/>
        </w:rPr>
        <w:t>1) нарушение срока регистрации запроса заявителя о предоставлении муниципальной услуги;</w:t>
      </w:r>
    </w:p>
    <w:p w:rsidR="002466ED" w:rsidRPr="00D44A0F" w:rsidRDefault="002466ED" w:rsidP="00D44A0F">
      <w:pPr>
        <w:widowControl w:val="0"/>
        <w:autoSpaceDE w:val="0"/>
        <w:autoSpaceDN w:val="0"/>
        <w:adjustRightInd w:val="0"/>
        <w:spacing w:line="240" w:lineRule="auto"/>
        <w:ind w:firstLine="709"/>
        <w:jc w:val="both"/>
        <w:rPr>
          <w:szCs w:val="28"/>
          <w:lang w:eastAsia="ru-RU"/>
        </w:rPr>
      </w:pPr>
      <w:r w:rsidRPr="00D44A0F">
        <w:rPr>
          <w:szCs w:val="28"/>
          <w:lang w:eastAsia="ru-RU"/>
        </w:rPr>
        <w:t>2) нарушение срока предоставления муниципальной услуги;</w:t>
      </w:r>
    </w:p>
    <w:p w:rsidR="002466ED" w:rsidRPr="00D44A0F" w:rsidRDefault="002466ED" w:rsidP="00D44A0F">
      <w:pPr>
        <w:widowControl w:val="0"/>
        <w:autoSpaceDE w:val="0"/>
        <w:autoSpaceDN w:val="0"/>
        <w:adjustRightInd w:val="0"/>
        <w:spacing w:line="240" w:lineRule="auto"/>
        <w:ind w:firstLine="709"/>
        <w:jc w:val="both"/>
        <w:rPr>
          <w:szCs w:val="28"/>
          <w:lang w:eastAsia="ru-RU"/>
        </w:rPr>
      </w:pPr>
      <w:r w:rsidRPr="00D44A0F">
        <w:rPr>
          <w:szCs w:val="28"/>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2466ED" w:rsidRPr="00D44A0F" w:rsidRDefault="002466ED" w:rsidP="00D44A0F">
      <w:pPr>
        <w:widowControl w:val="0"/>
        <w:autoSpaceDE w:val="0"/>
        <w:autoSpaceDN w:val="0"/>
        <w:adjustRightInd w:val="0"/>
        <w:spacing w:line="240" w:lineRule="auto"/>
        <w:ind w:firstLine="709"/>
        <w:jc w:val="both"/>
        <w:rPr>
          <w:szCs w:val="28"/>
          <w:lang w:eastAsia="ru-RU"/>
        </w:rPr>
      </w:pPr>
      <w:r w:rsidRPr="00D44A0F">
        <w:rPr>
          <w:szCs w:val="28"/>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2466ED" w:rsidRPr="00D44A0F" w:rsidRDefault="002466ED" w:rsidP="00D44A0F">
      <w:pPr>
        <w:widowControl w:val="0"/>
        <w:autoSpaceDE w:val="0"/>
        <w:autoSpaceDN w:val="0"/>
        <w:adjustRightInd w:val="0"/>
        <w:spacing w:line="240" w:lineRule="auto"/>
        <w:ind w:firstLine="709"/>
        <w:jc w:val="both"/>
        <w:rPr>
          <w:szCs w:val="28"/>
          <w:lang w:eastAsia="ru-RU"/>
        </w:rPr>
      </w:pPr>
      <w:r w:rsidRPr="00D44A0F">
        <w:rPr>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Республики Коми, муниципальными правовыми актами; </w:t>
      </w:r>
    </w:p>
    <w:p w:rsidR="002466ED" w:rsidRPr="00D44A0F" w:rsidRDefault="002466ED" w:rsidP="00D44A0F">
      <w:pPr>
        <w:widowControl w:val="0"/>
        <w:autoSpaceDE w:val="0"/>
        <w:autoSpaceDN w:val="0"/>
        <w:adjustRightInd w:val="0"/>
        <w:spacing w:line="240" w:lineRule="auto"/>
        <w:ind w:firstLine="709"/>
        <w:jc w:val="both"/>
        <w:rPr>
          <w:szCs w:val="28"/>
          <w:lang w:eastAsia="ru-RU"/>
        </w:rPr>
      </w:pPr>
      <w:r w:rsidRPr="00D44A0F">
        <w:rPr>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2466ED" w:rsidRPr="00D44A0F" w:rsidRDefault="002466ED" w:rsidP="00D44A0F">
      <w:pPr>
        <w:widowControl w:val="0"/>
        <w:autoSpaceDE w:val="0"/>
        <w:autoSpaceDN w:val="0"/>
        <w:adjustRightInd w:val="0"/>
        <w:spacing w:line="240" w:lineRule="auto"/>
        <w:ind w:firstLine="709"/>
        <w:jc w:val="both"/>
        <w:rPr>
          <w:szCs w:val="28"/>
          <w:lang w:eastAsia="ru-RU"/>
        </w:rPr>
      </w:pPr>
      <w:r w:rsidRPr="00D44A0F">
        <w:rPr>
          <w:szCs w:val="28"/>
          <w:lang w:eastAsia="ru-RU"/>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2466ED" w:rsidRPr="00D44A0F" w:rsidRDefault="002466ED" w:rsidP="00D44A0F">
      <w:pPr>
        <w:widowControl w:val="0"/>
        <w:autoSpaceDE w:val="0"/>
        <w:autoSpaceDN w:val="0"/>
        <w:adjustRightInd w:val="0"/>
        <w:spacing w:line="240" w:lineRule="auto"/>
        <w:ind w:firstLine="709"/>
        <w:jc w:val="both"/>
        <w:rPr>
          <w:szCs w:val="28"/>
          <w:lang w:eastAsia="ru-RU"/>
        </w:rPr>
      </w:pPr>
      <w:r w:rsidRPr="00D44A0F">
        <w:rPr>
          <w:szCs w:val="28"/>
          <w:lang w:eastAsia="ru-RU"/>
        </w:rPr>
        <w:t>5.3. Жалоба может быть направлена по почте, с использованием информационно-телекоммуникационной сети "Интернет", официального сайта органа, предоставляющего муниципальную услугу, порталов государственных и муниципальных услуг (функций), а также может быть принята при личном приеме заявителя.</w:t>
      </w:r>
    </w:p>
    <w:p w:rsidR="002466ED" w:rsidRPr="00D44A0F" w:rsidRDefault="002466ED" w:rsidP="00D44A0F">
      <w:pPr>
        <w:widowControl w:val="0"/>
        <w:autoSpaceDE w:val="0"/>
        <w:autoSpaceDN w:val="0"/>
        <w:adjustRightInd w:val="0"/>
        <w:spacing w:line="240" w:lineRule="auto"/>
        <w:ind w:firstLine="709"/>
        <w:jc w:val="both"/>
        <w:rPr>
          <w:szCs w:val="28"/>
          <w:lang w:eastAsia="ru-RU"/>
        </w:rPr>
      </w:pPr>
      <w:r w:rsidRPr="00D44A0F">
        <w:rPr>
          <w:szCs w:val="28"/>
          <w:lang w:eastAsia="ru-RU"/>
        </w:rPr>
        <w:t>Жалоба подается в письменной форме на бумажном носителе, в электронной форме в орган, предоставляющий муниципальную услугу.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2466ED" w:rsidRPr="00D44A0F" w:rsidRDefault="002466ED" w:rsidP="00D44A0F">
      <w:pPr>
        <w:widowControl w:val="0"/>
        <w:autoSpaceDE w:val="0"/>
        <w:autoSpaceDN w:val="0"/>
        <w:adjustRightInd w:val="0"/>
        <w:spacing w:line="240" w:lineRule="auto"/>
        <w:ind w:firstLine="709"/>
        <w:jc w:val="both"/>
        <w:rPr>
          <w:szCs w:val="28"/>
          <w:lang w:eastAsia="ru-RU"/>
        </w:rPr>
      </w:pPr>
      <w:r w:rsidRPr="00D44A0F">
        <w:rPr>
          <w:szCs w:val="28"/>
          <w:lang w:eastAsia="ru-RU"/>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При подаче жалобы в электронном виде документы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2466ED" w:rsidRPr="00D44A0F" w:rsidRDefault="002466ED" w:rsidP="00D44A0F">
      <w:pPr>
        <w:widowControl w:val="0"/>
        <w:autoSpaceDE w:val="0"/>
        <w:autoSpaceDN w:val="0"/>
        <w:adjustRightInd w:val="0"/>
        <w:spacing w:line="240" w:lineRule="auto"/>
        <w:ind w:firstLine="709"/>
        <w:jc w:val="both"/>
        <w:rPr>
          <w:szCs w:val="28"/>
          <w:lang w:eastAsia="ru-RU"/>
        </w:rPr>
      </w:pPr>
      <w:r w:rsidRPr="00D44A0F">
        <w:rPr>
          <w:szCs w:val="28"/>
          <w:lang w:eastAsia="ru-RU"/>
        </w:rPr>
        <w:t>Жалоба, поступившая в Орган,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Правительство Российской Федерации вправе установить случаи, при которых срок рассмотрения жалобы может быть сокращен.</w:t>
      </w:r>
    </w:p>
    <w:p w:rsidR="002466ED" w:rsidRPr="00D44A0F" w:rsidRDefault="002466ED" w:rsidP="00D44A0F">
      <w:pPr>
        <w:widowControl w:val="0"/>
        <w:autoSpaceDE w:val="0"/>
        <w:autoSpaceDN w:val="0"/>
        <w:adjustRightInd w:val="0"/>
        <w:spacing w:line="240" w:lineRule="auto"/>
        <w:ind w:firstLine="709"/>
        <w:jc w:val="both"/>
        <w:rPr>
          <w:szCs w:val="28"/>
          <w:lang w:eastAsia="ru-RU"/>
        </w:rPr>
      </w:pPr>
      <w:r w:rsidRPr="00D44A0F">
        <w:rPr>
          <w:szCs w:val="28"/>
          <w:lang w:eastAsia="ru-RU"/>
        </w:rPr>
        <w:t>5.4. Жалоба должна содержать:</w:t>
      </w:r>
    </w:p>
    <w:p w:rsidR="002466ED" w:rsidRPr="00D44A0F" w:rsidRDefault="002466ED" w:rsidP="00D44A0F">
      <w:pPr>
        <w:widowControl w:val="0"/>
        <w:autoSpaceDE w:val="0"/>
        <w:autoSpaceDN w:val="0"/>
        <w:adjustRightInd w:val="0"/>
        <w:spacing w:line="240" w:lineRule="auto"/>
        <w:ind w:firstLine="709"/>
        <w:jc w:val="both"/>
        <w:rPr>
          <w:szCs w:val="28"/>
          <w:lang w:eastAsia="ru-RU"/>
        </w:rPr>
      </w:pPr>
      <w:r w:rsidRPr="00D44A0F">
        <w:rPr>
          <w:szCs w:val="28"/>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2466ED" w:rsidRPr="00D44A0F" w:rsidRDefault="002466ED" w:rsidP="00D44A0F">
      <w:pPr>
        <w:widowControl w:val="0"/>
        <w:autoSpaceDE w:val="0"/>
        <w:autoSpaceDN w:val="0"/>
        <w:adjustRightInd w:val="0"/>
        <w:spacing w:line="240" w:lineRule="auto"/>
        <w:ind w:firstLine="709"/>
        <w:jc w:val="both"/>
        <w:rPr>
          <w:szCs w:val="28"/>
          <w:lang w:eastAsia="ru-RU"/>
        </w:rPr>
      </w:pPr>
      <w:r w:rsidRPr="00D44A0F">
        <w:rPr>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2466ED" w:rsidRPr="00D44A0F" w:rsidRDefault="002466ED" w:rsidP="00D44A0F">
      <w:pPr>
        <w:widowControl w:val="0"/>
        <w:autoSpaceDE w:val="0"/>
        <w:autoSpaceDN w:val="0"/>
        <w:adjustRightInd w:val="0"/>
        <w:spacing w:line="240" w:lineRule="auto"/>
        <w:ind w:firstLine="709"/>
        <w:jc w:val="both"/>
        <w:rPr>
          <w:szCs w:val="28"/>
          <w:lang w:eastAsia="ru-RU"/>
        </w:rPr>
      </w:pPr>
      <w:r w:rsidRPr="00D44A0F">
        <w:rPr>
          <w:szCs w:val="28"/>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2466ED" w:rsidRPr="00D44A0F" w:rsidRDefault="002466ED" w:rsidP="00D44A0F">
      <w:pPr>
        <w:widowControl w:val="0"/>
        <w:autoSpaceDE w:val="0"/>
        <w:autoSpaceDN w:val="0"/>
        <w:adjustRightInd w:val="0"/>
        <w:spacing w:line="240" w:lineRule="auto"/>
        <w:ind w:firstLine="709"/>
        <w:jc w:val="both"/>
        <w:rPr>
          <w:szCs w:val="28"/>
          <w:lang w:eastAsia="ru-RU"/>
        </w:rPr>
      </w:pPr>
      <w:r w:rsidRPr="00D44A0F">
        <w:rPr>
          <w:szCs w:val="28"/>
          <w:lang w:eastAsia="ru-RU"/>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2466ED" w:rsidRPr="00D44A0F" w:rsidRDefault="002466ED" w:rsidP="00D44A0F">
      <w:pPr>
        <w:widowControl w:val="0"/>
        <w:autoSpaceDE w:val="0"/>
        <w:autoSpaceDN w:val="0"/>
        <w:adjustRightInd w:val="0"/>
        <w:spacing w:line="240" w:lineRule="auto"/>
        <w:ind w:firstLine="709"/>
        <w:jc w:val="both"/>
        <w:rPr>
          <w:szCs w:val="28"/>
          <w:lang w:eastAsia="ru-RU"/>
        </w:rPr>
      </w:pPr>
      <w:r w:rsidRPr="00D44A0F">
        <w:rPr>
          <w:szCs w:val="28"/>
          <w:lang w:eastAsia="ru-RU"/>
        </w:rPr>
        <w:t>5.5. Заявитель вправе запрашивать и получать информацию и документы, необходимые для обоснования и рассмотрения жалобы.</w:t>
      </w:r>
    </w:p>
    <w:p w:rsidR="002466ED" w:rsidRPr="00D44A0F" w:rsidRDefault="002466ED" w:rsidP="00D44A0F">
      <w:pPr>
        <w:widowControl w:val="0"/>
        <w:autoSpaceDE w:val="0"/>
        <w:autoSpaceDN w:val="0"/>
        <w:adjustRightInd w:val="0"/>
        <w:spacing w:line="240" w:lineRule="auto"/>
        <w:ind w:firstLine="709"/>
        <w:jc w:val="both"/>
        <w:rPr>
          <w:szCs w:val="28"/>
          <w:lang w:eastAsia="ru-RU"/>
        </w:rPr>
      </w:pPr>
      <w:r w:rsidRPr="00D44A0F">
        <w:rPr>
          <w:szCs w:val="28"/>
          <w:lang w:eastAsia="ru-RU"/>
        </w:rPr>
        <w:t>5.6.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представлена:</w:t>
      </w:r>
    </w:p>
    <w:p w:rsidR="002466ED" w:rsidRPr="00D44A0F" w:rsidRDefault="002466ED" w:rsidP="00D44A0F">
      <w:pPr>
        <w:widowControl w:val="0"/>
        <w:autoSpaceDE w:val="0"/>
        <w:autoSpaceDN w:val="0"/>
        <w:adjustRightInd w:val="0"/>
        <w:spacing w:line="240" w:lineRule="auto"/>
        <w:ind w:firstLine="709"/>
        <w:jc w:val="both"/>
        <w:rPr>
          <w:szCs w:val="28"/>
          <w:lang w:eastAsia="ru-RU"/>
        </w:rPr>
      </w:pPr>
      <w:r w:rsidRPr="00D44A0F">
        <w:rPr>
          <w:szCs w:val="28"/>
          <w:lang w:eastAsia="ru-RU"/>
        </w:rPr>
        <w:t>а) оформленная в соответствии с законодательством Российской Федерации доверенность (для физических лиц);</w:t>
      </w:r>
    </w:p>
    <w:p w:rsidR="002466ED" w:rsidRPr="00D44A0F" w:rsidRDefault="002466ED" w:rsidP="00D44A0F">
      <w:pPr>
        <w:widowControl w:val="0"/>
        <w:autoSpaceDE w:val="0"/>
        <w:autoSpaceDN w:val="0"/>
        <w:adjustRightInd w:val="0"/>
        <w:spacing w:line="240" w:lineRule="auto"/>
        <w:ind w:firstLine="709"/>
        <w:jc w:val="both"/>
        <w:rPr>
          <w:szCs w:val="28"/>
          <w:lang w:eastAsia="ru-RU"/>
        </w:rPr>
      </w:pPr>
      <w:r w:rsidRPr="00D44A0F">
        <w:rPr>
          <w:szCs w:val="28"/>
          <w:lang w:eastAsia="ru-RU"/>
        </w:rPr>
        <w:t>б)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2466ED" w:rsidRPr="00D44A0F" w:rsidRDefault="002466ED" w:rsidP="00D44A0F">
      <w:pPr>
        <w:widowControl w:val="0"/>
        <w:autoSpaceDE w:val="0"/>
        <w:autoSpaceDN w:val="0"/>
        <w:adjustRightInd w:val="0"/>
        <w:spacing w:line="240" w:lineRule="auto"/>
        <w:ind w:firstLine="709"/>
        <w:jc w:val="both"/>
        <w:rPr>
          <w:szCs w:val="28"/>
          <w:lang w:eastAsia="ru-RU"/>
        </w:rPr>
      </w:pPr>
      <w:r w:rsidRPr="00D44A0F">
        <w:rPr>
          <w:szCs w:val="28"/>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2466ED" w:rsidRPr="00D44A0F" w:rsidRDefault="002466ED" w:rsidP="00343E38">
      <w:pPr>
        <w:widowControl w:val="0"/>
        <w:autoSpaceDE w:val="0"/>
        <w:autoSpaceDN w:val="0"/>
        <w:adjustRightInd w:val="0"/>
        <w:spacing w:line="240" w:lineRule="auto"/>
        <w:ind w:firstLine="709"/>
        <w:jc w:val="both"/>
        <w:rPr>
          <w:szCs w:val="28"/>
          <w:lang w:eastAsia="ru-RU"/>
        </w:rPr>
      </w:pPr>
      <w:r w:rsidRPr="00D44A0F">
        <w:rPr>
          <w:szCs w:val="28"/>
          <w:lang w:eastAsia="ru-RU"/>
        </w:rPr>
        <w:t>5.7.</w:t>
      </w:r>
      <w:r>
        <w:rPr>
          <w:szCs w:val="28"/>
          <w:lang w:eastAsia="ru-RU"/>
        </w:rPr>
        <w:t xml:space="preserve"> </w:t>
      </w:r>
      <w:r w:rsidRPr="00D44A0F">
        <w:rPr>
          <w:szCs w:val="28"/>
          <w:lang w:eastAsia="ru-RU"/>
        </w:rPr>
        <w:t>По результатам рассмотрения жалобы Органом может быть принято одно из следующих решений:</w:t>
      </w:r>
    </w:p>
    <w:p w:rsidR="002466ED" w:rsidRPr="00D44A0F" w:rsidRDefault="002466ED" w:rsidP="00D44A0F">
      <w:pPr>
        <w:widowControl w:val="0"/>
        <w:autoSpaceDE w:val="0"/>
        <w:autoSpaceDN w:val="0"/>
        <w:adjustRightInd w:val="0"/>
        <w:spacing w:line="240" w:lineRule="auto"/>
        <w:ind w:firstLine="709"/>
        <w:jc w:val="both"/>
        <w:rPr>
          <w:szCs w:val="28"/>
          <w:lang w:eastAsia="ru-RU"/>
        </w:rPr>
      </w:pPr>
      <w:r w:rsidRPr="00D44A0F">
        <w:rPr>
          <w:szCs w:val="28"/>
          <w:lang w:eastAsia="ru-RU"/>
        </w:rPr>
        <w:t>1) удовлетворить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 муниципальными правовыми актами, а также в иных формах;</w:t>
      </w:r>
    </w:p>
    <w:p w:rsidR="002466ED" w:rsidRPr="00D44A0F" w:rsidRDefault="002466ED" w:rsidP="00D44A0F">
      <w:pPr>
        <w:widowControl w:val="0"/>
        <w:autoSpaceDE w:val="0"/>
        <w:autoSpaceDN w:val="0"/>
        <w:adjustRightInd w:val="0"/>
        <w:spacing w:line="240" w:lineRule="auto"/>
        <w:ind w:firstLine="709"/>
        <w:jc w:val="both"/>
        <w:rPr>
          <w:szCs w:val="28"/>
          <w:lang w:eastAsia="ru-RU"/>
        </w:rPr>
      </w:pPr>
      <w:r w:rsidRPr="00D44A0F">
        <w:rPr>
          <w:szCs w:val="28"/>
          <w:lang w:eastAsia="ru-RU"/>
        </w:rPr>
        <w:t>2) отказать в удовлетворении жалобы.</w:t>
      </w:r>
    </w:p>
    <w:p w:rsidR="002466ED" w:rsidRPr="00D44A0F" w:rsidRDefault="002466ED" w:rsidP="00D44A0F">
      <w:pPr>
        <w:widowControl w:val="0"/>
        <w:autoSpaceDE w:val="0"/>
        <w:autoSpaceDN w:val="0"/>
        <w:adjustRightInd w:val="0"/>
        <w:spacing w:line="240" w:lineRule="auto"/>
        <w:ind w:firstLine="709"/>
        <w:jc w:val="both"/>
        <w:rPr>
          <w:szCs w:val="28"/>
          <w:lang w:eastAsia="ru-RU"/>
        </w:rPr>
      </w:pPr>
      <w:r>
        <w:rPr>
          <w:szCs w:val="28"/>
          <w:lang w:eastAsia="ru-RU"/>
        </w:rPr>
        <w:t>5.8</w:t>
      </w:r>
      <w:r w:rsidRPr="00D44A0F">
        <w:rPr>
          <w:szCs w:val="28"/>
          <w:lang w:eastAsia="ru-RU"/>
        </w:rPr>
        <w:t>. Уполномоченный на рассмотрение жалобы орган отказывает в удовлетворении жалобы в следующих случаях:</w:t>
      </w:r>
    </w:p>
    <w:p w:rsidR="002466ED" w:rsidRPr="00D44A0F" w:rsidRDefault="002466ED" w:rsidP="00D44A0F">
      <w:pPr>
        <w:widowControl w:val="0"/>
        <w:autoSpaceDE w:val="0"/>
        <w:autoSpaceDN w:val="0"/>
        <w:adjustRightInd w:val="0"/>
        <w:spacing w:line="240" w:lineRule="auto"/>
        <w:ind w:firstLine="709"/>
        <w:jc w:val="both"/>
        <w:rPr>
          <w:szCs w:val="28"/>
          <w:lang w:eastAsia="ru-RU"/>
        </w:rPr>
      </w:pPr>
      <w:r w:rsidRPr="00D44A0F">
        <w:rPr>
          <w:szCs w:val="28"/>
          <w:lang w:eastAsia="ru-RU"/>
        </w:rPr>
        <w:t>а) наличие вступившего в законную силу решения суда по жалобе о том же предмете и по тем же основаниям;</w:t>
      </w:r>
    </w:p>
    <w:p w:rsidR="002466ED" w:rsidRPr="00D44A0F" w:rsidRDefault="002466ED" w:rsidP="00D44A0F">
      <w:pPr>
        <w:widowControl w:val="0"/>
        <w:autoSpaceDE w:val="0"/>
        <w:autoSpaceDN w:val="0"/>
        <w:adjustRightInd w:val="0"/>
        <w:spacing w:line="240" w:lineRule="auto"/>
        <w:ind w:firstLine="709"/>
        <w:jc w:val="both"/>
        <w:rPr>
          <w:szCs w:val="28"/>
          <w:lang w:eastAsia="ru-RU"/>
        </w:rPr>
      </w:pPr>
      <w:r w:rsidRPr="00D44A0F">
        <w:rPr>
          <w:szCs w:val="28"/>
          <w:lang w:eastAsia="ru-RU"/>
        </w:rPr>
        <w:t>б) подача жалобы лицом, полномочия которого не подтверждены в порядке, установленном законодательством Российской Федерации;</w:t>
      </w:r>
    </w:p>
    <w:p w:rsidR="002466ED" w:rsidRPr="00D44A0F" w:rsidRDefault="002466ED" w:rsidP="00D44A0F">
      <w:pPr>
        <w:widowControl w:val="0"/>
        <w:autoSpaceDE w:val="0"/>
        <w:autoSpaceDN w:val="0"/>
        <w:adjustRightInd w:val="0"/>
        <w:spacing w:line="240" w:lineRule="auto"/>
        <w:ind w:firstLine="709"/>
        <w:jc w:val="both"/>
        <w:rPr>
          <w:szCs w:val="28"/>
          <w:lang w:eastAsia="ru-RU"/>
        </w:rPr>
      </w:pPr>
      <w:r w:rsidRPr="00D44A0F">
        <w:rPr>
          <w:szCs w:val="28"/>
          <w:lang w:eastAsia="ru-RU"/>
        </w:rPr>
        <w:t>в)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2466ED" w:rsidRPr="00D44A0F" w:rsidRDefault="002466ED" w:rsidP="00D44A0F">
      <w:pPr>
        <w:widowControl w:val="0"/>
        <w:autoSpaceDE w:val="0"/>
        <w:autoSpaceDN w:val="0"/>
        <w:adjustRightInd w:val="0"/>
        <w:spacing w:line="240" w:lineRule="auto"/>
        <w:ind w:firstLine="709"/>
        <w:jc w:val="both"/>
        <w:rPr>
          <w:szCs w:val="28"/>
          <w:lang w:eastAsia="ru-RU"/>
        </w:rPr>
      </w:pPr>
      <w:r>
        <w:rPr>
          <w:szCs w:val="28"/>
          <w:lang w:eastAsia="ru-RU"/>
        </w:rPr>
        <w:t>5.9</w:t>
      </w:r>
      <w:r w:rsidRPr="00D44A0F">
        <w:rPr>
          <w:szCs w:val="28"/>
          <w:lang w:eastAsia="ru-RU"/>
        </w:rPr>
        <w:t>. Уполномоченный на рассмотрение жалобы орган вправе оставить жалобу без ответа в следующих случаях:</w:t>
      </w:r>
    </w:p>
    <w:p w:rsidR="002466ED" w:rsidRPr="00D44A0F" w:rsidRDefault="002466ED" w:rsidP="00D44A0F">
      <w:pPr>
        <w:widowControl w:val="0"/>
        <w:autoSpaceDE w:val="0"/>
        <w:autoSpaceDN w:val="0"/>
        <w:adjustRightInd w:val="0"/>
        <w:spacing w:line="240" w:lineRule="auto"/>
        <w:ind w:firstLine="709"/>
        <w:jc w:val="both"/>
        <w:rPr>
          <w:szCs w:val="28"/>
          <w:lang w:eastAsia="ru-RU"/>
        </w:rPr>
      </w:pPr>
      <w:r w:rsidRPr="00D44A0F">
        <w:rPr>
          <w:szCs w:val="28"/>
          <w:lang w:eastAsia="ru-RU"/>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2466ED" w:rsidRPr="00D44A0F" w:rsidRDefault="002466ED" w:rsidP="00D44A0F">
      <w:pPr>
        <w:widowControl w:val="0"/>
        <w:autoSpaceDE w:val="0"/>
        <w:autoSpaceDN w:val="0"/>
        <w:adjustRightInd w:val="0"/>
        <w:spacing w:line="240" w:lineRule="auto"/>
        <w:ind w:firstLine="709"/>
        <w:jc w:val="both"/>
        <w:rPr>
          <w:szCs w:val="28"/>
          <w:lang w:eastAsia="ru-RU"/>
        </w:rPr>
      </w:pPr>
      <w:r w:rsidRPr="00D44A0F">
        <w:rPr>
          <w:szCs w:val="28"/>
          <w:lang w:eastAsia="ru-RU"/>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2466ED" w:rsidRPr="00D44A0F" w:rsidRDefault="002466ED" w:rsidP="00D44A0F">
      <w:pPr>
        <w:widowControl w:val="0"/>
        <w:autoSpaceDE w:val="0"/>
        <w:autoSpaceDN w:val="0"/>
        <w:adjustRightInd w:val="0"/>
        <w:spacing w:line="240" w:lineRule="auto"/>
        <w:ind w:firstLine="709"/>
        <w:jc w:val="both"/>
        <w:rPr>
          <w:szCs w:val="28"/>
          <w:lang w:eastAsia="ru-RU"/>
        </w:rPr>
      </w:pPr>
      <w:r>
        <w:rPr>
          <w:szCs w:val="28"/>
          <w:lang w:eastAsia="ru-RU"/>
        </w:rPr>
        <w:t>5.10</w:t>
      </w:r>
      <w:r w:rsidRPr="00D44A0F">
        <w:rPr>
          <w:szCs w:val="28"/>
          <w:lang w:eastAsia="ru-RU"/>
        </w:rPr>
        <w:t>. В случае если жалоба (или заявление о прекращении рассмотрения жалобы) подана заявителем в Орган, в компетенцию которого не входит принятие решения по жалобе (или заявлению о прекращении рассмотрения жалобы), в течение 3 рабочих дней со дня ее регистрации уполномоченное должностное лицо указанного органа направляет жалобу (или заявление о прекращении рассмотрения жалобы) в орган, предоставляющий муниципальную услугу и уполномоченный в соответствии с компетенцией на ее рассмотрение, и в письменной форме информирует заявителя о перенаправлении жалобы (или заявления о прекращении рассмотрения жалобы). При этом срок рассмотрения жалобы (или заявления о прекращении рассмотрения жалобы) исчисляется со дня регистрации жалобы (или заявления о прекращении рассмотрения жалобы) в органе, предоставляющем муниципальную услугу и уполномоченном в соответствии с компетенцией на ее рассмотрение.</w:t>
      </w:r>
    </w:p>
    <w:p w:rsidR="002466ED" w:rsidRPr="00D44A0F" w:rsidRDefault="002466ED" w:rsidP="00D44A0F">
      <w:pPr>
        <w:widowControl w:val="0"/>
        <w:autoSpaceDE w:val="0"/>
        <w:autoSpaceDN w:val="0"/>
        <w:adjustRightInd w:val="0"/>
        <w:spacing w:line="240" w:lineRule="auto"/>
        <w:ind w:firstLine="709"/>
        <w:jc w:val="both"/>
        <w:rPr>
          <w:szCs w:val="28"/>
          <w:lang w:eastAsia="ru-RU"/>
        </w:rPr>
      </w:pPr>
      <w:r>
        <w:rPr>
          <w:szCs w:val="28"/>
          <w:lang w:eastAsia="ru-RU"/>
        </w:rPr>
        <w:t>5.11</w:t>
      </w:r>
      <w:r w:rsidRPr="00D44A0F">
        <w:rPr>
          <w:szCs w:val="28"/>
          <w:lang w:eastAsia="ru-RU"/>
        </w:rPr>
        <w:t>. Основания для приостановления рассмотрения жалобы не предусмотрены.</w:t>
      </w:r>
    </w:p>
    <w:p w:rsidR="002466ED" w:rsidRPr="00D44A0F" w:rsidRDefault="002466ED" w:rsidP="00D44A0F">
      <w:pPr>
        <w:widowControl w:val="0"/>
        <w:autoSpaceDE w:val="0"/>
        <w:autoSpaceDN w:val="0"/>
        <w:adjustRightInd w:val="0"/>
        <w:spacing w:line="240" w:lineRule="auto"/>
        <w:ind w:firstLine="709"/>
        <w:jc w:val="both"/>
        <w:rPr>
          <w:szCs w:val="28"/>
          <w:lang w:eastAsia="ru-RU"/>
        </w:rPr>
      </w:pPr>
      <w:r>
        <w:rPr>
          <w:szCs w:val="28"/>
          <w:lang w:eastAsia="ru-RU"/>
        </w:rPr>
        <w:t>5.12</w:t>
      </w:r>
      <w:r w:rsidRPr="00D44A0F">
        <w:rPr>
          <w:szCs w:val="28"/>
          <w:lang w:eastAsia="ru-RU"/>
        </w:rPr>
        <w:t>.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2466ED" w:rsidRPr="00D44A0F" w:rsidRDefault="002466ED" w:rsidP="00D44A0F">
      <w:pPr>
        <w:widowControl w:val="0"/>
        <w:autoSpaceDE w:val="0"/>
        <w:autoSpaceDN w:val="0"/>
        <w:adjustRightInd w:val="0"/>
        <w:spacing w:line="240" w:lineRule="auto"/>
        <w:ind w:firstLine="709"/>
        <w:jc w:val="both"/>
        <w:rPr>
          <w:szCs w:val="28"/>
          <w:lang w:eastAsia="ru-RU"/>
        </w:rPr>
      </w:pPr>
      <w:r>
        <w:rPr>
          <w:szCs w:val="28"/>
          <w:lang w:eastAsia="ru-RU"/>
        </w:rPr>
        <w:t>5.13</w:t>
      </w:r>
      <w:r w:rsidRPr="00D44A0F">
        <w:rPr>
          <w:szCs w:val="28"/>
          <w:lang w:eastAsia="ru-RU"/>
        </w:rPr>
        <w:t>. Не позднее дня, следующего за днем принятия указ</w:t>
      </w:r>
      <w:r>
        <w:rPr>
          <w:szCs w:val="28"/>
          <w:lang w:eastAsia="ru-RU"/>
        </w:rPr>
        <w:t xml:space="preserve">анного решения, заявителю </w:t>
      </w:r>
      <w:r w:rsidRPr="00D44A0F">
        <w:rPr>
          <w:szCs w:val="28"/>
          <w:lang w:eastAsia="ru-RU"/>
        </w:rPr>
        <w:t>в письменной форме и по желанию заявителя в электронной форме направляется мотивированный ответ о результатах рассмотрения жалобы.</w:t>
      </w:r>
    </w:p>
    <w:p w:rsidR="002466ED" w:rsidRPr="00D44A0F" w:rsidRDefault="002466ED" w:rsidP="00D44A0F">
      <w:pPr>
        <w:widowControl w:val="0"/>
        <w:autoSpaceDE w:val="0"/>
        <w:autoSpaceDN w:val="0"/>
        <w:adjustRightInd w:val="0"/>
        <w:spacing w:line="240" w:lineRule="auto"/>
        <w:ind w:firstLine="567"/>
        <w:jc w:val="both"/>
        <w:rPr>
          <w:szCs w:val="28"/>
          <w:lang w:eastAsia="ru-RU"/>
        </w:rPr>
      </w:pPr>
      <w:r>
        <w:rPr>
          <w:szCs w:val="28"/>
          <w:lang w:eastAsia="ru-RU"/>
        </w:rPr>
        <w:t xml:space="preserve">  5.14</w:t>
      </w:r>
      <w:r w:rsidRPr="00D44A0F">
        <w:rPr>
          <w:szCs w:val="28"/>
          <w:lang w:eastAsia="ru-RU"/>
        </w:rPr>
        <w:t>.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2466ED" w:rsidRPr="00D44A0F" w:rsidRDefault="002466ED" w:rsidP="00D44A0F">
      <w:pPr>
        <w:widowControl w:val="0"/>
        <w:tabs>
          <w:tab w:val="left" w:pos="993"/>
        </w:tabs>
        <w:autoSpaceDE w:val="0"/>
        <w:autoSpaceDN w:val="0"/>
        <w:adjustRightInd w:val="0"/>
        <w:spacing w:line="240" w:lineRule="auto"/>
        <w:ind w:firstLine="567"/>
        <w:jc w:val="both"/>
        <w:rPr>
          <w:szCs w:val="28"/>
          <w:lang w:eastAsia="ru-RU"/>
        </w:rPr>
      </w:pPr>
      <w:r>
        <w:rPr>
          <w:szCs w:val="28"/>
          <w:lang w:eastAsia="ru-RU"/>
        </w:rPr>
        <w:t>5.15</w:t>
      </w:r>
      <w:r w:rsidRPr="00D44A0F">
        <w:rPr>
          <w:szCs w:val="28"/>
          <w:lang w:eastAsia="ru-RU"/>
        </w:rPr>
        <w:t>. Информация о порядке подачи и рассмотрения жалобы размещается:</w:t>
      </w:r>
    </w:p>
    <w:p w:rsidR="002466ED" w:rsidRPr="00D44A0F" w:rsidRDefault="002466ED" w:rsidP="00D44A0F">
      <w:pPr>
        <w:widowControl w:val="0"/>
        <w:numPr>
          <w:ilvl w:val="0"/>
          <w:numId w:val="34"/>
        </w:numPr>
        <w:tabs>
          <w:tab w:val="left" w:pos="993"/>
        </w:tabs>
        <w:autoSpaceDE w:val="0"/>
        <w:autoSpaceDN w:val="0"/>
        <w:adjustRightInd w:val="0"/>
        <w:spacing w:line="240" w:lineRule="auto"/>
        <w:ind w:left="0" w:firstLine="709"/>
        <w:jc w:val="both"/>
        <w:rPr>
          <w:szCs w:val="28"/>
          <w:lang w:eastAsia="ru-RU"/>
        </w:rPr>
      </w:pPr>
      <w:r w:rsidRPr="00D44A0F">
        <w:rPr>
          <w:szCs w:val="28"/>
          <w:lang w:eastAsia="ru-RU"/>
        </w:rPr>
        <w:t xml:space="preserve">на информационных </w:t>
      </w:r>
      <w:r>
        <w:rPr>
          <w:szCs w:val="28"/>
          <w:lang w:eastAsia="ru-RU"/>
        </w:rPr>
        <w:t>стендах, расположенных в Органе</w:t>
      </w:r>
      <w:r w:rsidRPr="00D44A0F">
        <w:rPr>
          <w:szCs w:val="28"/>
          <w:lang w:eastAsia="ru-RU"/>
        </w:rPr>
        <w:t>;</w:t>
      </w:r>
    </w:p>
    <w:p w:rsidR="002466ED" w:rsidRPr="00D44A0F" w:rsidRDefault="002466ED" w:rsidP="00D44A0F">
      <w:pPr>
        <w:widowControl w:val="0"/>
        <w:numPr>
          <w:ilvl w:val="0"/>
          <w:numId w:val="34"/>
        </w:numPr>
        <w:tabs>
          <w:tab w:val="left" w:pos="993"/>
        </w:tabs>
        <w:autoSpaceDE w:val="0"/>
        <w:autoSpaceDN w:val="0"/>
        <w:adjustRightInd w:val="0"/>
        <w:spacing w:line="240" w:lineRule="auto"/>
        <w:ind w:left="0" w:firstLine="709"/>
        <w:jc w:val="both"/>
        <w:rPr>
          <w:szCs w:val="28"/>
          <w:lang w:eastAsia="ru-RU"/>
        </w:rPr>
      </w:pPr>
      <w:r w:rsidRPr="00D44A0F">
        <w:rPr>
          <w:szCs w:val="28"/>
          <w:lang w:eastAsia="ru-RU"/>
        </w:rPr>
        <w:t>н</w:t>
      </w:r>
      <w:r>
        <w:rPr>
          <w:szCs w:val="28"/>
          <w:lang w:eastAsia="ru-RU"/>
        </w:rPr>
        <w:t>а официальных сайтах Органа</w:t>
      </w:r>
      <w:r w:rsidRPr="00D44A0F">
        <w:rPr>
          <w:szCs w:val="28"/>
          <w:lang w:eastAsia="ru-RU"/>
        </w:rPr>
        <w:t>;</w:t>
      </w:r>
    </w:p>
    <w:p w:rsidR="002466ED" w:rsidRPr="00D44A0F" w:rsidRDefault="002466ED" w:rsidP="00D44A0F">
      <w:pPr>
        <w:widowControl w:val="0"/>
        <w:numPr>
          <w:ilvl w:val="0"/>
          <w:numId w:val="34"/>
        </w:numPr>
        <w:tabs>
          <w:tab w:val="left" w:pos="993"/>
        </w:tabs>
        <w:autoSpaceDE w:val="0"/>
        <w:autoSpaceDN w:val="0"/>
        <w:adjustRightInd w:val="0"/>
        <w:spacing w:line="240" w:lineRule="auto"/>
        <w:ind w:left="0" w:firstLine="709"/>
        <w:jc w:val="both"/>
        <w:rPr>
          <w:szCs w:val="28"/>
          <w:lang w:eastAsia="ru-RU"/>
        </w:rPr>
      </w:pPr>
      <w:r w:rsidRPr="00D44A0F">
        <w:rPr>
          <w:szCs w:val="28"/>
          <w:lang w:eastAsia="ru-RU"/>
        </w:rPr>
        <w:t>на порталах государственных и муниципальных услуг</w:t>
      </w:r>
      <w:r>
        <w:rPr>
          <w:szCs w:val="28"/>
          <w:lang w:eastAsia="ru-RU"/>
        </w:rPr>
        <w:t xml:space="preserve"> (функций).</w:t>
      </w:r>
    </w:p>
    <w:p w:rsidR="002466ED" w:rsidRPr="00D44A0F" w:rsidRDefault="002466ED" w:rsidP="00D44A0F">
      <w:pPr>
        <w:widowControl w:val="0"/>
        <w:autoSpaceDE w:val="0"/>
        <w:autoSpaceDN w:val="0"/>
        <w:adjustRightInd w:val="0"/>
        <w:spacing w:line="240" w:lineRule="auto"/>
        <w:ind w:firstLine="567"/>
        <w:jc w:val="both"/>
        <w:rPr>
          <w:szCs w:val="28"/>
          <w:lang w:eastAsia="ru-RU"/>
        </w:rPr>
      </w:pPr>
      <w:r w:rsidRPr="00D44A0F">
        <w:rPr>
          <w:szCs w:val="28"/>
          <w:lang w:eastAsia="ru-RU"/>
        </w:rPr>
        <w:t>5.1</w:t>
      </w:r>
      <w:r>
        <w:rPr>
          <w:szCs w:val="28"/>
          <w:lang w:eastAsia="ru-RU"/>
        </w:rPr>
        <w:t>6</w:t>
      </w:r>
      <w:r w:rsidRPr="00D44A0F">
        <w:rPr>
          <w:szCs w:val="28"/>
          <w:lang w:eastAsia="ru-RU"/>
        </w:rPr>
        <w:t>. Информацию о порядке подачи и рассмотрения жалобы можно получить:</w:t>
      </w:r>
    </w:p>
    <w:p w:rsidR="002466ED" w:rsidRPr="00D44A0F" w:rsidRDefault="002466ED" w:rsidP="00D44A0F">
      <w:pPr>
        <w:widowControl w:val="0"/>
        <w:numPr>
          <w:ilvl w:val="0"/>
          <w:numId w:val="35"/>
        </w:numPr>
        <w:tabs>
          <w:tab w:val="left" w:pos="993"/>
        </w:tabs>
        <w:autoSpaceDE w:val="0"/>
        <w:autoSpaceDN w:val="0"/>
        <w:adjustRightInd w:val="0"/>
        <w:spacing w:line="240" w:lineRule="auto"/>
        <w:ind w:left="0" w:firstLine="709"/>
        <w:jc w:val="both"/>
        <w:rPr>
          <w:szCs w:val="28"/>
          <w:lang w:eastAsia="ru-RU"/>
        </w:rPr>
      </w:pPr>
      <w:r w:rsidRPr="00D44A0F">
        <w:rPr>
          <w:szCs w:val="28"/>
          <w:lang w:eastAsia="ru-RU"/>
        </w:rPr>
        <w:t>посредством телефонной связи по номеру Органа;</w:t>
      </w:r>
    </w:p>
    <w:p w:rsidR="002466ED" w:rsidRPr="00D44A0F" w:rsidRDefault="002466ED" w:rsidP="00D44A0F">
      <w:pPr>
        <w:widowControl w:val="0"/>
        <w:numPr>
          <w:ilvl w:val="0"/>
          <w:numId w:val="35"/>
        </w:numPr>
        <w:tabs>
          <w:tab w:val="left" w:pos="993"/>
        </w:tabs>
        <w:autoSpaceDE w:val="0"/>
        <w:autoSpaceDN w:val="0"/>
        <w:adjustRightInd w:val="0"/>
        <w:spacing w:line="240" w:lineRule="auto"/>
        <w:ind w:left="0" w:firstLine="709"/>
        <w:jc w:val="both"/>
        <w:rPr>
          <w:szCs w:val="28"/>
          <w:lang w:eastAsia="ru-RU"/>
        </w:rPr>
      </w:pPr>
      <w:r w:rsidRPr="00D44A0F">
        <w:rPr>
          <w:szCs w:val="28"/>
          <w:lang w:eastAsia="ru-RU"/>
        </w:rPr>
        <w:t>посредством факсимильного сообщения;</w:t>
      </w:r>
    </w:p>
    <w:p w:rsidR="002466ED" w:rsidRPr="00D44A0F" w:rsidRDefault="002466ED" w:rsidP="00D44A0F">
      <w:pPr>
        <w:widowControl w:val="0"/>
        <w:numPr>
          <w:ilvl w:val="0"/>
          <w:numId w:val="35"/>
        </w:numPr>
        <w:tabs>
          <w:tab w:val="left" w:pos="993"/>
        </w:tabs>
        <w:autoSpaceDE w:val="0"/>
        <w:autoSpaceDN w:val="0"/>
        <w:adjustRightInd w:val="0"/>
        <w:spacing w:line="240" w:lineRule="auto"/>
        <w:ind w:left="0" w:firstLine="709"/>
        <w:jc w:val="both"/>
        <w:rPr>
          <w:szCs w:val="28"/>
          <w:lang w:eastAsia="ru-RU"/>
        </w:rPr>
      </w:pPr>
      <w:r>
        <w:rPr>
          <w:szCs w:val="28"/>
          <w:lang w:eastAsia="ru-RU"/>
        </w:rPr>
        <w:t>при личном обращении в Орган</w:t>
      </w:r>
      <w:r w:rsidRPr="00D44A0F">
        <w:rPr>
          <w:szCs w:val="28"/>
          <w:lang w:eastAsia="ru-RU"/>
        </w:rPr>
        <w:t>, в том числе по электронной почте;</w:t>
      </w:r>
    </w:p>
    <w:p w:rsidR="002466ED" w:rsidRPr="00D44A0F" w:rsidRDefault="002466ED" w:rsidP="00D44A0F">
      <w:pPr>
        <w:widowControl w:val="0"/>
        <w:numPr>
          <w:ilvl w:val="0"/>
          <w:numId w:val="35"/>
        </w:numPr>
        <w:tabs>
          <w:tab w:val="left" w:pos="993"/>
        </w:tabs>
        <w:autoSpaceDE w:val="0"/>
        <w:autoSpaceDN w:val="0"/>
        <w:adjustRightInd w:val="0"/>
        <w:spacing w:line="240" w:lineRule="auto"/>
        <w:ind w:left="0" w:firstLine="709"/>
        <w:jc w:val="both"/>
        <w:rPr>
          <w:szCs w:val="28"/>
          <w:lang w:eastAsia="ru-RU"/>
        </w:rPr>
      </w:pPr>
      <w:r w:rsidRPr="00D44A0F">
        <w:rPr>
          <w:szCs w:val="28"/>
          <w:lang w:eastAsia="ru-RU"/>
        </w:rPr>
        <w:t>при письменном обращении в Орган;</w:t>
      </w:r>
    </w:p>
    <w:p w:rsidR="002466ED" w:rsidRPr="00D44A0F" w:rsidRDefault="002466ED" w:rsidP="00D44A0F">
      <w:pPr>
        <w:widowControl w:val="0"/>
        <w:numPr>
          <w:ilvl w:val="0"/>
          <w:numId w:val="35"/>
        </w:numPr>
        <w:tabs>
          <w:tab w:val="left" w:pos="993"/>
        </w:tabs>
        <w:autoSpaceDE w:val="0"/>
        <w:autoSpaceDN w:val="0"/>
        <w:adjustRightInd w:val="0"/>
        <w:spacing w:line="240" w:lineRule="auto"/>
        <w:ind w:left="0" w:firstLine="709"/>
        <w:jc w:val="both"/>
        <w:rPr>
          <w:szCs w:val="28"/>
          <w:lang w:eastAsia="ru-RU"/>
        </w:rPr>
      </w:pPr>
      <w:r w:rsidRPr="00D44A0F">
        <w:rPr>
          <w:szCs w:val="28"/>
          <w:lang w:eastAsia="ru-RU"/>
        </w:rPr>
        <w:t>путем публичного информирования.</w:t>
      </w:r>
    </w:p>
    <w:p w:rsidR="002466ED" w:rsidRPr="00D44A0F" w:rsidRDefault="002466ED" w:rsidP="00D44A0F">
      <w:pPr>
        <w:pStyle w:val="ConsPlusNormal"/>
        <w:ind w:firstLine="709"/>
        <w:jc w:val="both"/>
        <w:rPr>
          <w:rFonts w:ascii="Times New Roman" w:hAnsi="Times New Roman"/>
          <w:sz w:val="28"/>
          <w:szCs w:val="28"/>
        </w:rPr>
      </w:pPr>
    </w:p>
    <w:p w:rsidR="002466ED" w:rsidRPr="00D44A0F" w:rsidRDefault="002466ED" w:rsidP="00D44A0F">
      <w:pPr>
        <w:pStyle w:val="ConsPlusNormal"/>
        <w:ind w:firstLine="709"/>
        <w:jc w:val="both"/>
        <w:outlineLvl w:val="0"/>
        <w:rPr>
          <w:rFonts w:ascii="Times New Roman" w:hAnsi="Times New Roman"/>
          <w:sz w:val="28"/>
          <w:szCs w:val="28"/>
        </w:rPr>
      </w:pPr>
      <w:r w:rsidRPr="00D44A0F">
        <w:rPr>
          <w:rFonts w:ascii="Times New Roman" w:hAnsi="Times New Roman"/>
          <w:sz w:val="28"/>
          <w:szCs w:val="28"/>
        </w:rPr>
        <w:br w:type="page"/>
      </w:r>
    </w:p>
    <w:p w:rsidR="002466ED" w:rsidRPr="00D44A0F" w:rsidRDefault="002466ED" w:rsidP="00D44A0F">
      <w:pPr>
        <w:autoSpaceDE w:val="0"/>
        <w:autoSpaceDN w:val="0"/>
        <w:adjustRightInd w:val="0"/>
        <w:spacing w:line="240" w:lineRule="auto"/>
        <w:ind w:firstLine="709"/>
        <w:jc w:val="right"/>
        <w:outlineLvl w:val="0"/>
        <w:rPr>
          <w:szCs w:val="28"/>
        </w:rPr>
      </w:pPr>
      <w:r w:rsidRPr="00D44A0F">
        <w:rPr>
          <w:szCs w:val="28"/>
        </w:rPr>
        <w:t>Приложение  1</w:t>
      </w:r>
    </w:p>
    <w:p w:rsidR="002466ED" w:rsidRPr="00D44A0F" w:rsidRDefault="002466ED" w:rsidP="00D44A0F">
      <w:pPr>
        <w:autoSpaceDE w:val="0"/>
        <w:autoSpaceDN w:val="0"/>
        <w:adjustRightInd w:val="0"/>
        <w:spacing w:line="240" w:lineRule="auto"/>
        <w:ind w:firstLine="709"/>
        <w:jc w:val="right"/>
        <w:rPr>
          <w:szCs w:val="28"/>
        </w:rPr>
      </w:pPr>
      <w:r w:rsidRPr="00D44A0F">
        <w:rPr>
          <w:szCs w:val="28"/>
        </w:rPr>
        <w:t>к административному регламенту</w:t>
      </w:r>
    </w:p>
    <w:p w:rsidR="002466ED" w:rsidRPr="00D44A0F" w:rsidRDefault="002466ED" w:rsidP="00D44A0F">
      <w:pPr>
        <w:autoSpaceDE w:val="0"/>
        <w:autoSpaceDN w:val="0"/>
        <w:adjustRightInd w:val="0"/>
        <w:spacing w:line="240" w:lineRule="auto"/>
        <w:ind w:firstLine="709"/>
        <w:jc w:val="right"/>
        <w:rPr>
          <w:szCs w:val="28"/>
        </w:rPr>
      </w:pPr>
      <w:r w:rsidRPr="00D44A0F">
        <w:rPr>
          <w:szCs w:val="28"/>
        </w:rPr>
        <w:t>предоставления муниципальной услуги</w:t>
      </w:r>
    </w:p>
    <w:p w:rsidR="002466ED" w:rsidRPr="00D44A0F" w:rsidRDefault="002466ED" w:rsidP="00D44A0F">
      <w:pPr>
        <w:pStyle w:val="ConsPlusTitle"/>
        <w:ind w:firstLine="709"/>
        <w:jc w:val="right"/>
        <w:rPr>
          <w:rFonts w:ascii="Times New Roman" w:hAnsi="Times New Roman" w:cs="Times New Roman"/>
          <w:b w:val="0"/>
          <w:sz w:val="28"/>
          <w:szCs w:val="28"/>
        </w:rPr>
      </w:pPr>
      <w:r w:rsidRPr="00D44A0F">
        <w:rPr>
          <w:rFonts w:ascii="Times New Roman" w:hAnsi="Times New Roman" w:cs="Times New Roman"/>
          <w:b w:val="0"/>
          <w:sz w:val="28"/>
          <w:szCs w:val="28"/>
        </w:rPr>
        <w:t xml:space="preserve">«Признание помещения жилым помещением, жилого помещения непригодным для проживания и многоквартирного дома </w:t>
      </w:r>
    </w:p>
    <w:p w:rsidR="002466ED" w:rsidRPr="00D44A0F" w:rsidRDefault="002466ED" w:rsidP="00D44A0F">
      <w:pPr>
        <w:pStyle w:val="ConsPlusTitle"/>
        <w:ind w:firstLine="709"/>
        <w:jc w:val="right"/>
        <w:rPr>
          <w:rFonts w:ascii="Times New Roman" w:hAnsi="Times New Roman" w:cs="Times New Roman"/>
          <w:b w:val="0"/>
          <w:sz w:val="28"/>
          <w:szCs w:val="28"/>
        </w:rPr>
      </w:pPr>
      <w:r w:rsidRPr="00D44A0F">
        <w:rPr>
          <w:rFonts w:ascii="Times New Roman" w:hAnsi="Times New Roman" w:cs="Times New Roman"/>
          <w:b w:val="0"/>
          <w:sz w:val="28"/>
          <w:szCs w:val="28"/>
        </w:rPr>
        <w:t>аварийным и подлежащим сносу или реконструкции»</w:t>
      </w:r>
    </w:p>
    <w:p w:rsidR="002466ED" w:rsidRPr="00222422" w:rsidRDefault="002466ED" w:rsidP="00222422">
      <w:pPr>
        <w:pStyle w:val="NormalWeb"/>
        <w:widowControl w:val="0"/>
        <w:spacing w:before="0" w:after="0"/>
        <w:jc w:val="center"/>
        <w:rPr>
          <w:b/>
          <w:i/>
          <w:sz w:val="28"/>
          <w:szCs w:val="28"/>
        </w:rPr>
      </w:pPr>
      <w:r w:rsidRPr="00222422">
        <w:rPr>
          <w:b/>
          <w:sz w:val="28"/>
          <w:szCs w:val="28"/>
        </w:rPr>
        <w:t>Общая информация о администрации сельского поселения «Няшабож»</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92"/>
        <w:gridCol w:w="4579"/>
      </w:tblGrid>
      <w:tr w:rsidR="002466ED" w:rsidRPr="00222422" w:rsidTr="00000F96">
        <w:tc>
          <w:tcPr>
            <w:tcW w:w="2608" w:type="pct"/>
          </w:tcPr>
          <w:p w:rsidR="002466ED" w:rsidRPr="00557948" w:rsidRDefault="002466ED" w:rsidP="00000F96">
            <w:pPr>
              <w:pStyle w:val="NormalWeb"/>
              <w:widowControl w:val="0"/>
              <w:spacing w:before="0" w:after="0"/>
              <w:rPr>
                <w:sz w:val="28"/>
                <w:szCs w:val="28"/>
              </w:rPr>
            </w:pPr>
            <w:r w:rsidRPr="00557948">
              <w:rPr>
                <w:sz w:val="28"/>
                <w:szCs w:val="28"/>
              </w:rPr>
              <w:t>Почтовый адрес для направления корреспонденции</w:t>
            </w:r>
          </w:p>
        </w:tc>
        <w:tc>
          <w:tcPr>
            <w:tcW w:w="2392" w:type="pct"/>
          </w:tcPr>
          <w:p w:rsidR="002466ED" w:rsidRPr="00557948" w:rsidRDefault="002466ED" w:rsidP="00000F96">
            <w:pPr>
              <w:pStyle w:val="NormalWeb"/>
              <w:widowControl w:val="0"/>
              <w:spacing w:before="0" w:after="0"/>
              <w:rPr>
                <w:sz w:val="28"/>
                <w:szCs w:val="28"/>
              </w:rPr>
            </w:pPr>
            <w:r w:rsidRPr="00557948">
              <w:rPr>
                <w:sz w:val="28"/>
                <w:szCs w:val="28"/>
              </w:rPr>
              <w:t>169476 Республика Коми, Ижемский район, с.Няшабож, ул. Центральная, д.217 а</w:t>
            </w:r>
          </w:p>
        </w:tc>
      </w:tr>
      <w:tr w:rsidR="002466ED" w:rsidRPr="00222422" w:rsidTr="00000F96">
        <w:tc>
          <w:tcPr>
            <w:tcW w:w="2608" w:type="pct"/>
          </w:tcPr>
          <w:p w:rsidR="002466ED" w:rsidRPr="00557948" w:rsidRDefault="002466ED" w:rsidP="00000F96">
            <w:pPr>
              <w:pStyle w:val="NormalWeb"/>
              <w:widowControl w:val="0"/>
              <w:spacing w:before="0" w:after="0"/>
              <w:rPr>
                <w:sz w:val="28"/>
                <w:szCs w:val="28"/>
              </w:rPr>
            </w:pPr>
            <w:r w:rsidRPr="00557948">
              <w:rPr>
                <w:sz w:val="28"/>
                <w:szCs w:val="28"/>
              </w:rPr>
              <w:t>Фактический адрес месторасположения</w:t>
            </w:r>
          </w:p>
        </w:tc>
        <w:tc>
          <w:tcPr>
            <w:tcW w:w="2392" w:type="pct"/>
          </w:tcPr>
          <w:p w:rsidR="002466ED" w:rsidRPr="00557948" w:rsidRDefault="002466ED" w:rsidP="00000F96">
            <w:pPr>
              <w:pStyle w:val="NormalWeb"/>
              <w:widowControl w:val="0"/>
              <w:spacing w:before="0" w:after="0"/>
              <w:rPr>
                <w:sz w:val="28"/>
                <w:szCs w:val="28"/>
              </w:rPr>
            </w:pPr>
            <w:r w:rsidRPr="00557948">
              <w:rPr>
                <w:sz w:val="28"/>
                <w:szCs w:val="28"/>
              </w:rPr>
              <w:t>Республика Коми, Ижемский район, с.Няшабож, ул. Центральная, д.217 а</w:t>
            </w:r>
          </w:p>
        </w:tc>
      </w:tr>
      <w:tr w:rsidR="002466ED" w:rsidRPr="00222422" w:rsidTr="00000F96">
        <w:tc>
          <w:tcPr>
            <w:tcW w:w="2608" w:type="pct"/>
          </w:tcPr>
          <w:p w:rsidR="002466ED" w:rsidRPr="00557948" w:rsidRDefault="002466ED" w:rsidP="00000F96">
            <w:pPr>
              <w:pStyle w:val="NormalWeb"/>
              <w:widowControl w:val="0"/>
              <w:spacing w:before="0" w:after="0"/>
              <w:rPr>
                <w:sz w:val="28"/>
                <w:szCs w:val="28"/>
              </w:rPr>
            </w:pPr>
            <w:r w:rsidRPr="00557948">
              <w:rPr>
                <w:sz w:val="28"/>
                <w:szCs w:val="28"/>
              </w:rPr>
              <w:t>Адрес электронной почты для направления корреспонденции</w:t>
            </w:r>
          </w:p>
        </w:tc>
        <w:tc>
          <w:tcPr>
            <w:tcW w:w="2392" w:type="pct"/>
          </w:tcPr>
          <w:p w:rsidR="002466ED" w:rsidRPr="00222422" w:rsidRDefault="002466ED" w:rsidP="00000F96">
            <w:pPr>
              <w:shd w:val="clear" w:color="auto" w:fill="FFFFFF"/>
              <w:spacing w:line="360" w:lineRule="auto"/>
              <w:rPr>
                <w:szCs w:val="28"/>
                <w:lang w:val="en-US"/>
              </w:rPr>
            </w:pPr>
            <w:r w:rsidRPr="00222422">
              <w:rPr>
                <w:szCs w:val="28"/>
                <w:lang w:val="en-US"/>
              </w:rPr>
              <w:t>almin_niasha@rambler.ru</w:t>
            </w:r>
          </w:p>
        </w:tc>
      </w:tr>
      <w:tr w:rsidR="002466ED" w:rsidRPr="00222422" w:rsidTr="00000F96">
        <w:tc>
          <w:tcPr>
            <w:tcW w:w="2608" w:type="pct"/>
          </w:tcPr>
          <w:p w:rsidR="002466ED" w:rsidRPr="00557948" w:rsidRDefault="002466ED" w:rsidP="00000F96">
            <w:pPr>
              <w:pStyle w:val="NormalWeb"/>
              <w:widowControl w:val="0"/>
              <w:spacing w:before="0" w:after="0"/>
              <w:rPr>
                <w:sz w:val="28"/>
                <w:szCs w:val="28"/>
              </w:rPr>
            </w:pPr>
            <w:r w:rsidRPr="00557948">
              <w:rPr>
                <w:sz w:val="28"/>
                <w:szCs w:val="28"/>
              </w:rPr>
              <w:t>Телефон для справок</w:t>
            </w:r>
          </w:p>
        </w:tc>
        <w:tc>
          <w:tcPr>
            <w:tcW w:w="2392" w:type="pct"/>
          </w:tcPr>
          <w:p w:rsidR="002466ED" w:rsidRPr="00557948" w:rsidRDefault="002466ED" w:rsidP="00000F96">
            <w:pPr>
              <w:pStyle w:val="NormalWeb"/>
              <w:widowControl w:val="0"/>
              <w:spacing w:before="0" w:after="0"/>
              <w:rPr>
                <w:sz w:val="28"/>
                <w:szCs w:val="28"/>
              </w:rPr>
            </w:pPr>
            <w:r w:rsidRPr="00222422">
              <w:rPr>
                <w:sz w:val="28"/>
                <w:szCs w:val="28"/>
                <w:lang w:val="en-US"/>
              </w:rPr>
              <w:t>8-821-40-96-5-16</w:t>
            </w:r>
            <w:r w:rsidRPr="00557948">
              <w:rPr>
                <w:sz w:val="28"/>
                <w:szCs w:val="28"/>
              </w:rPr>
              <w:t xml:space="preserve">; </w:t>
            </w:r>
            <w:r w:rsidRPr="00222422">
              <w:rPr>
                <w:sz w:val="28"/>
                <w:szCs w:val="28"/>
                <w:lang w:val="en-US"/>
              </w:rPr>
              <w:t>8-821-40-96-</w:t>
            </w:r>
            <w:r w:rsidRPr="00557948">
              <w:rPr>
                <w:sz w:val="28"/>
                <w:szCs w:val="28"/>
              </w:rPr>
              <w:t>0</w:t>
            </w:r>
            <w:r w:rsidRPr="00222422">
              <w:rPr>
                <w:sz w:val="28"/>
                <w:szCs w:val="28"/>
                <w:lang w:val="en-US"/>
              </w:rPr>
              <w:t>-</w:t>
            </w:r>
            <w:r w:rsidRPr="00557948">
              <w:rPr>
                <w:sz w:val="28"/>
                <w:szCs w:val="28"/>
              </w:rPr>
              <w:t>46</w:t>
            </w:r>
            <w:r w:rsidRPr="00222422">
              <w:rPr>
                <w:sz w:val="28"/>
                <w:szCs w:val="28"/>
                <w:lang w:val="en-US"/>
              </w:rPr>
              <w:t xml:space="preserve"> </w:t>
            </w:r>
          </w:p>
        </w:tc>
      </w:tr>
      <w:tr w:rsidR="002466ED" w:rsidRPr="00222422" w:rsidTr="00000F96">
        <w:tc>
          <w:tcPr>
            <w:tcW w:w="2608" w:type="pct"/>
          </w:tcPr>
          <w:p w:rsidR="002466ED" w:rsidRPr="00557948" w:rsidRDefault="002466ED" w:rsidP="00000F96">
            <w:pPr>
              <w:pStyle w:val="NormalWeb"/>
              <w:widowControl w:val="0"/>
              <w:spacing w:before="0" w:after="0"/>
              <w:rPr>
                <w:sz w:val="28"/>
                <w:szCs w:val="28"/>
              </w:rPr>
            </w:pPr>
            <w:r w:rsidRPr="00557948">
              <w:rPr>
                <w:sz w:val="28"/>
                <w:szCs w:val="28"/>
              </w:rPr>
              <w:t>Телефоны отделов или иных структурных подразделений</w:t>
            </w:r>
          </w:p>
        </w:tc>
        <w:tc>
          <w:tcPr>
            <w:tcW w:w="2392" w:type="pct"/>
          </w:tcPr>
          <w:p w:rsidR="002466ED" w:rsidRPr="00557948" w:rsidRDefault="002466ED" w:rsidP="00000F96">
            <w:pPr>
              <w:pStyle w:val="NormalWeb"/>
              <w:widowControl w:val="0"/>
              <w:spacing w:before="0" w:after="0"/>
              <w:ind w:firstLine="284"/>
              <w:rPr>
                <w:sz w:val="28"/>
                <w:szCs w:val="28"/>
              </w:rPr>
            </w:pPr>
            <w:r w:rsidRPr="00222422">
              <w:rPr>
                <w:sz w:val="28"/>
                <w:szCs w:val="28"/>
                <w:lang w:val="en-US"/>
              </w:rPr>
              <w:t>8-821-40-96-5-</w:t>
            </w:r>
            <w:r w:rsidRPr="00557948">
              <w:rPr>
                <w:sz w:val="28"/>
                <w:szCs w:val="28"/>
              </w:rPr>
              <w:t>31</w:t>
            </w:r>
          </w:p>
        </w:tc>
      </w:tr>
      <w:tr w:rsidR="002466ED" w:rsidRPr="00222422" w:rsidTr="00000F96">
        <w:tc>
          <w:tcPr>
            <w:tcW w:w="2608" w:type="pct"/>
          </w:tcPr>
          <w:p w:rsidR="002466ED" w:rsidRPr="00557948" w:rsidRDefault="002466ED" w:rsidP="00000F96">
            <w:pPr>
              <w:pStyle w:val="NormalWeb"/>
              <w:widowControl w:val="0"/>
              <w:spacing w:before="0" w:after="0"/>
              <w:rPr>
                <w:sz w:val="28"/>
                <w:szCs w:val="28"/>
              </w:rPr>
            </w:pPr>
            <w:r w:rsidRPr="00557948">
              <w:rPr>
                <w:sz w:val="28"/>
                <w:szCs w:val="28"/>
              </w:rPr>
              <w:t>Официальный сайт в сети Интернет (если имеется)</w:t>
            </w:r>
          </w:p>
        </w:tc>
        <w:tc>
          <w:tcPr>
            <w:tcW w:w="2392" w:type="pct"/>
          </w:tcPr>
          <w:p w:rsidR="002466ED" w:rsidRPr="00222422" w:rsidRDefault="002466ED" w:rsidP="00222422">
            <w:pPr>
              <w:widowControl w:val="0"/>
              <w:numPr>
                <w:ilvl w:val="0"/>
                <w:numId w:val="36"/>
              </w:numPr>
              <w:tabs>
                <w:tab w:val="left" w:pos="993"/>
              </w:tabs>
              <w:autoSpaceDE w:val="0"/>
              <w:autoSpaceDN w:val="0"/>
              <w:adjustRightInd w:val="0"/>
              <w:spacing w:line="240" w:lineRule="auto"/>
              <w:ind w:left="0" w:firstLine="709"/>
              <w:jc w:val="both"/>
              <w:rPr>
                <w:szCs w:val="28"/>
              </w:rPr>
            </w:pPr>
            <w:r w:rsidRPr="00222422">
              <w:rPr>
                <w:szCs w:val="28"/>
              </w:rPr>
              <w:t>сайт муниципального района «Ижемский» (</w:t>
            </w:r>
            <w:r w:rsidRPr="00222422">
              <w:rPr>
                <w:szCs w:val="28"/>
                <w:lang w:val="en-US"/>
              </w:rPr>
              <w:t>www</w:t>
            </w:r>
            <w:r w:rsidRPr="00222422">
              <w:rPr>
                <w:szCs w:val="28"/>
              </w:rPr>
              <w:t>.</w:t>
            </w:r>
            <w:r w:rsidRPr="00222422">
              <w:rPr>
                <w:szCs w:val="28"/>
                <w:lang w:val="en-US"/>
              </w:rPr>
              <w:t>izhma</w:t>
            </w:r>
            <w:r w:rsidRPr="00222422">
              <w:rPr>
                <w:szCs w:val="28"/>
              </w:rPr>
              <w:t>.</w:t>
            </w:r>
            <w:r w:rsidRPr="00222422">
              <w:rPr>
                <w:szCs w:val="28"/>
                <w:lang w:val="en-US"/>
              </w:rPr>
              <w:t>ru</w:t>
            </w:r>
            <w:r w:rsidRPr="00222422">
              <w:rPr>
                <w:szCs w:val="28"/>
              </w:rPr>
              <w:t>);</w:t>
            </w:r>
          </w:p>
          <w:p w:rsidR="002466ED" w:rsidRPr="00222422" w:rsidRDefault="002466ED" w:rsidP="00000F96">
            <w:pPr>
              <w:shd w:val="clear" w:color="auto" w:fill="FFFFFF"/>
              <w:spacing w:line="360" w:lineRule="auto"/>
              <w:ind w:firstLine="284"/>
              <w:rPr>
                <w:szCs w:val="28"/>
              </w:rPr>
            </w:pPr>
          </w:p>
        </w:tc>
      </w:tr>
      <w:tr w:rsidR="002466ED" w:rsidRPr="00222422" w:rsidTr="00000F96">
        <w:tc>
          <w:tcPr>
            <w:tcW w:w="2608" w:type="pct"/>
          </w:tcPr>
          <w:p w:rsidR="002466ED" w:rsidRPr="00557948" w:rsidRDefault="002466ED" w:rsidP="00000F96">
            <w:pPr>
              <w:pStyle w:val="NormalWeb"/>
              <w:widowControl w:val="0"/>
              <w:spacing w:before="0" w:after="0"/>
              <w:rPr>
                <w:sz w:val="28"/>
                <w:szCs w:val="28"/>
              </w:rPr>
            </w:pPr>
            <w:r w:rsidRPr="00557948">
              <w:rPr>
                <w:sz w:val="28"/>
                <w:szCs w:val="28"/>
              </w:rPr>
              <w:t>ФИО и должность руководителя органа</w:t>
            </w:r>
          </w:p>
        </w:tc>
        <w:tc>
          <w:tcPr>
            <w:tcW w:w="2392" w:type="pct"/>
          </w:tcPr>
          <w:p w:rsidR="002466ED" w:rsidRPr="00222422" w:rsidRDefault="002466ED" w:rsidP="00000F96">
            <w:pPr>
              <w:shd w:val="clear" w:color="auto" w:fill="FFFFFF"/>
              <w:spacing w:line="360" w:lineRule="auto"/>
              <w:ind w:firstLine="284"/>
              <w:rPr>
                <w:szCs w:val="28"/>
              </w:rPr>
            </w:pPr>
            <w:r w:rsidRPr="00222422">
              <w:rPr>
                <w:szCs w:val="28"/>
              </w:rPr>
              <w:t>Терентьева Нина Ивановна</w:t>
            </w:r>
          </w:p>
        </w:tc>
      </w:tr>
    </w:tbl>
    <w:p w:rsidR="002466ED" w:rsidRDefault="002466ED" w:rsidP="00222422">
      <w:pPr>
        <w:pStyle w:val="NormalWeb"/>
        <w:widowControl w:val="0"/>
        <w:spacing w:before="0" w:after="0"/>
        <w:ind w:firstLine="284"/>
        <w:rPr>
          <w:sz w:val="28"/>
          <w:szCs w:val="28"/>
        </w:rPr>
      </w:pPr>
    </w:p>
    <w:p w:rsidR="002466ED" w:rsidRDefault="002466ED" w:rsidP="00222422">
      <w:pPr>
        <w:pStyle w:val="NormalWeb"/>
        <w:widowControl w:val="0"/>
        <w:spacing w:before="0" w:after="0"/>
        <w:ind w:firstLine="284"/>
        <w:rPr>
          <w:sz w:val="28"/>
          <w:szCs w:val="28"/>
        </w:rPr>
      </w:pPr>
    </w:p>
    <w:p w:rsidR="002466ED" w:rsidRDefault="002466ED" w:rsidP="00222422">
      <w:pPr>
        <w:pStyle w:val="NormalWeb"/>
        <w:widowControl w:val="0"/>
        <w:spacing w:before="0" w:after="0"/>
        <w:ind w:firstLine="284"/>
        <w:rPr>
          <w:sz w:val="28"/>
          <w:szCs w:val="28"/>
        </w:rPr>
      </w:pPr>
    </w:p>
    <w:p w:rsidR="002466ED" w:rsidRDefault="002466ED" w:rsidP="00222422">
      <w:pPr>
        <w:pStyle w:val="NormalWeb"/>
        <w:widowControl w:val="0"/>
        <w:spacing w:before="0" w:after="0"/>
        <w:ind w:firstLine="284"/>
        <w:rPr>
          <w:sz w:val="28"/>
          <w:szCs w:val="28"/>
        </w:rPr>
      </w:pPr>
    </w:p>
    <w:p w:rsidR="002466ED" w:rsidRPr="00222422" w:rsidRDefault="002466ED" w:rsidP="00222422">
      <w:pPr>
        <w:pStyle w:val="NormalWeb"/>
        <w:widowControl w:val="0"/>
        <w:spacing w:before="0" w:after="0"/>
        <w:ind w:firstLine="284"/>
        <w:rPr>
          <w:sz w:val="28"/>
          <w:szCs w:val="28"/>
        </w:rPr>
      </w:pPr>
    </w:p>
    <w:p w:rsidR="002466ED" w:rsidRPr="00222422" w:rsidRDefault="002466ED" w:rsidP="00222422">
      <w:pPr>
        <w:pStyle w:val="NormalWeb"/>
        <w:widowControl w:val="0"/>
        <w:spacing w:before="0" w:after="0"/>
        <w:jc w:val="center"/>
        <w:rPr>
          <w:b/>
          <w:i/>
          <w:sz w:val="28"/>
          <w:szCs w:val="28"/>
        </w:rPr>
      </w:pPr>
      <w:r w:rsidRPr="00222422">
        <w:rPr>
          <w:b/>
          <w:sz w:val="28"/>
          <w:szCs w:val="28"/>
        </w:rPr>
        <w:t>График работы муниципального образования сельского поселения «Няшабож»</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24"/>
        <w:gridCol w:w="3204"/>
        <w:gridCol w:w="3143"/>
      </w:tblGrid>
      <w:tr w:rsidR="002466ED" w:rsidRPr="00222422" w:rsidTr="00000F96">
        <w:tc>
          <w:tcPr>
            <w:tcW w:w="1684" w:type="pct"/>
          </w:tcPr>
          <w:p w:rsidR="002466ED" w:rsidRPr="00557948" w:rsidRDefault="002466ED" w:rsidP="00000F96">
            <w:pPr>
              <w:pStyle w:val="NormalWeb"/>
              <w:widowControl w:val="0"/>
              <w:spacing w:before="0" w:after="0"/>
              <w:jc w:val="center"/>
              <w:rPr>
                <w:sz w:val="28"/>
                <w:szCs w:val="28"/>
              </w:rPr>
            </w:pPr>
            <w:r w:rsidRPr="00557948">
              <w:rPr>
                <w:sz w:val="28"/>
                <w:szCs w:val="28"/>
              </w:rPr>
              <w:t>День недели</w:t>
            </w:r>
          </w:p>
        </w:tc>
        <w:tc>
          <w:tcPr>
            <w:tcW w:w="1674" w:type="pct"/>
          </w:tcPr>
          <w:p w:rsidR="002466ED" w:rsidRPr="00557948" w:rsidRDefault="002466ED" w:rsidP="00000F96">
            <w:pPr>
              <w:pStyle w:val="NormalWeb"/>
              <w:widowControl w:val="0"/>
              <w:spacing w:before="0" w:after="0"/>
              <w:jc w:val="center"/>
              <w:rPr>
                <w:sz w:val="28"/>
                <w:szCs w:val="28"/>
              </w:rPr>
            </w:pPr>
            <w:r w:rsidRPr="00557948">
              <w:rPr>
                <w:sz w:val="28"/>
                <w:szCs w:val="28"/>
              </w:rPr>
              <w:t>Часы работы (обеденный перерыв)</w:t>
            </w:r>
          </w:p>
        </w:tc>
        <w:tc>
          <w:tcPr>
            <w:tcW w:w="1642" w:type="pct"/>
          </w:tcPr>
          <w:p w:rsidR="002466ED" w:rsidRPr="00557948" w:rsidRDefault="002466ED" w:rsidP="00000F96">
            <w:pPr>
              <w:pStyle w:val="NormalWeb"/>
              <w:widowControl w:val="0"/>
              <w:spacing w:before="0" w:after="0"/>
              <w:jc w:val="center"/>
              <w:rPr>
                <w:sz w:val="28"/>
                <w:szCs w:val="28"/>
              </w:rPr>
            </w:pPr>
            <w:r w:rsidRPr="00557948">
              <w:rPr>
                <w:sz w:val="28"/>
                <w:szCs w:val="28"/>
              </w:rPr>
              <w:t>Часы приема граждан</w:t>
            </w:r>
          </w:p>
        </w:tc>
      </w:tr>
      <w:tr w:rsidR="002466ED" w:rsidRPr="00222422" w:rsidTr="00000F96">
        <w:tc>
          <w:tcPr>
            <w:tcW w:w="1684" w:type="pct"/>
          </w:tcPr>
          <w:p w:rsidR="002466ED" w:rsidRPr="00557948" w:rsidRDefault="002466ED" w:rsidP="00000F96">
            <w:pPr>
              <w:pStyle w:val="NormalWeb"/>
              <w:widowControl w:val="0"/>
              <w:spacing w:before="0" w:after="0"/>
              <w:rPr>
                <w:sz w:val="28"/>
                <w:szCs w:val="28"/>
              </w:rPr>
            </w:pPr>
            <w:r w:rsidRPr="00557948">
              <w:rPr>
                <w:sz w:val="28"/>
                <w:szCs w:val="28"/>
              </w:rPr>
              <w:t>Понедельник</w:t>
            </w:r>
          </w:p>
        </w:tc>
        <w:tc>
          <w:tcPr>
            <w:tcW w:w="1674" w:type="pct"/>
          </w:tcPr>
          <w:p w:rsidR="002466ED" w:rsidRPr="00557948" w:rsidRDefault="002466ED" w:rsidP="00000F96">
            <w:pPr>
              <w:pStyle w:val="NormalWeb"/>
              <w:widowControl w:val="0"/>
              <w:spacing w:before="0" w:after="0"/>
              <w:rPr>
                <w:sz w:val="28"/>
                <w:szCs w:val="28"/>
              </w:rPr>
            </w:pPr>
            <w:r w:rsidRPr="00557948">
              <w:rPr>
                <w:sz w:val="28"/>
                <w:szCs w:val="28"/>
              </w:rPr>
              <w:t>08.30-17.00 (13.00-14.00)</w:t>
            </w:r>
          </w:p>
        </w:tc>
        <w:tc>
          <w:tcPr>
            <w:tcW w:w="1642" w:type="pct"/>
          </w:tcPr>
          <w:p w:rsidR="002466ED" w:rsidRPr="00222422" w:rsidRDefault="002466ED" w:rsidP="00000F96">
            <w:pPr>
              <w:rPr>
                <w:szCs w:val="28"/>
              </w:rPr>
            </w:pPr>
            <w:r w:rsidRPr="00222422">
              <w:rPr>
                <w:szCs w:val="28"/>
              </w:rPr>
              <w:t>09.00-13.00</w:t>
            </w:r>
          </w:p>
        </w:tc>
      </w:tr>
      <w:tr w:rsidR="002466ED" w:rsidRPr="00222422" w:rsidTr="00000F96">
        <w:tc>
          <w:tcPr>
            <w:tcW w:w="1684" w:type="pct"/>
          </w:tcPr>
          <w:p w:rsidR="002466ED" w:rsidRPr="00557948" w:rsidRDefault="002466ED" w:rsidP="00000F96">
            <w:pPr>
              <w:pStyle w:val="NormalWeb"/>
              <w:widowControl w:val="0"/>
              <w:spacing w:before="0" w:after="0"/>
              <w:rPr>
                <w:sz w:val="28"/>
                <w:szCs w:val="28"/>
              </w:rPr>
            </w:pPr>
            <w:r w:rsidRPr="00557948">
              <w:rPr>
                <w:sz w:val="28"/>
                <w:szCs w:val="28"/>
              </w:rPr>
              <w:t>Вторник</w:t>
            </w:r>
          </w:p>
        </w:tc>
        <w:tc>
          <w:tcPr>
            <w:tcW w:w="1674" w:type="pct"/>
          </w:tcPr>
          <w:p w:rsidR="002466ED" w:rsidRPr="00222422" w:rsidRDefault="002466ED" w:rsidP="00000F96">
            <w:pPr>
              <w:rPr>
                <w:szCs w:val="28"/>
              </w:rPr>
            </w:pPr>
            <w:r w:rsidRPr="00222422">
              <w:rPr>
                <w:szCs w:val="28"/>
              </w:rPr>
              <w:t>08.30-17.00 (13.00-14.00)</w:t>
            </w:r>
          </w:p>
        </w:tc>
        <w:tc>
          <w:tcPr>
            <w:tcW w:w="1642" w:type="pct"/>
          </w:tcPr>
          <w:p w:rsidR="002466ED" w:rsidRPr="00222422" w:rsidRDefault="002466ED" w:rsidP="00000F96">
            <w:pPr>
              <w:rPr>
                <w:szCs w:val="28"/>
              </w:rPr>
            </w:pPr>
            <w:r w:rsidRPr="00222422">
              <w:rPr>
                <w:szCs w:val="28"/>
              </w:rPr>
              <w:t>09.00-13.00</w:t>
            </w:r>
          </w:p>
        </w:tc>
      </w:tr>
      <w:tr w:rsidR="002466ED" w:rsidRPr="00222422" w:rsidTr="00000F96">
        <w:tc>
          <w:tcPr>
            <w:tcW w:w="1684" w:type="pct"/>
          </w:tcPr>
          <w:p w:rsidR="002466ED" w:rsidRPr="00557948" w:rsidRDefault="002466ED" w:rsidP="00000F96">
            <w:pPr>
              <w:pStyle w:val="NormalWeb"/>
              <w:widowControl w:val="0"/>
              <w:spacing w:before="0" w:after="0"/>
              <w:rPr>
                <w:sz w:val="28"/>
                <w:szCs w:val="28"/>
              </w:rPr>
            </w:pPr>
            <w:r w:rsidRPr="00557948">
              <w:rPr>
                <w:sz w:val="28"/>
                <w:szCs w:val="28"/>
              </w:rPr>
              <w:t>Среда</w:t>
            </w:r>
          </w:p>
        </w:tc>
        <w:tc>
          <w:tcPr>
            <w:tcW w:w="1674" w:type="pct"/>
          </w:tcPr>
          <w:p w:rsidR="002466ED" w:rsidRPr="00222422" w:rsidRDefault="002466ED" w:rsidP="00000F96">
            <w:pPr>
              <w:rPr>
                <w:szCs w:val="28"/>
              </w:rPr>
            </w:pPr>
            <w:r w:rsidRPr="00222422">
              <w:rPr>
                <w:szCs w:val="28"/>
              </w:rPr>
              <w:t>08.30-17.00 (13.00-14.00)</w:t>
            </w:r>
          </w:p>
        </w:tc>
        <w:tc>
          <w:tcPr>
            <w:tcW w:w="1642" w:type="pct"/>
          </w:tcPr>
          <w:p w:rsidR="002466ED" w:rsidRPr="00222422" w:rsidRDefault="002466ED" w:rsidP="00000F96">
            <w:pPr>
              <w:rPr>
                <w:szCs w:val="28"/>
              </w:rPr>
            </w:pPr>
            <w:r w:rsidRPr="00222422">
              <w:rPr>
                <w:szCs w:val="28"/>
              </w:rPr>
              <w:t>09.00-13.00</w:t>
            </w:r>
          </w:p>
        </w:tc>
      </w:tr>
      <w:tr w:rsidR="002466ED" w:rsidRPr="00222422" w:rsidTr="00000F96">
        <w:tc>
          <w:tcPr>
            <w:tcW w:w="1684" w:type="pct"/>
          </w:tcPr>
          <w:p w:rsidR="002466ED" w:rsidRPr="00557948" w:rsidRDefault="002466ED" w:rsidP="00000F96">
            <w:pPr>
              <w:pStyle w:val="NormalWeb"/>
              <w:widowControl w:val="0"/>
              <w:spacing w:before="0" w:after="0"/>
              <w:rPr>
                <w:sz w:val="28"/>
                <w:szCs w:val="28"/>
              </w:rPr>
            </w:pPr>
            <w:r w:rsidRPr="00557948">
              <w:rPr>
                <w:sz w:val="28"/>
                <w:szCs w:val="28"/>
              </w:rPr>
              <w:t>Четверг</w:t>
            </w:r>
          </w:p>
        </w:tc>
        <w:tc>
          <w:tcPr>
            <w:tcW w:w="1674" w:type="pct"/>
          </w:tcPr>
          <w:p w:rsidR="002466ED" w:rsidRPr="00222422" w:rsidRDefault="002466ED" w:rsidP="00000F96">
            <w:pPr>
              <w:rPr>
                <w:szCs w:val="28"/>
              </w:rPr>
            </w:pPr>
            <w:r w:rsidRPr="00222422">
              <w:rPr>
                <w:szCs w:val="28"/>
              </w:rPr>
              <w:t>08.30-17.00 (13.00-14.00)</w:t>
            </w:r>
          </w:p>
        </w:tc>
        <w:tc>
          <w:tcPr>
            <w:tcW w:w="1642" w:type="pct"/>
          </w:tcPr>
          <w:p w:rsidR="002466ED" w:rsidRPr="00222422" w:rsidRDefault="002466ED" w:rsidP="00000F96">
            <w:pPr>
              <w:rPr>
                <w:szCs w:val="28"/>
              </w:rPr>
            </w:pPr>
            <w:r w:rsidRPr="00222422">
              <w:rPr>
                <w:szCs w:val="28"/>
              </w:rPr>
              <w:t>09.00-13.00</w:t>
            </w:r>
          </w:p>
        </w:tc>
      </w:tr>
      <w:tr w:rsidR="002466ED" w:rsidRPr="00222422" w:rsidTr="00000F96">
        <w:tc>
          <w:tcPr>
            <w:tcW w:w="1684" w:type="pct"/>
          </w:tcPr>
          <w:p w:rsidR="002466ED" w:rsidRPr="00557948" w:rsidRDefault="002466ED" w:rsidP="00000F96">
            <w:pPr>
              <w:pStyle w:val="NormalWeb"/>
              <w:widowControl w:val="0"/>
              <w:spacing w:before="0" w:after="0"/>
              <w:rPr>
                <w:sz w:val="28"/>
                <w:szCs w:val="28"/>
              </w:rPr>
            </w:pPr>
            <w:r w:rsidRPr="00557948">
              <w:rPr>
                <w:sz w:val="28"/>
                <w:szCs w:val="28"/>
              </w:rPr>
              <w:t>Пятница</w:t>
            </w:r>
          </w:p>
        </w:tc>
        <w:tc>
          <w:tcPr>
            <w:tcW w:w="1674" w:type="pct"/>
          </w:tcPr>
          <w:p w:rsidR="002466ED" w:rsidRPr="00557948" w:rsidRDefault="002466ED" w:rsidP="00000F96">
            <w:pPr>
              <w:pStyle w:val="NormalWeb"/>
              <w:widowControl w:val="0"/>
              <w:spacing w:before="0" w:after="0"/>
              <w:rPr>
                <w:sz w:val="28"/>
                <w:szCs w:val="28"/>
              </w:rPr>
            </w:pPr>
            <w:r w:rsidRPr="00557948">
              <w:rPr>
                <w:sz w:val="28"/>
                <w:szCs w:val="28"/>
              </w:rPr>
              <w:t>09.00-16.00 (13.00-14.00)</w:t>
            </w:r>
          </w:p>
        </w:tc>
        <w:tc>
          <w:tcPr>
            <w:tcW w:w="1642" w:type="pct"/>
          </w:tcPr>
          <w:p w:rsidR="002466ED" w:rsidRPr="00222422" w:rsidRDefault="002466ED" w:rsidP="00000F96">
            <w:pPr>
              <w:rPr>
                <w:szCs w:val="28"/>
              </w:rPr>
            </w:pPr>
            <w:r w:rsidRPr="00222422">
              <w:rPr>
                <w:szCs w:val="28"/>
              </w:rPr>
              <w:t>09.00-13.00</w:t>
            </w:r>
          </w:p>
        </w:tc>
      </w:tr>
      <w:tr w:rsidR="002466ED" w:rsidRPr="00222422" w:rsidTr="00000F96">
        <w:tc>
          <w:tcPr>
            <w:tcW w:w="1684" w:type="pct"/>
          </w:tcPr>
          <w:p w:rsidR="002466ED" w:rsidRPr="00557948" w:rsidRDefault="002466ED" w:rsidP="00000F96">
            <w:pPr>
              <w:pStyle w:val="NormalWeb"/>
              <w:widowControl w:val="0"/>
              <w:spacing w:before="0" w:after="0"/>
              <w:rPr>
                <w:sz w:val="28"/>
                <w:szCs w:val="28"/>
              </w:rPr>
            </w:pPr>
            <w:r w:rsidRPr="00557948">
              <w:rPr>
                <w:sz w:val="28"/>
                <w:szCs w:val="28"/>
              </w:rPr>
              <w:t>Суббота</w:t>
            </w:r>
          </w:p>
        </w:tc>
        <w:tc>
          <w:tcPr>
            <w:tcW w:w="1674" w:type="pct"/>
          </w:tcPr>
          <w:p w:rsidR="002466ED" w:rsidRPr="00557948" w:rsidRDefault="002466ED" w:rsidP="00000F96">
            <w:pPr>
              <w:pStyle w:val="NormalWeb"/>
              <w:widowControl w:val="0"/>
              <w:spacing w:before="0" w:after="0"/>
              <w:ind w:firstLine="284"/>
              <w:rPr>
                <w:sz w:val="28"/>
                <w:szCs w:val="28"/>
              </w:rPr>
            </w:pPr>
            <w:r w:rsidRPr="00557948">
              <w:rPr>
                <w:sz w:val="28"/>
                <w:szCs w:val="28"/>
              </w:rPr>
              <w:t>выходной</w:t>
            </w:r>
          </w:p>
        </w:tc>
        <w:tc>
          <w:tcPr>
            <w:tcW w:w="1642" w:type="pct"/>
          </w:tcPr>
          <w:p w:rsidR="002466ED" w:rsidRPr="00557948" w:rsidRDefault="002466ED" w:rsidP="00000F96">
            <w:pPr>
              <w:pStyle w:val="NormalWeb"/>
              <w:widowControl w:val="0"/>
              <w:spacing w:before="0" w:after="0"/>
              <w:ind w:firstLine="284"/>
              <w:rPr>
                <w:sz w:val="28"/>
                <w:szCs w:val="28"/>
              </w:rPr>
            </w:pPr>
          </w:p>
        </w:tc>
      </w:tr>
      <w:tr w:rsidR="002466ED" w:rsidRPr="00222422" w:rsidTr="00000F96">
        <w:tc>
          <w:tcPr>
            <w:tcW w:w="1684" w:type="pct"/>
          </w:tcPr>
          <w:p w:rsidR="002466ED" w:rsidRPr="00557948" w:rsidRDefault="002466ED" w:rsidP="00000F96">
            <w:pPr>
              <w:pStyle w:val="NormalWeb"/>
              <w:widowControl w:val="0"/>
              <w:spacing w:before="0" w:after="0"/>
              <w:rPr>
                <w:sz w:val="28"/>
                <w:szCs w:val="28"/>
              </w:rPr>
            </w:pPr>
            <w:r w:rsidRPr="00557948">
              <w:rPr>
                <w:sz w:val="28"/>
                <w:szCs w:val="28"/>
              </w:rPr>
              <w:t>Воскресенье</w:t>
            </w:r>
          </w:p>
        </w:tc>
        <w:tc>
          <w:tcPr>
            <w:tcW w:w="1674" w:type="pct"/>
          </w:tcPr>
          <w:p w:rsidR="002466ED" w:rsidRPr="00557948" w:rsidRDefault="002466ED" w:rsidP="00000F96">
            <w:pPr>
              <w:pStyle w:val="NormalWeb"/>
              <w:widowControl w:val="0"/>
              <w:spacing w:before="0" w:after="0"/>
              <w:ind w:firstLine="284"/>
              <w:rPr>
                <w:sz w:val="28"/>
                <w:szCs w:val="28"/>
              </w:rPr>
            </w:pPr>
            <w:r w:rsidRPr="00557948">
              <w:rPr>
                <w:sz w:val="28"/>
                <w:szCs w:val="28"/>
              </w:rPr>
              <w:t>выходной</w:t>
            </w:r>
          </w:p>
        </w:tc>
        <w:tc>
          <w:tcPr>
            <w:tcW w:w="1642" w:type="pct"/>
          </w:tcPr>
          <w:p w:rsidR="002466ED" w:rsidRPr="00557948" w:rsidRDefault="002466ED" w:rsidP="00000F96">
            <w:pPr>
              <w:pStyle w:val="NormalWeb"/>
              <w:widowControl w:val="0"/>
              <w:spacing w:before="0" w:after="0"/>
              <w:ind w:firstLine="284"/>
              <w:rPr>
                <w:sz w:val="28"/>
                <w:szCs w:val="28"/>
              </w:rPr>
            </w:pPr>
          </w:p>
        </w:tc>
      </w:tr>
    </w:tbl>
    <w:p w:rsidR="002466ED" w:rsidRDefault="002466ED" w:rsidP="00D44A0F">
      <w:pPr>
        <w:autoSpaceDE w:val="0"/>
        <w:autoSpaceDN w:val="0"/>
        <w:adjustRightInd w:val="0"/>
        <w:spacing w:line="240" w:lineRule="auto"/>
        <w:ind w:firstLine="709"/>
        <w:jc w:val="right"/>
        <w:outlineLvl w:val="0"/>
        <w:rPr>
          <w:szCs w:val="28"/>
        </w:rPr>
      </w:pPr>
    </w:p>
    <w:p w:rsidR="002466ED" w:rsidRDefault="002466ED" w:rsidP="00D44A0F">
      <w:pPr>
        <w:autoSpaceDE w:val="0"/>
        <w:autoSpaceDN w:val="0"/>
        <w:adjustRightInd w:val="0"/>
        <w:spacing w:line="240" w:lineRule="auto"/>
        <w:ind w:firstLine="709"/>
        <w:jc w:val="right"/>
        <w:outlineLvl w:val="0"/>
        <w:rPr>
          <w:szCs w:val="28"/>
        </w:rPr>
      </w:pPr>
    </w:p>
    <w:p w:rsidR="002466ED" w:rsidRDefault="002466ED" w:rsidP="00D44A0F">
      <w:pPr>
        <w:autoSpaceDE w:val="0"/>
        <w:autoSpaceDN w:val="0"/>
        <w:adjustRightInd w:val="0"/>
        <w:spacing w:line="240" w:lineRule="auto"/>
        <w:ind w:firstLine="709"/>
        <w:jc w:val="right"/>
        <w:outlineLvl w:val="0"/>
        <w:rPr>
          <w:szCs w:val="28"/>
        </w:rPr>
      </w:pPr>
    </w:p>
    <w:p w:rsidR="002466ED" w:rsidRDefault="002466ED" w:rsidP="00D44A0F">
      <w:pPr>
        <w:autoSpaceDE w:val="0"/>
        <w:autoSpaceDN w:val="0"/>
        <w:adjustRightInd w:val="0"/>
        <w:spacing w:line="240" w:lineRule="auto"/>
        <w:ind w:firstLine="709"/>
        <w:jc w:val="right"/>
        <w:outlineLvl w:val="0"/>
        <w:rPr>
          <w:szCs w:val="28"/>
        </w:rPr>
      </w:pPr>
    </w:p>
    <w:p w:rsidR="002466ED" w:rsidRDefault="002466ED" w:rsidP="00D44A0F">
      <w:pPr>
        <w:autoSpaceDE w:val="0"/>
        <w:autoSpaceDN w:val="0"/>
        <w:adjustRightInd w:val="0"/>
        <w:spacing w:line="240" w:lineRule="auto"/>
        <w:ind w:firstLine="709"/>
        <w:jc w:val="right"/>
        <w:outlineLvl w:val="0"/>
        <w:rPr>
          <w:szCs w:val="28"/>
        </w:rPr>
      </w:pPr>
    </w:p>
    <w:p w:rsidR="002466ED" w:rsidRDefault="002466ED" w:rsidP="00D44A0F">
      <w:pPr>
        <w:autoSpaceDE w:val="0"/>
        <w:autoSpaceDN w:val="0"/>
        <w:adjustRightInd w:val="0"/>
        <w:spacing w:line="240" w:lineRule="auto"/>
        <w:ind w:firstLine="709"/>
        <w:jc w:val="right"/>
        <w:outlineLvl w:val="0"/>
        <w:rPr>
          <w:szCs w:val="28"/>
        </w:rPr>
      </w:pPr>
    </w:p>
    <w:p w:rsidR="002466ED" w:rsidRDefault="002466ED" w:rsidP="00D44A0F">
      <w:pPr>
        <w:autoSpaceDE w:val="0"/>
        <w:autoSpaceDN w:val="0"/>
        <w:adjustRightInd w:val="0"/>
        <w:spacing w:line="240" w:lineRule="auto"/>
        <w:ind w:firstLine="709"/>
        <w:jc w:val="right"/>
        <w:outlineLvl w:val="0"/>
        <w:rPr>
          <w:szCs w:val="28"/>
        </w:rPr>
      </w:pPr>
    </w:p>
    <w:p w:rsidR="002466ED" w:rsidRDefault="002466ED" w:rsidP="00D44A0F">
      <w:pPr>
        <w:autoSpaceDE w:val="0"/>
        <w:autoSpaceDN w:val="0"/>
        <w:adjustRightInd w:val="0"/>
        <w:spacing w:line="240" w:lineRule="auto"/>
        <w:ind w:firstLine="709"/>
        <w:jc w:val="right"/>
        <w:outlineLvl w:val="0"/>
        <w:rPr>
          <w:szCs w:val="28"/>
        </w:rPr>
      </w:pPr>
    </w:p>
    <w:p w:rsidR="002466ED" w:rsidRDefault="002466ED" w:rsidP="00D44A0F">
      <w:pPr>
        <w:autoSpaceDE w:val="0"/>
        <w:autoSpaceDN w:val="0"/>
        <w:adjustRightInd w:val="0"/>
        <w:spacing w:line="240" w:lineRule="auto"/>
        <w:ind w:firstLine="709"/>
        <w:jc w:val="right"/>
        <w:outlineLvl w:val="0"/>
        <w:rPr>
          <w:szCs w:val="28"/>
        </w:rPr>
      </w:pPr>
    </w:p>
    <w:p w:rsidR="002466ED" w:rsidRDefault="002466ED" w:rsidP="00D44A0F">
      <w:pPr>
        <w:autoSpaceDE w:val="0"/>
        <w:autoSpaceDN w:val="0"/>
        <w:adjustRightInd w:val="0"/>
        <w:spacing w:line="240" w:lineRule="auto"/>
        <w:ind w:firstLine="709"/>
        <w:jc w:val="right"/>
        <w:outlineLvl w:val="0"/>
        <w:rPr>
          <w:szCs w:val="28"/>
        </w:rPr>
      </w:pPr>
    </w:p>
    <w:p w:rsidR="002466ED" w:rsidRDefault="002466ED" w:rsidP="00D44A0F">
      <w:pPr>
        <w:autoSpaceDE w:val="0"/>
        <w:autoSpaceDN w:val="0"/>
        <w:adjustRightInd w:val="0"/>
        <w:spacing w:line="240" w:lineRule="auto"/>
        <w:ind w:firstLine="709"/>
        <w:jc w:val="right"/>
        <w:outlineLvl w:val="0"/>
        <w:rPr>
          <w:szCs w:val="28"/>
        </w:rPr>
      </w:pPr>
    </w:p>
    <w:p w:rsidR="002466ED" w:rsidRDefault="002466ED" w:rsidP="00D44A0F">
      <w:pPr>
        <w:autoSpaceDE w:val="0"/>
        <w:autoSpaceDN w:val="0"/>
        <w:adjustRightInd w:val="0"/>
        <w:spacing w:line="240" w:lineRule="auto"/>
        <w:ind w:firstLine="709"/>
        <w:jc w:val="right"/>
        <w:outlineLvl w:val="0"/>
        <w:rPr>
          <w:szCs w:val="28"/>
        </w:rPr>
      </w:pPr>
    </w:p>
    <w:p w:rsidR="002466ED" w:rsidRDefault="002466ED" w:rsidP="00D44A0F">
      <w:pPr>
        <w:autoSpaceDE w:val="0"/>
        <w:autoSpaceDN w:val="0"/>
        <w:adjustRightInd w:val="0"/>
        <w:spacing w:line="240" w:lineRule="auto"/>
        <w:ind w:firstLine="709"/>
        <w:jc w:val="right"/>
        <w:outlineLvl w:val="0"/>
        <w:rPr>
          <w:szCs w:val="28"/>
        </w:rPr>
      </w:pPr>
    </w:p>
    <w:p w:rsidR="002466ED" w:rsidRDefault="002466ED" w:rsidP="00D44A0F">
      <w:pPr>
        <w:autoSpaceDE w:val="0"/>
        <w:autoSpaceDN w:val="0"/>
        <w:adjustRightInd w:val="0"/>
        <w:spacing w:line="240" w:lineRule="auto"/>
        <w:ind w:firstLine="709"/>
        <w:jc w:val="right"/>
        <w:outlineLvl w:val="0"/>
        <w:rPr>
          <w:szCs w:val="28"/>
        </w:rPr>
      </w:pPr>
    </w:p>
    <w:p w:rsidR="002466ED" w:rsidRDefault="002466ED" w:rsidP="00D44A0F">
      <w:pPr>
        <w:autoSpaceDE w:val="0"/>
        <w:autoSpaceDN w:val="0"/>
        <w:adjustRightInd w:val="0"/>
        <w:spacing w:line="240" w:lineRule="auto"/>
        <w:ind w:firstLine="709"/>
        <w:jc w:val="right"/>
        <w:outlineLvl w:val="0"/>
        <w:rPr>
          <w:szCs w:val="28"/>
        </w:rPr>
      </w:pPr>
    </w:p>
    <w:p w:rsidR="002466ED" w:rsidRDefault="002466ED" w:rsidP="00D44A0F">
      <w:pPr>
        <w:autoSpaceDE w:val="0"/>
        <w:autoSpaceDN w:val="0"/>
        <w:adjustRightInd w:val="0"/>
        <w:spacing w:line="240" w:lineRule="auto"/>
        <w:ind w:firstLine="709"/>
        <w:jc w:val="right"/>
        <w:outlineLvl w:val="0"/>
        <w:rPr>
          <w:szCs w:val="28"/>
        </w:rPr>
      </w:pPr>
    </w:p>
    <w:p w:rsidR="002466ED" w:rsidRDefault="002466ED" w:rsidP="00D44A0F">
      <w:pPr>
        <w:autoSpaceDE w:val="0"/>
        <w:autoSpaceDN w:val="0"/>
        <w:adjustRightInd w:val="0"/>
        <w:spacing w:line="240" w:lineRule="auto"/>
        <w:ind w:firstLine="709"/>
        <w:jc w:val="right"/>
        <w:outlineLvl w:val="0"/>
        <w:rPr>
          <w:szCs w:val="28"/>
        </w:rPr>
      </w:pPr>
    </w:p>
    <w:p w:rsidR="002466ED" w:rsidRDefault="002466ED" w:rsidP="00D44A0F">
      <w:pPr>
        <w:autoSpaceDE w:val="0"/>
        <w:autoSpaceDN w:val="0"/>
        <w:adjustRightInd w:val="0"/>
        <w:spacing w:line="240" w:lineRule="auto"/>
        <w:ind w:firstLine="709"/>
        <w:jc w:val="right"/>
        <w:outlineLvl w:val="0"/>
        <w:rPr>
          <w:szCs w:val="28"/>
        </w:rPr>
      </w:pPr>
    </w:p>
    <w:p w:rsidR="002466ED" w:rsidRDefault="002466ED" w:rsidP="00D44A0F">
      <w:pPr>
        <w:autoSpaceDE w:val="0"/>
        <w:autoSpaceDN w:val="0"/>
        <w:adjustRightInd w:val="0"/>
        <w:spacing w:line="240" w:lineRule="auto"/>
        <w:ind w:firstLine="709"/>
        <w:jc w:val="right"/>
        <w:outlineLvl w:val="0"/>
        <w:rPr>
          <w:szCs w:val="28"/>
        </w:rPr>
      </w:pPr>
    </w:p>
    <w:p w:rsidR="002466ED" w:rsidRDefault="002466ED" w:rsidP="00D44A0F">
      <w:pPr>
        <w:autoSpaceDE w:val="0"/>
        <w:autoSpaceDN w:val="0"/>
        <w:adjustRightInd w:val="0"/>
        <w:spacing w:line="240" w:lineRule="auto"/>
        <w:ind w:firstLine="709"/>
        <w:jc w:val="right"/>
        <w:outlineLvl w:val="0"/>
        <w:rPr>
          <w:szCs w:val="28"/>
        </w:rPr>
      </w:pPr>
    </w:p>
    <w:p w:rsidR="002466ED" w:rsidRDefault="002466ED" w:rsidP="00D44A0F">
      <w:pPr>
        <w:autoSpaceDE w:val="0"/>
        <w:autoSpaceDN w:val="0"/>
        <w:adjustRightInd w:val="0"/>
        <w:spacing w:line="240" w:lineRule="auto"/>
        <w:ind w:firstLine="709"/>
        <w:jc w:val="right"/>
        <w:outlineLvl w:val="0"/>
        <w:rPr>
          <w:szCs w:val="28"/>
        </w:rPr>
      </w:pPr>
    </w:p>
    <w:p w:rsidR="002466ED" w:rsidRDefault="002466ED" w:rsidP="00D44A0F">
      <w:pPr>
        <w:autoSpaceDE w:val="0"/>
        <w:autoSpaceDN w:val="0"/>
        <w:adjustRightInd w:val="0"/>
        <w:spacing w:line="240" w:lineRule="auto"/>
        <w:ind w:firstLine="709"/>
        <w:jc w:val="right"/>
        <w:outlineLvl w:val="0"/>
        <w:rPr>
          <w:szCs w:val="28"/>
        </w:rPr>
      </w:pPr>
    </w:p>
    <w:p w:rsidR="002466ED" w:rsidRDefault="002466ED" w:rsidP="00D44A0F">
      <w:pPr>
        <w:autoSpaceDE w:val="0"/>
        <w:autoSpaceDN w:val="0"/>
        <w:adjustRightInd w:val="0"/>
        <w:spacing w:line="240" w:lineRule="auto"/>
        <w:ind w:firstLine="709"/>
        <w:jc w:val="right"/>
        <w:outlineLvl w:val="0"/>
        <w:rPr>
          <w:szCs w:val="28"/>
        </w:rPr>
      </w:pPr>
    </w:p>
    <w:p w:rsidR="002466ED" w:rsidRDefault="002466ED" w:rsidP="00D44A0F">
      <w:pPr>
        <w:autoSpaceDE w:val="0"/>
        <w:autoSpaceDN w:val="0"/>
        <w:adjustRightInd w:val="0"/>
        <w:spacing w:line="240" w:lineRule="auto"/>
        <w:ind w:firstLine="709"/>
        <w:jc w:val="right"/>
        <w:outlineLvl w:val="0"/>
        <w:rPr>
          <w:szCs w:val="28"/>
        </w:rPr>
      </w:pPr>
    </w:p>
    <w:p w:rsidR="002466ED" w:rsidRDefault="002466ED" w:rsidP="00D44A0F">
      <w:pPr>
        <w:autoSpaceDE w:val="0"/>
        <w:autoSpaceDN w:val="0"/>
        <w:adjustRightInd w:val="0"/>
        <w:spacing w:line="240" w:lineRule="auto"/>
        <w:ind w:firstLine="709"/>
        <w:jc w:val="right"/>
        <w:outlineLvl w:val="0"/>
        <w:rPr>
          <w:szCs w:val="28"/>
        </w:rPr>
      </w:pPr>
    </w:p>
    <w:p w:rsidR="002466ED" w:rsidRDefault="002466ED" w:rsidP="00D44A0F">
      <w:pPr>
        <w:autoSpaceDE w:val="0"/>
        <w:autoSpaceDN w:val="0"/>
        <w:adjustRightInd w:val="0"/>
        <w:spacing w:line="240" w:lineRule="auto"/>
        <w:ind w:firstLine="709"/>
        <w:jc w:val="right"/>
        <w:outlineLvl w:val="0"/>
        <w:rPr>
          <w:szCs w:val="28"/>
        </w:rPr>
      </w:pPr>
    </w:p>
    <w:p w:rsidR="002466ED" w:rsidRDefault="002466ED" w:rsidP="00D44A0F">
      <w:pPr>
        <w:autoSpaceDE w:val="0"/>
        <w:autoSpaceDN w:val="0"/>
        <w:adjustRightInd w:val="0"/>
        <w:spacing w:line="240" w:lineRule="auto"/>
        <w:ind w:firstLine="709"/>
        <w:jc w:val="right"/>
        <w:outlineLvl w:val="0"/>
        <w:rPr>
          <w:szCs w:val="28"/>
        </w:rPr>
      </w:pPr>
    </w:p>
    <w:p w:rsidR="002466ED" w:rsidRPr="00D44A0F" w:rsidRDefault="002466ED" w:rsidP="00D44A0F">
      <w:pPr>
        <w:autoSpaceDE w:val="0"/>
        <w:autoSpaceDN w:val="0"/>
        <w:adjustRightInd w:val="0"/>
        <w:spacing w:line="240" w:lineRule="auto"/>
        <w:ind w:firstLine="709"/>
        <w:jc w:val="right"/>
        <w:outlineLvl w:val="0"/>
        <w:rPr>
          <w:szCs w:val="28"/>
        </w:rPr>
      </w:pPr>
      <w:r w:rsidRPr="00D44A0F">
        <w:rPr>
          <w:szCs w:val="28"/>
        </w:rPr>
        <w:t>Приложение  2</w:t>
      </w:r>
    </w:p>
    <w:p w:rsidR="002466ED" w:rsidRPr="00D44A0F" w:rsidRDefault="002466ED" w:rsidP="00D44A0F">
      <w:pPr>
        <w:autoSpaceDE w:val="0"/>
        <w:autoSpaceDN w:val="0"/>
        <w:adjustRightInd w:val="0"/>
        <w:spacing w:line="240" w:lineRule="auto"/>
        <w:ind w:firstLine="709"/>
        <w:jc w:val="right"/>
        <w:rPr>
          <w:szCs w:val="28"/>
        </w:rPr>
      </w:pPr>
      <w:r w:rsidRPr="00D44A0F">
        <w:rPr>
          <w:szCs w:val="28"/>
        </w:rPr>
        <w:t>к административному регламенту</w:t>
      </w:r>
    </w:p>
    <w:p w:rsidR="002466ED" w:rsidRPr="00D44A0F" w:rsidRDefault="002466ED" w:rsidP="00D44A0F">
      <w:pPr>
        <w:autoSpaceDE w:val="0"/>
        <w:autoSpaceDN w:val="0"/>
        <w:adjustRightInd w:val="0"/>
        <w:spacing w:line="240" w:lineRule="auto"/>
        <w:ind w:firstLine="709"/>
        <w:jc w:val="right"/>
        <w:rPr>
          <w:szCs w:val="28"/>
        </w:rPr>
      </w:pPr>
      <w:r w:rsidRPr="00D44A0F">
        <w:rPr>
          <w:szCs w:val="28"/>
        </w:rPr>
        <w:t>предоставления муниципальной услуги</w:t>
      </w:r>
    </w:p>
    <w:p w:rsidR="002466ED" w:rsidRPr="00D44A0F" w:rsidRDefault="002466ED" w:rsidP="00D44A0F">
      <w:pPr>
        <w:pStyle w:val="ConsPlusNormal"/>
        <w:ind w:firstLine="709"/>
        <w:jc w:val="right"/>
        <w:outlineLvl w:val="0"/>
        <w:rPr>
          <w:rFonts w:ascii="Times New Roman" w:hAnsi="Times New Roman"/>
          <w:sz w:val="28"/>
          <w:szCs w:val="28"/>
        </w:rPr>
      </w:pPr>
      <w:r w:rsidRPr="00D44A0F">
        <w:rPr>
          <w:rFonts w:ascii="Times New Roman" w:hAnsi="Times New Roman"/>
          <w:sz w:val="28"/>
          <w:szCs w:val="28"/>
        </w:rPr>
        <w:t xml:space="preserve">«Признание помещения жилым помещением, жилого помещения непригодным для проживания и многоквартирного дома </w:t>
      </w:r>
    </w:p>
    <w:p w:rsidR="002466ED" w:rsidRPr="00D44A0F" w:rsidRDefault="002466ED" w:rsidP="00D44A0F">
      <w:pPr>
        <w:pStyle w:val="ConsPlusNormal"/>
        <w:ind w:firstLine="709"/>
        <w:jc w:val="right"/>
        <w:outlineLvl w:val="0"/>
        <w:rPr>
          <w:rFonts w:ascii="Times New Roman" w:hAnsi="Times New Roman"/>
          <w:sz w:val="28"/>
          <w:szCs w:val="28"/>
        </w:rPr>
      </w:pPr>
      <w:r w:rsidRPr="00D44A0F">
        <w:rPr>
          <w:rFonts w:ascii="Times New Roman" w:hAnsi="Times New Roman"/>
          <w:sz w:val="28"/>
          <w:szCs w:val="28"/>
        </w:rPr>
        <w:t>аварийным и подлежащим сносу или реконструкции»</w:t>
      </w:r>
    </w:p>
    <w:p w:rsidR="002466ED" w:rsidRPr="00D44A0F" w:rsidRDefault="002466ED" w:rsidP="00D44A0F">
      <w:pPr>
        <w:pStyle w:val="ConsPlusNormal"/>
        <w:ind w:firstLine="709"/>
        <w:jc w:val="right"/>
        <w:outlineLvl w:val="0"/>
        <w:rPr>
          <w:rFonts w:ascii="Times New Roman" w:hAnsi="Times New Roman"/>
          <w:sz w:val="28"/>
          <w:szCs w:val="28"/>
        </w:rPr>
      </w:pPr>
    </w:p>
    <w:p w:rsidR="002466ED" w:rsidRPr="00D44A0F" w:rsidRDefault="002466ED" w:rsidP="00D44A0F">
      <w:pPr>
        <w:pStyle w:val="ConsPlusNormal"/>
        <w:ind w:firstLine="709"/>
        <w:jc w:val="right"/>
        <w:outlineLvl w:val="0"/>
        <w:rPr>
          <w:rFonts w:ascii="Times New Roman" w:hAnsi="Times New Roman"/>
          <w:szCs w:val="26"/>
        </w:rPr>
      </w:pPr>
      <w:r w:rsidRPr="00D44A0F">
        <w:rPr>
          <w:rFonts w:ascii="Times New Roman" w:hAnsi="Times New Roman"/>
          <w:szCs w:val="26"/>
        </w:rPr>
        <w:t>Главе ________________________</w:t>
      </w:r>
    </w:p>
    <w:p w:rsidR="002466ED" w:rsidRPr="00D44A0F" w:rsidRDefault="002466ED" w:rsidP="00D44A0F">
      <w:pPr>
        <w:pStyle w:val="ConsPlusNormal"/>
        <w:ind w:firstLine="709"/>
        <w:jc w:val="right"/>
        <w:outlineLvl w:val="0"/>
        <w:rPr>
          <w:rFonts w:ascii="Times New Roman" w:hAnsi="Times New Roman"/>
          <w:szCs w:val="26"/>
        </w:rPr>
      </w:pPr>
      <w:r w:rsidRPr="00D44A0F">
        <w:rPr>
          <w:rFonts w:ascii="Times New Roman" w:hAnsi="Times New Roman"/>
          <w:szCs w:val="26"/>
        </w:rPr>
        <w:t>_____________________________</w:t>
      </w:r>
    </w:p>
    <w:p w:rsidR="002466ED" w:rsidRPr="00D44A0F" w:rsidRDefault="002466ED" w:rsidP="00D44A0F">
      <w:pPr>
        <w:pStyle w:val="ConsPlusNormal"/>
        <w:ind w:firstLine="709"/>
        <w:jc w:val="right"/>
        <w:outlineLvl w:val="0"/>
        <w:rPr>
          <w:rFonts w:ascii="Times New Roman" w:hAnsi="Times New Roman"/>
          <w:szCs w:val="26"/>
        </w:rPr>
      </w:pPr>
      <w:r w:rsidRPr="00D44A0F">
        <w:rPr>
          <w:rFonts w:ascii="Times New Roman" w:hAnsi="Times New Roman"/>
          <w:szCs w:val="26"/>
        </w:rPr>
        <w:t>_____________________________</w:t>
      </w:r>
    </w:p>
    <w:p w:rsidR="002466ED" w:rsidRPr="00D44A0F" w:rsidRDefault="002466ED" w:rsidP="00D44A0F">
      <w:pPr>
        <w:pStyle w:val="ConsPlusNormal"/>
        <w:ind w:firstLine="709"/>
        <w:jc w:val="right"/>
        <w:outlineLvl w:val="0"/>
        <w:rPr>
          <w:rFonts w:ascii="Times New Roman" w:hAnsi="Times New Roman"/>
          <w:szCs w:val="26"/>
        </w:rPr>
      </w:pPr>
      <w:r w:rsidRPr="00D44A0F">
        <w:rPr>
          <w:rFonts w:ascii="Times New Roman" w:hAnsi="Times New Roman"/>
          <w:szCs w:val="26"/>
        </w:rPr>
        <w:t>от ___________________________</w:t>
      </w:r>
    </w:p>
    <w:p w:rsidR="002466ED" w:rsidRPr="00D44A0F" w:rsidRDefault="002466ED" w:rsidP="00D44A0F">
      <w:pPr>
        <w:pStyle w:val="ConsPlusNormal"/>
        <w:ind w:firstLine="709"/>
        <w:jc w:val="right"/>
        <w:outlineLvl w:val="0"/>
        <w:rPr>
          <w:rFonts w:ascii="Times New Roman" w:hAnsi="Times New Roman"/>
          <w:szCs w:val="26"/>
        </w:rPr>
      </w:pPr>
      <w:r w:rsidRPr="00D44A0F">
        <w:rPr>
          <w:rFonts w:ascii="Times New Roman" w:hAnsi="Times New Roman"/>
          <w:szCs w:val="26"/>
        </w:rPr>
        <w:t>(фамилия, имя отчество заявителя;</w:t>
      </w:r>
    </w:p>
    <w:p w:rsidR="002466ED" w:rsidRPr="00D44A0F" w:rsidRDefault="002466ED" w:rsidP="00D44A0F">
      <w:pPr>
        <w:pStyle w:val="ConsPlusNormal"/>
        <w:ind w:firstLine="709"/>
        <w:jc w:val="right"/>
        <w:outlineLvl w:val="0"/>
        <w:rPr>
          <w:rFonts w:ascii="Times New Roman" w:hAnsi="Times New Roman"/>
          <w:szCs w:val="26"/>
        </w:rPr>
      </w:pPr>
      <w:r w:rsidRPr="00D44A0F">
        <w:rPr>
          <w:rFonts w:ascii="Times New Roman" w:hAnsi="Times New Roman"/>
          <w:szCs w:val="26"/>
        </w:rPr>
        <w:t>_____________________________</w:t>
      </w:r>
    </w:p>
    <w:p w:rsidR="002466ED" w:rsidRPr="00D44A0F" w:rsidRDefault="002466ED" w:rsidP="00D44A0F">
      <w:pPr>
        <w:pStyle w:val="ConsPlusNormal"/>
        <w:ind w:firstLine="709"/>
        <w:jc w:val="right"/>
        <w:outlineLvl w:val="0"/>
        <w:rPr>
          <w:rFonts w:ascii="Times New Roman" w:hAnsi="Times New Roman"/>
          <w:szCs w:val="26"/>
        </w:rPr>
      </w:pPr>
      <w:r w:rsidRPr="00D44A0F">
        <w:rPr>
          <w:rFonts w:ascii="Times New Roman" w:hAnsi="Times New Roman"/>
          <w:szCs w:val="26"/>
        </w:rPr>
        <w:t>наименование юридического лица,</w:t>
      </w:r>
    </w:p>
    <w:p w:rsidR="002466ED" w:rsidRPr="00D44A0F" w:rsidRDefault="002466ED" w:rsidP="00D44A0F">
      <w:pPr>
        <w:pStyle w:val="ConsPlusNormal"/>
        <w:ind w:firstLine="709"/>
        <w:jc w:val="right"/>
        <w:outlineLvl w:val="0"/>
        <w:rPr>
          <w:rFonts w:ascii="Times New Roman" w:hAnsi="Times New Roman"/>
          <w:szCs w:val="26"/>
        </w:rPr>
      </w:pPr>
      <w:r w:rsidRPr="00D44A0F">
        <w:rPr>
          <w:rFonts w:ascii="Times New Roman" w:hAnsi="Times New Roman"/>
          <w:szCs w:val="26"/>
        </w:rPr>
        <w:t>____________________________</w:t>
      </w:r>
    </w:p>
    <w:p w:rsidR="002466ED" w:rsidRPr="00D44A0F" w:rsidRDefault="002466ED" w:rsidP="00D44A0F">
      <w:pPr>
        <w:pStyle w:val="ConsPlusNormal"/>
        <w:ind w:firstLine="709"/>
        <w:jc w:val="right"/>
        <w:outlineLvl w:val="0"/>
        <w:rPr>
          <w:rFonts w:ascii="Times New Roman" w:hAnsi="Times New Roman"/>
          <w:szCs w:val="26"/>
        </w:rPr>
      </w:pPr>
      <w:r w:rsidRPr="00D44A0F">
        <w:rPr>
          <w:rFonts w:ascii="Times New Roman" w:hAnsi="Times New Roman"/>
          <w:szCs w:val="26"/>
        </w:rPr>
        <w:t>в лице – должность, ФИО)</w:t>
      </w:r>
    </w:p>
    <w:p w:rsidR="002466ED" w:rsidRPr="00D44A0F" w:rsidRDefault="002466ED" w:rsidP="00D44A0F">
      <w:pPr>
        <w:pStyle w:val="ConsPlusNormal"/>
        <w:ind w:firstLine="709"/>
        <w:jc w:val="right"/>
        <w:outlineLvl w:val="0"/>
        <w:rPr>
          <w:rFonts w:ascii="Times New Roman" w:hAnsi="Times New Roman"/>
          <w:szCs w:val="26"/>
        </w:rPr>
      </w:pPr>
      <w:r w:rsidRPr="00D44A0F">
        <w:rPr>
          <w:rFonts w:ascii="Times New Roman" w:hAnsi="Times New Roman"/>
          <w:szCs w:val="26"/>
        </w:rPr>
        <w:t>____________________________</w:t>
      </w:r>
    </w:p>
    <w:p w:rsidR="002466ED" w:rsidRPr="00D44A0F" w:rsidRDefault="002466ED" w:rsidP="00D44A0F">
      <w:pPr>
        <w:pStyle w:val="ConsPlusNormal"/>
        <w:ind w:firstLine="709"/>
        <w:jc w:val="right"/>
        <w:outlineLvl w:val="0"/>
        <w:rPr>
          <w:rFonts w:ascii="Times New Roman" w:hAnsi="Times New Roman"/>
          <w:szCs w:val="26"/>
        </w:rPr>
      </w:pPr>
      <w:r w:rsidRPr="00D44A0F">
        <w:rPr>
          <w:rFonts w:ascii="Times New Roman" w:hAnsi="Times New Roman"/>
          <w:szCs w:val="26"/>
        </w:rPr>
        <w:t>(адрес проживания; местонахождения)</w:t>
      </w:r>
    </w:p>
    <w:p w:rsidR="002466ED" w:rsidRPr="00D44A0F" w:rsidRDefault="002466ED" w:rsidP="00D44A0F">
      <w:pPr>
        <w:pStyle w:val="ConsPlusNormal"/>
        <w:ind w:firstLine="709"/>
        <w:jc w:val="right"/>
        <w:outlineLvl w:val="0"/>
        <w:rPr>
          <w:rFonts w:ascii="Times New Roman" w:hAnsi="Times New Roman"/>
          <w:szCs w:val="26"/>
        </w:rPr>
      </w:pPr>
      <w:r w:rsidRPr="00D44A0F">
        <w:rPr>
          <w:rFonts w:ascii="Times New Roman" w:hAnsi="Times New Roman"/>
          <w:szCs w:val="26"/>
        </w:rPr>
        <w:t>____________________________</w:t>
      </w:r>
    </w:p>
    <w:p w:rsidR="002466ED" w:rsidRPr="00D44A0F" w:rsidRDefault="002466ED" w:rsidP="00D44A0F">
      <w:pPr>
        <w:pStyle w:val="ConsPlusNormal"/>
        <w:ind w:firstLine="709"/>
        <w:jc w:val="right"/>
        <w:outlineLvl w:val="0"/>
        <w:rPr>
          <w:rFonts w:ascii="Times New Roman" w:hAnsi="Times New Roman"/>
          <w:szCs w:val="26"/>
        </w:rPr>
      </w:pPr>
      <w:r w:rsidRPr="00D44A0F">
        <w:rPr>
          <w:rFonts w:ascii="Times New Roman" w:hAnsi="Times New Roman"/>
          <w:szCs w:val="26"/>
        </w:rPr>
        <w:t>телефон_____________________</w:t>
      </w:r>
    </w:p>
    <w:p w:rsidR="002466ED" w:rsidRPr="00D44A0F" w:rsidRDefault="002466ED" w:rsidP="00D44A0F">
      <w:pPr>
        <w:pStyle w:val="ConsPlusNormal"/>
        <w:ind w:firstLine="709"/>
        <w:jc w:val="right"/>
        <w:outlineLvl w:val="0"/>
        <w:rPr>
          <w:rFonts w:ascii="Times New Roman" w:hAnsi="Times New Roman"/>
          <w:szCs w:val="26"/>
        </w:rPr>
      </w:pPr>
    </w:p>
    <w:p w:rsidR="002466ED" w:rsidRPr="00D44A0F" w:rsidRDefault="002466ED" w:rsidP="00D44A0F">
      <w:pPr>
        <w:autoSpaceDE w:val="0"/>
        <w:autoSpaceDN w:val="0"/>
        <w:adjustRightInd w:val="0"/>
        <w:spacing w:line="240" w:lineRule="auto"/>
        <w:ind w:firstLine="709"/>
        <w:jc w:val="center"/>
        <w:rPr>
          <w:b/>
          <w:sz w:val="26"/>
          <w:szCs w:val="26"/>
        </w:rPr>
      </w:pPr>
      <w:r w:rsidRPr="00D44A0F">
        <w:rPr>
          <w:b/>
          <w:sz w:val="26"/>
          <w:szCs w:val="26"/>
        </w:rPr>
        <w:t xml:space="preserve">ЗАЯВЛЕНИЕ </w:t>
      </w:r>
    </w:p>
    <w:p w:rsidR="002466ED" w:rsidRPr="00D44A0F" w:rsidRDefault="002466ED" w:rsidP="00D44A0F">
      <w:pPr>
        <w:autoSpaceDE w:val="0"/>
        <w:autoSpaceDN w:val="0"/>
        <w:adjustRightInd w:val="0"/>
        <w:spacing w:line="240" w:lineRule="auto"/>
        <w:ind w:firstLine="709"/>
        <w:jc w:val="center"/>
        <w:rPr>
          <w:sz w:val="26"/>
          <w:szCs w:val="26"/>
        </w:rPr>
      </w:pPr>
    </w:p>
    <w:p w:rsidR="002466ED" w:rsidRPr="00D44A0F" w:rsidRDefault="002466ED" w:rsidP="00D44A0F">
      <w:pPr>
        <w:autoSpaceDE w:val="0"/>
        <w:autoSpaceDN w:val="0"/>
        <w:adjustRightInd w:val="0"/>
        <w:spacing w:line="240" w:lineRule="auto"/>
        <w:ind w:firstLine="709"/>
        <w:jc w:val="both"/>
        <w:rPr>
          <w:sz w:val="26"/>
          <w:szCs w:val="26"/>
        </w:rPr>
      </w:pPr>
      <w:r w:rsidRPr="00D44A0F">
        <w:rPr>
          <w:sz w:val="26"/>
          <w:szCs w:val="26"/>
        </w:rPr>
        <w:t>В соответствии со статьей 15 Жилищного кодекса Российской Федерации прошу признать жилое помещение (многоквартирный дом) по адресу _______________________________________________________________________</w:t>
      </w:r>
    </w:p>
    <w:p w:rsidR="002466ED" w:rsidRPr="00D44A0F" w:rsidRDefault="002466ED" w:rsidP="00D44A0F">
      <w:pPr>
        <w:autoSpaceDE w:val="0"/>
        <w:autoSpaceDN w:val="0"/>
        <w:adjustRightInd w:val="0"/>
        <w:spacing w:line="240" w:lineRule="auto"/>
        <w:jc w:val="both"/>
        <w:rPr>
          <w:sz w:val="26"/>
          <w:szCs w:val="26"/>
        </w:rPr>
      </w:pPr>
      <w:r w:rsidRPr="00D44A0F">
        <w:rPr>
          <w:sz w:val="26"/>
          <w:szCs w:val="26"/>
        </w:rPr>
        <w:t>непригодным для проживания.</w:t>
      </w:r>
    </w:p>
    <w:p w:rsidR="002466ED" w:rsidRPr="00D44A0F" w:rsidRDefault="002466ED" w:rsidP="00D44A0F">
      <w:pPr>
        <w:autoSpaceDE w:val="0"/>
        <w:autoSpaceDN w:val="0"/>
        <w:adjustRightInd w:val="0"/>
        <w:spacing w:line="240" w:lineRule="auto"/>
        <w:ind w:firstLine="709"/>
        <w:jc w:val="both"/>
        <w:rPr>
          <w:sz w:val="26"/>
          <w:szCs w:val="26"/>
        </w:rPr>
      </w:pPr>
    </w:p>
    <w:p w:rsidR="002466ED" w:rsidRPr="00D44A0F" w:rsidRDefault="002466ED" w:rsidP="00D44A0F">
      <w:pPr>
        <w:autoSpaceDE w:val="0"/>
        <w:autoSpaceDN w:val="0"/>
        <w:adjustRightInd w:val="0"/>
        <w:spacing w:line="240" w:lineRule="auto"/>
        <w:ind w:firstLine="709"/>
        <w:jc w:val="both"/>
        <w:rPr>
          <w:sz w:val="26"/>
          <w:szCs w:val="26"/>
        </w:rPr>
      </w:pPr>
      <w:r w:rsidRPr="00D44A0F">
        <w:rPr>
          <w:sz w:val="26"/>
          <w:szCs w:val="26"/>
        </w:rPr>
        <w:t>Данные о заявителе (юридическом лице или индивидуальном предпринимателе), которые потребуются в случае  направления межведомственного запроса (в случае отсутствия поставить прочерк):</w:t>
      </w:r>
    </w:p>
    <w:p w:rsidR="002466ED" w:rsidRPr="00D44A0F" w:rsidRDefault="002466ED" w:rsidP="00D44A0F">
      <w:pPr>
        <w:autoSpaceDE w:val="0"/>
        <w:autoSpaceDN w:val="0"/>
        <w:adjustRightInd w:val="0"/>
        <w:spacing w:line="240" w:lineRule="auto"/>
        <w:ind w:firstLine="709"/>
        <w:jc w:val="both"/>
        <w:rPr>
          <w:sz w:val="26"/>
          <w:szCs w:val="26"/>
        </w:rPr>
      </w:pPr>
      <w:r w:rsidRPr="00D44A0F">
        <w:rPr>
          <w:sz w:val="26"/>
          <w:szCs w:val="26"/>
        </w:rPr>
        <w:t>1. Адрес регистрации по месту жительства (для физических лиц): _______________________________________________________________________</w:t>
      </w:r>
    </w:p>
    <w:p w:rsidR="002466ED" w:rsidRPr="00D44A0F" w:rsidRDefault="002466ED" w:rsidP="00D44A0F">
      <w:pPr>
        <w:autoSpaceDE w:val="0"/>
        <w:autoSpaceDN w:val="0"/>
        <w:adjustRightInd w:val="0"/>
        <w:spacing w:line="240" w:lineRule="auto"/>
        <w:ind w:firstLine="709"/>
        <w:jc w:val="both"/>
        <w:rPr>
          <w:sz w:val="26"/>
          <w:szCs w:val="26"/>
        </w:rPr>
      </w:pPr>
      <w:r w:rsidRPr="00D44A0F">
        <w:rPr>
          <w:sz w:val="26"/>
          <w:szCs w:val="26"/>
        </w:rPr>
        <w:t>2. Наименование организации (для юридических лиц): ___________________</w:t>
      </w:r>
    </w:p>
    <w:p w:rsidR="002466ED" w:rsidRPr="00D44A0F" w:rsidRDefault="002466ED" w:rsidP="00D44A0F">
      <w:pPr>
        <w:autoSpaceDE w:val="0"/>
        <w:autoSpaceDN w:val="0"/>
        <w:adjustRightInd w:val="0"/>
        <w:spacing w:line="240" w:lineRule="auto"/>
        <w:jc w:val="both"/>
        <w:rPr>
          <w:sz w:val="26"/>
          <w:szCs w:val="26"/>
        </w:rPr>
      </w:pPr>
      <w:r w:rsidRPr="00D44A0F">
        <w:rPr>
          <w:sz w:val="26"/>
          <w:szCs w:val="26"/>
        </w:rPr>
        <w:t>______________________________________________________________________</w:t>
      </w:r>
    </w:p>
    <w:p w:rsidR="002466ED" w:rsidRPr="00D44A0F" w:rsidRDefault="002466ED" w:rsidP="00D44A0F">
      <w:pPr>
        <w:pStyle w:val="ConsPlusNormal"/>
        <w:ind w:firstLine="709"/>
        <w:jc w:val="both"/>
        <w:rPr>
          <w:rFonts w:ascii="Times New Roman" w:hAnsi="Times New Roman"/>
          <w:szCs w:val="26"/>
        </w:rPr>
      </w:pPr>
      <w:r w:rsidRPr="00D44A0F">
        <w:rPr>
          <w:rFonts w:ascii="Times New Roman" w:hAnsi="Times New Roman"/>
          <w:szCs w:val="26"/>
        </w:rPr>
        <w:t>3. Почтовые реквизиты: ____________________________________________</w:t>
      </w:r>
    </w:p>
    <w:p w:rsidR="002466ED" w:rsidRPr="00D44A0F" w:rsidRDefault="002466ED" w:rsidP="00D44A0F">
      <w:pPr>
        <w:pStyle w:val="ConsPlusNormal"/>
        <w:ind w:firstLine="709"/>
        <w:jc w:val="both"/>
        <w:rPr>
          <w:rFonts w:ascii="Times New Roman" w:hAnsi="Times New Roman"/>
          <w:szCs w:val="26"/>
        </w:rPr>
      </w:pPr>
      <w:r w:rsidRPr="00D44A0F">
        <w:rPr>
          <w:rFonts w:ascii="Times New Roman" w:hAnsi="Times New Roman"/>
          <w:szCs w:val="26"/>
        </w:rPr>
        <w:t>4. Контактные телефоны: __________________________________________</w:t>
      </w:r>
    </w:p>
    <w:p w:rsidR="002466ED" w:rsidRPr="00D44A0F" w:rsidRDefault="002466ED" w:rsidP="00D44A0F">
      <w:pPr>
        <w:pStyle w:val="ConsPlusNormal"/>
        <w:ind w:firstLine="709"/>
        <w:jc w:val="both"/>
        <w:rPr>
          <w:rFonts w:ascii="Times New Roman" w:hAnsi="Times New Roman"/>
          <w:szCs w:val="26"/>
        </w:rPr>
      </w:pPr>
      <w:r w:rsidRPr="00D44A0F">
        <w:rPr>
          <w:rFonts w:ascii="Times New Roman" w:hAnsi="Times New Roman"/>
          <w:szCs w:val="26"/>
        </w:rPr>
        <w:t>5. ИНН: __________________________________________________________</w:t>
      </w:r>
    </w:p>
    <w:p w:rsidR="002466ED" w:rsidRPr="00D44A0F" w:rsidRDefault="002466ED" w:rsidP="00D44A0F">
      <w:pPr>
        <w:pStyle w:val="ConsPlusNormal"/>
        <w:ind w:firstLine="709"/>
        <w:jc w:val="both"/>
        <w:rPr>
          <w:rFonts w:ascii="Times New Roman" w:hAnsi="Times New Roman"/>
          <w:szCs w:val="26"/>
        </w:rPr>
      </w:pPr>
      <w:r w:rsidRPr="00D44A0F">
        <w:rPr>
          <w:rFonts w:ascii="Times New Roman" w:hAnsi="Times New Roman"/>
          <w:szCs w:val="26"/>
        </w:rPr>
        <w:t>6. ОГРН: _________________________________________________________</w:t>
      </w:r>
    </w:p>
    <w:p w:rsidR="002466ED" w:rsidRPr="00D44A0F" w:rsidRDefault="002466ED" w:rsidP="00D44A0F">
      <w:pPr>
        <w:pStyle w:val="ConsPlusNormal"/>
        <w:ind w:firstLine="709"/>
        <w:jc w:val="both"/>
        <w:rPr>
          <w:rFonts w:ascii="Times New Roman" w:hAnsi="Times New Roman"/>
          <w:szCs w:val="26"/>
        </w:rPr>
      </w:pPr>
      <w:r w:rsidRPr="00D44A0F">
        <w:rPr>
          <w:rFonts w:ascii="Times New Roman" w:hAnsi="Times New Roman"/>
          <w:szCs w:val="26"/>
        </w:rPr>
        <w:t>7. ОГРНИП: _____________________________________________________</w:t>
      </w:r>
    </w:p>
    <w:p w:rsidR="002466ED" w:rsidRPr="00D44A0F" w:rsidRDefault="002466ED" w:rsidP="00D44A0F">
      <w:pPr>
        <w:pStyle w:val="ConsPlusNormal"/>
        <w:ind w:firstLine="709"/>
        <w:jc w:val="both"/>
        <w:rPr>
          <w:rFonts w:ascii="Times New Roman" w:hAnsi="Times New Roman"/>
          <w:szCs w:val="26"/>
        </w:rPr>
      </w:pPr>
      <w:r w:rsidRPr="00D44A0F">
        <w:rPr>
          <w:rFonts w:ascii="Times New Roman" w:hAnsi="Times New Roman"/>
          <w:szCs w:val="26"/>
        </w:rPr>
        <w:t>8. Дата государственной регистрации: ________________________________</w:t>
      </w:r>
    </w:p>
    <w:p w:rsidR="002466ED" w:rsidRPr="00D44A0F" w:rsidRDefault="002466ED" w:rsidP="00D44A0F">
      <w:pPr>
        <w:pStyle w:val="ConsPlusNormal"/>
        <w:ind w:firstLine="709"/>
        <w:jc w:val="both"/>
        <w:rPr>
          <w:rFonts w:ascii="Times New Roman" w:hAnsi="Times New Roman"/>
          <w:szCs w:val="26"/>
        </w:rPr>
      </w:pPr>
      <w:r w:rsidRPr="00D44A0F">
        <w:rPr>
          <w:rFonts w:ascii="Times New Roman" w:hAnsi="Times New Roman"/>
          <w:szCs w:val="26"/>
        </w:rPr>
        <w:t>9. Страна регистрации (инкорпорации): ________________________________</w:t>
      </w:r>
    </w:p>
    <w:p w:rsidR="002466ED" w:rsidRPr="00D44A0F" w:rsidRDefault="002466ED" w:rsidP="00D44A0F">
      <w:pPr>
        <w:pStyle w:val="ConsPlusNormal"/>
        <w:ind w:firstLine="709"/>
        <w:jc w:val="both"/>
        <w:rPr>
          <w:rFonts w:ascii="Times New Roman" w:hAnsi="Times New Roman"/>
          <w:szCs w:val="26"/>
        </w:rPr>
      </w:pPr>
    </w:p>
    <w:p w:rsidR="002466ED" w:rsidRPr="00D44A0F" w:rsidRDefault="002466ED" w:rsidP="00D44A0F">
      <w:pPr>
        <w:pStyle w:val="ConsPlusNormal"/>
        <w:ind w:firstLine="709"/>
        <w:jc w:val="both"/>
        <w:rPr>
          <w:rFonts w:ascii="Times New Roman" w:hAnsi="Times New Roman"/>
          <w:szCs w:val="26"/>
        </w:rPr>
      </w:pPr>
      <w:r w:rsidRPr="00D44A0F">
        <w:rPr>
          <w:rFonts w:ascii="Times New Roman" w:hAnsi="Times New Roman"/>
          <w:szCs w:val="26"/>
        </w:rPr>
        <w:t xml:space="preserve">К заявлению приложены следующие документы: </w:t>
      </w:r>
    </w:p>
    <w:p w:rsidR="002466ED" w:rsidRPr="00D44A0F" w:rsidRDefault="002466ED" w:rsidP="00D44A0F">
      <w:pPr>
        <w:pStyle w:val="ConsPlusNormal"/>
        <w:jc w:val="both"/>
        <w:rPr>
          <w:rFonts w:ascii="Times New Roman" w:hAnsi="Times New Roman"/>
          <w:szCs w:val="26"/>
        </w:rPr>
      </w:pPr>
      <w:r w:rsidRPr="00D44A0F">
        <w:rPr>
          <w:rFonts w:ascii="Times New Roman" w:hAnsi="Times New Roman"/>
          <w:szCs w:val="2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466ED" w:rsidRPr="00D44A0F" w:rsidRDefault="002466ED" w:rsidP="00D44A0F">
      <w:pPr>
        <w:pStyle w:val="ConsPlusNormal"/>
        <w:ind w:firstLine="709"/>
        <w:jc w:val="both"/>
        <w:rPr>
          <w:rFonts w:ascii="Times New Roman" w:hAnsi="Times New Roman"/>
          <w:szCs w:val="26"/>
        </w:rPr>
      </w:pPr>
    </w:p>
    <w:p w:rsidR="002466ED" w:rsidRPr="00D44A0F" w:rsidRDefault="002466ED" w:rsidP="00D44A0F">
      <w:pPr>
        <w:pStyle w:val="ConsPlusNormal"/>
        <w:ind w:firstLine="709"/>
        <w:jc w:val="both"/>
        <w:rPr>
          <w:rFonts w:ascii="Times New Roman" w:hAnsi="Times New Roman"/>
          <w:b/>
          <w:szCs w:val="26"/>
        </w:rPr>
      </w:pPr>
      <w:r w:rsidRPr="00D44A0F">
        <w:rPr>
          <w:rFonts w:ascii="Times New Roman" w:hAnsi="Times New Roman"/>
          <w:b/>
          <w:szCs w:val="26"/>
        </w:rPr>
        <w:t xml:space="preserve">Способ направления результата/ответа </w:t>
      </w:r>
    </w:p>
    <w:p w:rsidR="002466ED" w:rsidRPr="00D44A0F" w:rsidRDefault="002466ED" w:rsidP="00D44A0F">
      <w:pPr>
        <w:pStyle w:val="ConsPlusNormal"/>
        <w:ind w:firstLine="709"/>
        <w:jc w:val="both"/>
        <w:rPr>
          <w:rFonts w:ascii="Times New Roman" w:hAnsi="Times New Roman"/>
          <w:szCs w:val="26"/>
        </w:rPr>
      </w:pPr>
      <w:r w:rsidRPr="00D44A0F">
        <w:rPr>
          <w:rFonts w:ascii="Times New Roman" w:hAnsi="Times New Roman"/>
          <w:szCs w:val="26"/>
        </w:rPr>
        <w:t>(лично, уполномоченному лицу, почтовым отправлением, через МФЦ)</w:t>
      </w:r>
      <w:r w:rsidRPr="00D44A0F">
        <w:rPr>
          <w:rFonts w:ascii="Times New Roman" w:hAnsi="Times New Roman"/>
          <w:szCs w:val="26"/>
        </w:rPr>
        <w:tab/>
        <w:t>_______________________________________________________________</w:t>
      </w:r>
    </w:p>
    <w:p w:rsidR="002466ED" w:rsidRPr="00D44A0F" w:rsidRDefault="002466ED" w:rsidP="00D44A0F">
      <w:pPr>
        <w:pStyle w:val="ConsPlusNormal"/>
        <w:ind w:firstLine="709"/>
        <w:jc w:val="both"/>
        <w:rPr>
          <w:rFonts w:ascii="Times New Roman" w:hAnsi="Times New Roman"/>
          <w:szCs w:val="26"/>
        </w:rPr>
      </w:pPr>
      <w:r w:rsidRPr="00D44A0F">
        <w:rPr>
          <w:rFonts w:ascii="Times New Roman" w:hAnsi="Times New Roman"/>
          <w:szCs w:val="26"/>
        </w:rPr>
        <w:t>1) (если в поле «Способ направления результата/ответа» выбран вариант «уполномоченному лицу»):</w:t>
      </w:r>
    </w:p>
    <w:p w:rsidR="002466ED" w:rsidRPr="00D44A0F" w:rsidRDefault="002466ED" w:rsidP="00D44A0F">
      <w:pPr>
        <w:pStyle w:val="ConsPlusNormal"/>
        <w:ind w:firstLine="709"/>
        <w:jc w:val="both"/>
        <w:rPr>
          <w:rFonts w:ascii="Times New Roman" w:hAnsi="Times New Roman"/>
          <w:szCs w:val="26"/>
        </w:rPr>
      </w:pPr>
      <w:r w:rsidRPr="00D44A0F">
        <w:rPr>
          <w:rFonts w:ascii="Times New Roman" w:hAnsi="Times New Roman"/>
          <w:szCs w:val="26"/>
        </w:rPr>
        <w:t>Ф.И.О. (полностью) ______________________________________________</w:t>
      </w:r>
    </w:p>
    <w:p w:rsidR="002466ED" w:rsidRPr="00D44A0F" w:rsidRDefault="002466ED" w:rsidP="00D44A0F">
      <w:pPr>
        <w:pStyle w:val="ConsPlusNormal"/>
        <w:ind w:firstLine="709"/>
        <w:jc w:val="both"/>
        <w:rPr>
          <w:rFonts w:ascii="Times New Roman" w:hAnsi="Times New Roman"/>
          <w:szCs w:val="26"/>
        </w:rPr>
      </w:pPr>
      <w:r w:rsidRPr="00D44A0F">
        <w:rPr>
          <w:rFonts w:ascii="Times New Roman" w:hAnsi="Times New Roman"/>
          <w:szCs w:val="26"/>
        </w:rPr>
        <w:t>Документ, удостоверяющий личность:</w:t>
      </w:r>
    </w:p>
    <w:p w:rsidR="002466ED" w:rsidRPr="00D44A0F" w:rsidRDefault="002466ED" w:rsidP="00D44A0F">
      <w:pPr>
        <w:pStyle w:val="ConsPlusNormal"/>
        <w:ind w:firstLine="709"/>
        <w:jc w:val="both"/>
        <w:rPr>
          <w:rFonts w:ascii="Times New Roman" w:hAnsi="Times New Roman"/>
          <w:szCs w:val="26"/>
        </w:rPr>
      </w:pPr>
      <w:r w:rsidRPr="00D44A0F">
        <w:rPr>
          <w:rFonts w:ascii="Times New Roman" w:hAnsi="Times New Roman"/>
          <w:szCs w:val="26"/>
        </w:rPr>
        <w:t xml:space="preserve">Документ _________________________ серия __________   № ____________    Дата выдачи ____________________ </w:t>
      </w:r>
      <w:r w:rsidRPr="00D44A0F">
        <w:rPr>
          <w:rFonts w:ascii="Times New Roman" w:hAnsi="Times New Roman"/>
          <w:szCs w:val="26"/>
        </w:rPr>
        <w:tab/>
        <w:t>Выдан________________________________ _____________________________________________________________________</w:t>
      </w:r>
    </w:p>
    <w:p w:rsidR="002466ED" w:rsidRPr="00D44A0F" w:rsidRDefault="002466ED" w:rsidP="00D44A0F">
      <w:pPr>
        <w:pStyle w:val="ConsPlusNormal"/>
        <w:ind w:firstLine="709"/>
        <w:jc w:val="both"/>
        <w:rPr>
          <w:rFonts w:ascii="Times New Roman" w:hAnsi="Times New Roman"/>
          <w:szCs w:val="26"/>
        </w:rPr>
      </w:pPr>
      <w:r w:rsidRPr="00D44A0F">
        <w:rPr>
          <w:rFonts w:ascii="Times New Roman" w:hAnsi="Times New Roman"/>
          <w:szCs w:val="26"/>
        </w:rPr>
        <w:t>контактный телефон:</w:t>
      </w:r>
      <w:r w:rsidRPr="00D44A0F">
        <w:rPr>
          <w:rFonts w:ascii="Times New Roman" w:hAnsi="Times New Roman"/>
          <w:szCs w:val="26"/>
        </w:rPr>
        <w:tab/>
        <w:t>___________________________________________</w:t>
      </w:r>
    </w:p>
    <w:p w:rsidR="002466ED" w:rsidRPr="00D44A0F" w:rsidRDefault="002466ED" w:rsidP="00D44A0F">
      <w:pPr>
        <w:pStyle w:val="ConsPlusNormal"/>
        <w:ind w:firstLine="709"/>
        <w:jc w:val="both"/>
        <w:rPr>
          <w:rFonts w:ascii="Times New Roman" w:hAnsi="Times New Roman"/>
          <w:szCs w:val="26"/>
        </w:rPr>
      </w:pPr>
      <w:r w:rsidRPr="00D44A0F">
        <w:rPr>
          <w:rFonts w:ascii="Times New Roman" w:hAnsi="Times New Roman"/>
          <w:szCs w:val="26"/>
        </w:rPr>
        <w:t>реквизиты доверенности (при наличии доверенности):</w:t>
      </w:r>
      <w:r w:rsidRPr="00D44A0F">
        <w:rPr>
          <w:rFonts w:ascii="Times New Roman" w:hAnsi="Times New Roman"/>
          <w:szCs w:val="26"/>
        </w:rPr>
        <w:tab/>
        <w:t>_________________</w:t>
      </w:r>
    </w:p>
    <w:p w:rsidR="002466ED" w:rsidRPr="00D44A0F" w:rsidRDefault="002466ED" w:rsidP="00D44A0F">
      <w:pPr>
        <w:pStyle w:val="ConsPlusNormal"/>
        <w:ind w:firstLine="709"/>
        <w:jc w:val="both"/>
        <w:rPr>
          <w:rFonts w:ascii="Times New Roman" w:hAnsi="Times New Roman"/>
          <w:szCs w:val="26"/>
        </w:rPr>
      </w:pPr>
      <w:r w:rsidRPr="00D44A0F">
        <w:rPr>
          <w:rFonts w:ascii="Times New Roman" w:hAnsi="Times New Roman"/>
          <w:szCs w:val="26"/>
        </w:rPr>
        <w:t>_________________________________________________________________</w:t>
      </w:r>
    </w:p>
    <w:p w:rsidR="002466ED" w:rsidRPr="00D44A0F" w:rsidRDefault="002466ED" w:rsidP="00D44A0F">
      <w:pPr>
        <w:pStyle w:val="ConsPlusNormal"/>
        <w:ind w:firstLine="709"/>
        <w:jc w:val="both"/>
        <w:rPr>
          <w:rFonts w:ascii="Times New Roman" w:hAnsi="Times New Roman"/>
          <w:szCs w:val="26"/>
        </w:rPr>
      </w:pPr>
      <w:r w:rsidRPr="00D44A0F">
        <w:rPr>
          <w:rFonts w:ascii="Times New Roman" w:hAnsi="Times New Roman"/>
          <w:szCs w:val="26"/>
        </w:rPr>
        <w:tab/>
      </w:r>
    </w:p>
    <w:p w:rsidR="002466ED" w:rsidRPr="00D44A0F" w:rsidRDefault="002466ED" w:rsidP="00D44A0F">
      <w:pPr>
        <w:pStyle w:val="ConsPlusNormal"/>
        <w:ind w:firstLine="709"/>
        <w:jc w:val="both"/>
        <w:rPr>
          <w:rFonts w:ascii="Times New Roman" w:hAnsi="Times New Roman"/>
          <w:szCs w:val="26"/>
        </w:rPr>
      </w:pPr>
      <w:r w:rsidRPr="00D44A0F">
        <w:rPr>
          <w:rFonts w:ascii="Times New Roman" w:hAnsi="Times New Roman"/>
          <w:szCs w:val="26"/>
        </w:rPr>
        <w:t>2) Почтовый адрес, по которому необходимо направить результат</w:t>
      </w:r>
      <w:r>
        <w:rPr>
          <w:rFonts w:ascii="Times New Roman" w:hAnsi="Times New Roman"/>
          <w:szCs w:val="26"/>
        </w:rPr>
        <w:t>/</w:t>
      </w:r>
      <w:r w:rsidRPr="00D44A0F">
        <w:rPr>
          <w:rFonts w:ascii="Times New Roman" w:hAnsi="Times New Roman"/>
          <w:szCs w:val="26"/>
        </w:rPr>
        <w:t>ответ (если в поле «Способ направления результата/ответа» выбран вариант «почтовым отправлением»):</w:t>
      </w:r>
    </w:p>
    <w:p w:rsidR="002466ED" w:rsidRPr="00D44A0F" w:rsidRDefault="002466ED" w:rsidP="00D44A0F">
      <w:pPr>
        <w:pStyle w:val="ConsPlusNormal"/>
        <w:ind w:firstLine="709"/>
        <w:jc w:val="both"/>
        <w:rPr>
          <w:rFonts w:ascii="Times New Roman" w:hAnsi="Times New Roman"/>
          <w:szCs w:val="26"/>
        </w:rPr>
      </w:pPr>
      <w:r w:rsidRPr="00D44A0F">
        <w:rPr>
          <w:rFonts w:ascii="Times New Roman" w:hAnsi="Times New Roman"/>
          <w:szCs w:val="26"/>
        </w:rPr>
        <w:t>__________________________________________________________________</w:t>
      </w:r>
    </w:p>
    <w:p w:rsidR="002466ED" w:rsidRPr="00D44A0F" w:rsidRDefault="002466ED" w:rsidP="00D44A0F">
      <w:pPr>
        <w:pStyle w:val="ConsPlusNormal"/>
        <w:ind w:firstLine="709"/>
        <w:jc w:val="both"/>
        <w:rPr>
          <w:rFonts w:ascii="Times New Roman" w:hAnsi="Times New Roman"/>
          <w:szCs w:val="26"/>
        </w:rPr>
      </w:pPr>
      <w:r w:rsidRPr="00D44A0F">
        <w:rPr>
          <w:rFonts w:ascii="Times New Roman" w:hAnsi="Times New Roman"/>
          <w:szCs w:val="26"/>
        </w:rPr>
        <w:t>__________________________________________________________________</w:t>
      </w:r>
    </w:p>
    <w:p w:rsidR="002466ED" w:rsidRPr="00D44A0F" w:rsidRDefault="002466ED" w:rsidP="00D44A0F">
      <w:pPr>
        <w:pStyle w:val="ConsPlusNormal"/>
        <w:ind w:firstLine="709"/>
        <w:jc w:val="both"/>
        <w:rPr>
          <w:rFonts w:ascii="Times New Roman" w:hAnsi="Times New Roman"/>
          <w:szCs w:val="26"/>
        </w:rPr>
      </w:pPr>
      <w:r w:rsidRPr="00D44A0F">
        <w:rPr>
          <w:rFonts w:ascii="Times New Roman" w:hAnsi="Times New Roman"/>
          <w:szCs w:val="26"/>
        </w:rPr>
        <w:t>__________________________________________________________________</w:t>
      </w:r>
    </w:p>
    <w:p w:rsidR="002466ED" w:rsidRPr="00D44A0F" w:rsidRDefault="002466ED" w:rsidP="00D44A0F">
      <w:pPr>
        <w:pStyle w:val="ConsPlusNormal"/>
        <w:ind w:firstLine="709"/>
        <w:jc w:val="both"/>
        <w:rPr>
          <w:rFonts w:ascii="Times New Roman" w:hAnsi="Times New Roman"/>
          <w:szCs w:val="26"/>
        </w:rPr>
      </w:pPr>
      <w:r w:rsidRPr="00D44A0F">
        <w:rPr>
          <w:rFonts w:ascii="Times New Roman" w:hAnsi="Times New Roman"/>
          <w:szCs w:val="26"/>
        </w:rPr>
        <w:t>__________________________________________________________________</w:t>
      </w:r>
    </w:p>
    <w:p w:rsidR="002466ED" w:rsidRPr="00D44A0F" w:rsidRDefault="002466ED" w:rsidP="00D44A0F">
      <w:pPr>
        <w:pStyle w:val="ConsPlusNormal"/>
        <w:ind w:firstLine="709"/>
        <w:jc w:val="both"/>
        <w:rPr>
          <w:rFonts w:ascii="Times New Roman" w:hAnsi="Times New Roman"/>
          <w:szCs w:val="26"/>
        </w:rPr>
      </w:pPr>
    </w:p>
    <w:p w:rsidR="002466ED" w:rsidRPr="00D44A0F" w:rsidRDefault="002466ED" w:rsidP="00D44A0F">
      <w:pPr>
        <w:pStyle w:val="ConsPlusNormal"/>
        <w:jc w:val="right"/>
        <w:rPr>
          <w:rFonts w:ascii="Times New Roman" w:hAnsi="Times New Roman"/>
          <w:szCs w:val="26"/>
        </w:rPr>
      </w:pPr>
      <w:r w:rsidRPr="00D44A0F">
        <w:rPr>
          <w:rFonts w:ascii="Times New Roman" w:hAnsi="Times New Roman"/>
          <w:szCs w:val="26"/>
        </w:rPr>
        <w:t xml:space="preserve"> «____» ________________ ______ г.  _______________________________________</w:t>
      </w:r>
    </w:p>
    <w:p w:rsidR="002466ED" w:rsidRPr="00D44A0F" w:rsidRDefault="002466ED" w:rsidP="00D44A0F">
      <w:pPr>
        <w:pStyle w:val="ConsPlusNormal"/>
        <w:jc w:val="right"/>
        <w:rPr>
          <w:rFonts w:ascii="Times New Roman" w:hAnsi="Times New Roman"/>
          <w:szCs w:val="26"/>
        </w:rPr>
      </w:pPr>
      <w:r w:rsidRPr="00D44A0F">
        <w:rPr>
          <w:rFonts w:ascii="Times New Roman" w:hAnsi="Times New Roman"/>
          <w:szCs w:val="26"/>
        </w:rPr>
        <w:t>(дата)                   (подпись заявителя; печать – для юридических лиц)</w:t>
      </w:r>
    </w:p>
    <w:p w:rsidR="002466ED" w:rsidRPr="00D44A0F" w:rsidRDefault="002466ED" w:rsidP="00D44A0F">
      <w:pPr>
        <w:pStyle w:val="ConsPlusNormal"/>
        <w:ind w:firstLine="709"/>
        <w:jc w:val="both"/>
        <w:rPr>
          <w:rFonts w:ascii="Times New Roman" w:hAnsi="Times New Roman"/>
          <w:szCs w:val="26"/>
        </w:rPr>
      </w:pPr>
    </w:p>
    <w:p w:rsidR="002466ED" w:rsidRPr="00D44A0F" w:rsidRDefault="002466ED" w:rsidP="00D44A0F">
      <w:pPr>
        <w:autoSpaceDE w:val="0"/>
        <w:autoSpaceDN w:val="0"/>
        <w:adjustRightInd w:val="0"/>
        <w:spacing w:line="240" w:lineRule="auto"/>
        <w:ind w:firstLine="709"/>
        <w:rPr>
          <w:sz w:val="26"/>
          <w:szCs w:val="26"/>
        </w:rPr>
      </w:pPr>
    </w:p>
    <w:p w:rsidR="002466ED" w:rsidRPr="00D44A0F" w:rsidRDefault="002466ED" w:rsidP="00D44A0F">
      <w:pPr>
        <w:autoSpaceDE w:val="0"/>
        <w:autoSpaceDN w:val="0"/>
        <w:adjustRightInd w:val="0"/>
        <w:spacing w:line="240" w:lineRule="auto"/>
        <w:ind w:firstLine="709"/>
        <w:rPr>
          <w:sz w:val="26"/>
          <w:szCs w:val="26"/>
        </w:rPr>
      </w:pPr>
    </w:p>
    <w:p w:rsidR="002466ED" w:rsidRPr="00D44A0F" w:rsidRDefault="002466ED" w:rsidP="00D44A0F">
      <w:pPr>
        <w:spacing w:line="240" w:lineRule="auto"/>
        <w:ind w:firstLine="709"/>
        <w:jc w:val="both"/>
        <w:rPr>
          <w:sz w:val="26"/>
          <w:szCs w:val="26"/>
        </w:rPr>
      </w:pPr>
      <w:r w:rsidRPr="00D44A0F">
        <w:rPr>
          <w:sz w:val="26"/>
          <w:szCs w:val="26"/>
        </w:rPr>
        <w:br w:type="page"/>
      </w:r>
    </w:p>
    <w:p w:rsidR="002466ED" w:rsidRPr="00D44A0F" w:rsidRDefault="002466ED" w:rsidP="00D44A0F">
      <w:pPr>
        <w:autoSpaceDE w:val="0"/>
        <w:autoSpaceDN w:val="0"/>
        <w:adjustRightInd w:val="0"/>
        <w:spacing w:line="240" w:lineRule="auto"/>
        <w:ind w:firstLine="709"/>
        <w:jc w:val="right"/>
        <w:outlineLvl w:val="0"/>
        <w:rPr>
          <w:szCs w:val="28"/>
        </w:rPr>
      </w:pPr>
      <w:r w:rsidRPr="00D44A0F">
        <w:rPr>
          <w:szCs w:val="28"/>
        </w:rPr>
        <w:t>Приложение № 3</w:t>
      </w:r>
    </w:p>
    <w:p w:rsidR="002466ED" w:rsidRPr="00D44A0F" w:rsidRDefault="002466ED" w:rsidP="00D44A0F">
      <w:pPr>
        <w:autoSpaceDE w:val="0"/>
        <w:autoSpaceDN w:val="0"/>
        <w:adjustRightInd w:val="0"/>
        <w:spacing w:line="240" w:lineRule="auto"/>
        <w:ind w:firstLine="709"/>
        <w:jc w:val="right"/>
        <w:outlineLvl w:val="0"/>
        <w:rPr>
          <w:szCs w:val="28"/>
        </w:rPr>
      </w:pPr>
      <w:r w:rsidRPr="00D44A0F">
        <w:rPr>
          <w:szCs w:val="28"/>
        </w:rPr>
        <w:t>к административному регламенту</w:t>
      </w:r>
    </w:p>
    <w:p w:rsidR="002466ED" w:rsidRPr="00D44A0F" w:rsidRDefault="002466ED" w:rsidP="00D44A0F">
      <w:pPr>
        <w:autoSpaceDE w:val="0"/>
        <w:autoSpaceDN w:val="0"/>
        <w:adjustRightInd w:val="0"/>
        <w:spacing w:line="240" w:lineRule="auto"/>
        <w:ind w:firstLine="709"/>
        <w:jc w:val="right"/>
        <w:outlineLvl w:val="0"/>
        <w:rPr>
          <w:szCs w:val="28"/>
        </w:rPr>
      </w:pPr>
      <w:r w:rsidRPr="00D44A0F">
        <w:rPr>
          <w:szCs w:val="28"/>
        </w:rPr>
        <w:t>предоставления муниципальной услуги</w:t>
      </w:r>
    </w:p>
    <w:p w:rsidR="002466ED" w:rsidRPr="00D44A0F" w:rsidRDefault="002466ED" w:rsidP="00D44A0F">
      <w:pPr>
        <w:autoSpaceDE w:val="0"/>
        <w:autoSpaceDN w:val="0"/>
        <w:adjustRightInd w:val="0"/>
        <w:spacing w:line="240" w:lineRule="auto"/>
        <w:ind w:firstLine="709"/>
        <w:jc w:val="right"/>
        <w:outlineLvl w:val="0"/>
        <w:rPr>
          <w:szCs w:val="28"/>
        </w:rPr>
      </w:pPr>
      <w:r w:rsidRPr="00D44A0F">
        <w:rPr>
          <w:szCs w:val="28"/>
        </w:rPr>
        <w:t xml:space="preserve">«Признание помещения жилым помещением, жилого помещения непригодным для проживания и многоквартирного дома </w:t>
      </w:r>
    </w:p>
    <w:p w:rsidR="002466ED" w:rsidRPr="00D44A0F" w:rsidRDefault="002466ED" w:rsidP="00D44A0F">
      <w:pPr>
        <w:autoSpaceDE w:val="0"/>
        <w:autoSpaceDN w:val="0"/>
        <w:adjustRightInd w:val="0"/>
        <w:spacing w:line="240" w:lineRule="auto"/>
        <w:ind w:firstLine="709"/>
        <w:jc w:val="right"/>
        <w:outlineLvl w:val="0"/>
        <w:rPr>
          <w:szCs w:val="28"/>
        </w:rPr>
      </w:pPr>
      <w:r w:rsidRPr="00D44A0F">
        <w:rPr>
          <w:szCs w:val="28"/>
        </w:rPr>
        <w:t>аварийным и подлежащим сносу или реконструкции»</w:t>
      </w:r>
    </w:p>
    <w:p w:rsidR="002466ED" w:rsidRPr="00D44A0F" w:rsidRDefault="002466ED" w:rsidP="00D44A0F">
      <w:pPr>
        <w:autoSpaceDE w:val="0"/>
        <w:autoSpaceDN w:val="0"/>
        <w:adjustRightInd w:val="0"/>
        <w:spacing w:line="240" w:lineRule="auto"/>
        <w:ind w:firstLine="709"/>
        <w:jc w:val="right"/>
        <w:outlineLvl w:val="0"/>
        <w:rPr>
          <w:szCs w:val="28"/>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style="position:absolute;left:0;text-align:left;margin-left:6.05pt;margin-top:108.5pt;width:451.4pt;height:593.5pt;z-index:251658240;visibility:visible" wrapcoords="-36 0 -36 21573 21600 21573 21600 0 -36 0">
            <v:imagedata r:id="rId7" o:title=""/>
            <w10:wrap type="tight"/>
          </v:shape>
        </w:pict>
      </w:r>
    </w:p>
    <w:p w:rsidR="002466ED" w:rsidRPr="00D44A0F" w:rsidRDefault="002466ED" w:rsidP="00D44A0F">
      <w:pPr>
        <w:pStyle w:val="ConsPlusTitle"/>
        <w:ind w:firstLine="709"/>
        <w:jc w:val="center"/>
        <w:rPr>
          <w:rFonts w:ascii="Times New Roman" w:hAnsi="Times New Roman" w:cs="Times New Roman"/>
          <w:sz w:val="28"/>
          <w:szCs w:val="28"/>
        </w:rPr>
      </w:pPr>
      <w:r w:rsidRPr="00D44A0F">
        <w:rPr>
          <w:rFonts w:ascii="Times New Roman" w:hAnsi="Times New Roman" w:cs="Times New Roman"/>
          <w:sz w:val="28"/>
          <w:szCs w:val="28"/>
        </w:rPr>
        <w:t>БЛОК-СХЕМА</w:t>
      </w:r>
    </w:p>
    <w:p w:rsidR="002466ED" w:rsidRPr="00D44A0F" w:rsidRDefault="002466ED" w:rsidP="00D44A0F">
      <w:pPr>
        <w:pStyle w:val="ConsPlusTitle"/>
        <w:ind w:firstLine="709"/>
        <w:jc w:val="center"/>
        <w:rPr>
          <w:rFonts w:ascii="Times New Roman" w:hAnsi="Times New Roman" w:cs="Times New Roman"/>
          <w:sz w:val="28"/>
          <w:szCs w:val="28"/>
        </w:rPr>
      </w:pPr>
      <w:r w:rsidRPr="00D44A0F">
        <w:rPr>
          <w:rFonts w:ascii="Times New Roman" w:hAnsi="Times New Roman" w:cs="Times New Roman"/>
          <w:sz w:val="28"/>
          <w:szCs w:val="28"/>
        </w:rPr>
        <w:t>ПРЕДОСТАВЛЕНИЯ МУНИЦИПАЛЬНОЙ УСЛУГИ</w:t>
      </w:r>
    </w:p>
    <w:p w:rsidR="002466ED" w:rsidRPr="00D44A0F" w:rsidRDefault="002466ED" w:rsidP="00D44A0F">
      <w:pPr>
        <w:pStyle w:val="ConsPlusNormal"/>
        <w:ind w:firstLine="709"/>
        <w:jc w:val="both"/>
        <w:rPr>
          <w:rFonts w:ascii="Times New Roman" w:hAnsi="Times New Roman"/>
          <w:sz w:val="28"/>
          <w:szCs w:val="28"/>
        </w:rPr>
      </w:pPr>
    </w:p>
    <w:p w:rsidR="002466ED" w:rsidRPr="00D44A0F" w:rsidRDefault="002466ED" w:rsidP="00D44A0F">
      <w:pPr>
        <w:pStyle w:val="a"/>
        <w:tabs>
          <w:tab w:val="left" w:pos="1500"/>
        </w:tabs>
        <w:spacing w:before="0" w:after="0"/>
        <w:ind w:right="0"/>
      </w:pPr>
    </w:p>
    <w:p w:rsidR="002466ED" w:rsidRPr="00D44A0F" w:rsidRDefault="002466ED" w:rsidP="00D44A0F">
      <w:pPr>
        <w:spacing w:line="240" w:lineRule="auto"/>
        <w:ind w:firstLine="709"/>
        <w:jc w:val="right"/>
        <w:rPr>
          <w:szCs w:val="28"/>
        </w:rPr>
      </w:pPr>
      <w:r w:rsidRPr="00D44A0F">
        <w:rPr>
          <w:szCs w:val="28"/>
        </w:rPr>
        <w:t>Приложение 4</w:t>
      </w:r>
    </w:p>
    <w:p w:rsidR="002466ED" w:rsidRPr="00D44A0F" w:rsidRDefault="002466ED" w:rsidP="00D44A0F">
      <w:pPr>
        <w:spacing w:line="240" w:lineRule="auto"/>
        <w:ind w:firstLine="709"/>
        <w:jc w:val="right"/>
        <w:rPr>
          <w:szCs w:val="28"/>
        </w:rPr>
      </w:pPr>
      <w:r w:rsidRPr="00D44A0F">
        <w:rPr>
          <w:szCs w:val="28"/>
        </w:rPr>
        <w:t>к административному регламенту</w:t>
      </w:r>
    </w:p>
    <w:p w:rsidR="002466ED" w:rsidRPr="00D44A0F" w:rsidRDefault="002466ED" w:rsidP="00D44A0F">
      <w:pPr>
        <w:spacing w:line="240" w:lineRule="auto"/>
        <w:ind w:firstLine="709"/>
        <w:jc w:val="right"/>
        <w:rPr>
          <w:szCs w:val="28"/>
        </w:rPr>
      </w:pPr>
      <w:r w:rsidRPr="00D44A0F">
        <w:rPr>
          <w:szCs w:val="28"/>
        </w:rPr>
        <w:t>предоставления муниципальной услуги</w:t>
      </w:r>
    </w:p>
    <w:p w:rsidR="002466ED" w:rsidRPr="00D44A0F" w:rsidRDefault="002466ED" w:rsidP="00D44A0F">
      <w:pPr>
        <w:spacing w:line="240" w:lineRule="auto"/>
        <w:ind w:firstLine="709"/>
        <w:jc w:val="right"/>
        <w:rPr>
          <w:szCs w:val="28"/>
        </w:rPr>
      </w:pPr>
      <w:r w:rsidRPr="00D44A0F">
        <w:rPr>
          <w:szCs w:val="28"/>
        </w:rPr>
        <w:t xml:space="preserve">«Признание помещения жилым помещением, жилого помещения непригодным для проживания и многоквартирного дома </w:t>
      </w:r>
    </w:p>
    <w:p w:rsidR="002466ED" w:rsidRPr="00D44A0F" w:rsidRDefault="002466ED" w:rsidP="00D44A0F">
      <w:pPr>
        <w:spacing w:line="240" w:lineRule="auto"/>
        <w:ind w:firstLine="709"/>
        <w:jc w:val="right"/>
        <w:rPr>
          <w:szCs w:val="28"/>
        </w:rPr>
      </w:pPr>
      <w:r w:rsidRPr="00D44A0F">
        <w:rPr>
          <w:szCs w:val="28"/>
        </w:rPr>
        <w:t>аварийным и подлежащим сносу или реконструкции»</w:t>
      </w:r>
    </w:p>
    <w:p w:rsidR="002466ED" w:rsidRPr="00D44A0F" w:rsidRDefault="002466ED" w:rsidP="00D44A0F">
      <w:pPr>
        <w:spacing w:line="240" w:lineRule="auto"/>
        <w:ind w:firstLine="709"/>
        <w:jc w:val="right"/>
        <w:rPr>
          <w:szCs w:val="28"/>
        </w:rPr>
      </w:pPr>
    </w:p>
    <w:p w:rsidR="002466ED" w:rsidRPr="00D44A0F" w:rsidRDefault="002466ED" w:rsidP="00D44A0F">
      <w:pPr>
        <w:spacing w:line="240" w:lineRule="auto"/>
        <w:ind w:firstLine="709"/>
        <w:jc w:val="center"/>
        <w:rPr>
          <w:b/>
          <w:szCs w:val="28"/>
        </w:rPr>
      </w:pPr>
      <w:r w:rsidRPr="00D44A0F">
        <w:rPr>
          <w:b/>
          <w:szCs w:val="28"/>
        </w:rPr>
        <w:t>Перечень требований, которым должно отвечать жилое помещение</w:t>
      </w:r>
    </w:p>
    <w:p w:rsidR="002466ED" w:rsidRPr="00D44A0F" w:rsidRDefault="002466ED" w:rsidP="00D44A0F">
      <w:pPr>
        <w:spacing w:line="240" w:lineRule="auto"/>
        <w:ind w:firstLine="709"/>
        <w:rPr>
          <w:szCs w:val="28"/>
        </w:rPr>
      </w:pPr>
    </w:p>
    <w:p w:rsidR="002466ED" w:rsidRPr="00D44A0F" w:rsidRDefault="002466ED" w:rsidP="00D44A0F">
      <w:pPr>
        <w:spacing w:line="240" w:lineRule="auto"/>
        <w:ind w:firstLine="709"/>
        <w:jc w:val="both"/>
        <w:rPr>
          <w:szCs w:val="28"/>
        </w:rPr>
      </w:pPr>
      <w:r w:rsidRPr="00D44A0F">
        <w:rPr>
          <w:szCs w:val="28"/>
        </w:rPr>
        <w:t>В соответствии с частью 4 статьи 22 Жилищного кодекса Российской Федерации и постановлением Правительства Российской Федерации от 28 января 2006 г.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жилое помещение должно отвечать следующим требованиям:</w:t>
      </w:r>
    </w:p>
    <w:p w:rsidR="002466ED" w:rsidRPr="00D44A0F" w:rsidRDefault="002466ED" w:rsidP="00D44A0F">
      <w:pPr>
        <w:spacing w:line="240" w:lineRule="auto"/>
        <w:ind w:firstLine="709"/>
        <w:jc w:val="both"/>
        <w:rPr>
          <w:szCs w:val="28"/>
        </w:rPr>
      </w:pPr>
      <w:r w:rsidRPr="00D44A0F">
        <w:rPr>
          <w:szCs w:val="28"/>
        </w:rPr>
        <w:t>1)</w:t>
      </w:r>
      <w:r w:rsidRPr="00D44A0F">
        <w:rPr>
          <w:szCs w:val="28"/>
        </w:rPr>
        <w:tab/>
        <w:t>жилые помещения должны располагаться преимущественно в домах, расположенных в жилой зоне в соответствии с функциональным зонированием территории;</w:t>
      </w:r>
    </w:p>
    <w:p w:rsidR="002466ED" w:rsidRPr="00D44A0F" w:rsidRDefault="002466ED" w:rsidP="00D44A0F">
      <w:pPr>
        <w:spacing w:line="240" w:lineRule="auto"/>
        <w:ind w:firstLine="709"/>
        <w:jc w:val="both"/>
        <w:rPr>
          <w:szCs w:val="28"/>
        </w:rPr>
      </w:pPr>
      <w:r w:rsidRPr="00D44A0F">
        <w:rPr>
          <w:szCs w:val="28"/>
        </w:rPr>
        <w:t>2)</w:t>
      </w:r>
      <w:r w:rsidRPr="00D44A0F">
        <w:rPr>
          <w:szCs w:val="28"/>
        </w:rPr>
        <w:tab/>
        <w:t>несущие и ограждающие конструкции жилого помещения, в том числе входящие в состав общего имущества собственников помещений в многоквартирном доме, должны находиться в работоспособном состоянии, при котором возникшие в ходе эксплуатации нарушения в части деформативности (а в железобетонных конструкциях - в части трещиностойкости) не приводят к нарушению работоспособности и несущей способности конструкций, надежности жилого дома и обеспечивают безопасное пребывание граждан и сохранность инженерного оборудования;</w:t>
      </w:r>
    </w:p>
    <w:p w:rsidR="002466ED" w:rsidRPr="00D44A0F" w:rsidRDefault="002466ED" w:rsidP="00D44A0F">
      <w:pPr>
        <w:spacing w:line="240" w:lineRule="auto"/>
        <w:ind w:firstLine="709"/>
        <w:jc w:val="both"/>
        <w:rPr>
          <w:szCs w:val="28"/>
        </w:rPr>
      </w:pPr>
      <w:r w:rsidRPr="00D44A0F">
        <w:rPr>
          <w:szCs w:val="28"/>
        </w:rPr>
        <w:t>3)</w:t>
      </w:r>
      <w:r w:rsidRPr="00D44A0F">
        <w:rPr>
          <w:szCs w:val="28"/>
        </w:rPr>
        <w:tab/>
        <w:t>основания и несущие конструкции жилого дома, а также основания и несущие конструкции, входящие в состав общего имущества собственников помещений в многоквартирном доме, не должны иметь разрушения и повреждения, приводящие к их деформации или образованию трещин, снижающие их несущую способность и ухудшающие эксплуатационные свойства конструкций или жилого дома в целом;</w:t>
      </w:r>
    </w:p>
    <w:p w:rsidR="002466ED" w:rsidRPr="00D44A0F" w:rsidRDefault="002466ED" w:rsidP="00D44A0F">
      <w:pPr>
        <w:spacing w:line="240" w:lineRule="auto"/>
        <w:ind w:firstLine="709"/>
        <w:jc w:val="both"/>
        <w:rPr>
          <w:szCs w:val="28"/>
        </w:rPr>
      </w:pPr>
      <w:r w:rsidRPr="00D44A0F">
        <w:rPr>
          <w:szCs w:val="28"/>
        </w:rPr>
        <w:t>4)</w:t>
      </w:r>
      <w:r w:rsidRPr="00D44A0F">
        <w:rPr>
          <w:szCs w:val="28"/>
        </w:rPr>
        <w:tab/>
        <w:t>жилое помещение, равно как и общее имущество собственников помещений в многоквартирном доме, должно быть обустроено и оборудовано таким образом, чтобы предупредить риск получения травм жильцами при передвижении внутри и около жилого помещения, при входе в жилое помещение и жилой дом и выходе из них, а также при пользовании инженерным оборудованием и обеспечить возможность перемещения предметов инженерного оборудования соответствующих помещений квартир и вспомогательных помещений дома, входящих в состав общего имущества собственников помещений в многоквартирном доме. При этом уклон и ширина лестничных маршей и пандусов, высота ступеней, ширина проступей, ширина лестничных площадок, высота проходов по лестницам, подвалу, эксплуатируемому чердаку, размеры дверных проемов должны обеспечивать удобство и безопасность передвижения и размещения;</w:t>
      </w:r>
    </w:p>
    <w:p w:rsidR="002466ED" w:rsidRPr="00D44A0F" w:rsidRDefault="002466ED" w:rsidP="00D44A0F">
      <w:pPr>
        <w:spacing w:line="240" w:lineRule="auto"/>
        <w:ind w:firstLine="709"/>
        <w:jc w:val="both"/>
        <w:rPr>
          <w:szCs w:val="28"/>
        </w:rPr>
      </w:pPr>
      <w:r w:rsidRPr="00D44A0F">
        <w:rPr>
          <w:szCs w:val="28"/>
        </w:rPr>
        <w:t>5)</w:t>
      </w:r>
      <w:r w:rsidRPr="00D44A0F">
        <w:rPr>
          <w:szCs w:val="28"/>
        </w:rPr>
        <w:tab/>
        <w:t>жилое помещение должно быть обеспечено инженерными системами (электроосвещение, хозяйственно-питьевое и горячее водоснабжение, водоотведение, отопление и вентиляция, а в газифицированных районах также и газоснабжение). В поселениях без централизованных инженерных сетей в одно- и двухэтажных зданиях допускается отсутствие водопровода и канализированных уборных;</w:t>
      </w:r>
    </w:p>
    <w:p w:rsidR="002466ED" w:rsidRPr="00D44A0F" w:rsidRDefault="002466ED" w:rsidP="00D44A0F">
      <w:pPr>
        <w:spacing w:line="240" w:lineRule="auto"/>
        <w:ind w:firstLine="709"/>
        <w:jc w:val="both"/>
        <w:rPr>
          <w:szCs w:val="28"/>
        </w:rPr>
      </w:pPr>
      <w:r w:rsidRPr="00D44A0F">
        <w:rPr>
          <w:szCs w:val="28"/>
        </w:rPr>
        <w:t>6)</w:t>
      </w:r>
      <w:r w:rsidRPr="00D44A0F">
        <w:rPr>
          <w:szCs w:val="28"/>
        </w:rPr>
        <w:tab/>
        <w:t>инженерные системы (вентиляция, отопление, водоснабжение, водоотведение, лифты и др.), оборудование и механизмы, находящиеся в жилых помещениях, а также входящие в состав общего имущества собственников помещений в многоквартирном доме, должны соответствовать требованиям санитарно-эпидемиологической безопасности. Устройство вентиляционной системы жилых помещений должно исключать поступление воздуха из одной квартиры в другую. Не допускается объединение вентиляционных каналов кухонь и санитарных узлов (вспомогательных помещений) с жилыми комнатами;</w:t>
      </w:r>
    </w:p>
    <w:p w:rsidR="002466ED" w:rsidRPr="00D44A0F" w:rsidRDefault="002466ED" w:rsidP="00D44A0F">
      <w:pPr>
        <w:spacing w:line="240" w:lineRule="auto"/>
        <w:ind w:firstLine="709"/>
        <w:jc w:val="both"/>
        <w:rPr>
          <w:szCs w:val="28"/>
        </w:rPr>
      </w:pPr>
      <w:r w:rsidRPr="00D44A0F">
        <w:rPr>
          <w:szCs w:val="28"/>
        </w:rPr>
        <w:t>7)</w:t>
      </w:r>
      <w:r w:rsidRPr="00D44A0F">
        <w:rPr>
          <w:szCs w:val="28"/>
        </w:rPr>
        <w:tab/>
        <w:t>кратность воздухообмена во всех вентилируемых жилых помещениях должна соответствовать установленным нормам;</w:t>
      </w:r>
    </w:p>
    <w:p w:rsidR="002466ED" w:rsidRPr="00D44A0F" w:rsidRDefault="002466ED" w:rsidP="00D44A0F">
      <w:pPr>
        <w:spacing w:line="240" w:lineRule="auto"/>
        <w:ind w:firstLine="709"/>
        <w:jc w:val="both"/>
        <w:rPr>
          <w:szCs w:val="28"/>
        </w:rPr>
      </w:pPr>
      <w:r w:rsidRPr="00D44A0F">
        <w:rPr>
          <w:szCs w:val="28"/>
        </w:rPr>
        <w:t>8)</w:t>
      </w:r>
      <w:r w:rsidRPr="00D44A0F">
        <w:rPr>
          <w:szCs w:val="28"/>
        </w:rPr>
        <w:tab/>
        <w:t>инженерные системы (вентиляция, отопление, водоснабжение, водоотведение, лифты и др.), находящиеся в жилых помещениях, а также входящие в состав общего имущества собственников помещений в многоквартирном доме, должны быть размещены и смонтированы в соответствии с требованиями безопасности, установленными техническим регламентом о безопасности зданий и сооружений, и инструкциями заводов - изготовителей оборудования, а также с гигиеническими нормативами, в том числе в отношении допустимого уровня шума и вибрации, которые создаются этими инженерными системами;</w:t>
      </w:r>
    </w:p>
    <w:p w:rsidR="002466ED" w:rsidRPr="00D44A0F" w:rsidRDefault="002466ED" w:rsidP="00D44A0F">
      <w:pPr>
        <w:spacing w:line="240" w:lineRule="auto"/>
        <w:ind w:firstLine="709"/>
        <w:jc w:val="both"/>
        <w:rPr>
          <w:szCs w:val="28"/>
        </w:rPr>
      </w:pPr>
      <w:r w:rsidRPr="00D44A0F">
        <w:rPr>
          <w:szCs w:val="28"/>
        </w:rPr>
        <w:t>9)</w:t>
      </w:r>
      <w:r w:rsidRPr="00D44A0F">
        <w:rPr>
          <w:szCs w:val="28"/>
        </w:rPr>
        <w:tab/>
        <w:t>наружные ограждающие конструкции жилого помещения, входящие в состав общего имущества собственников помещений в многоквартирном доме, должны иметь теплоизоляцию, обеспечивающую в холодный период года относительную влажность в межквартирном коридоре и жилых комнатах не более 60 процентов, температуру отапливаемых помещений не менее +18 градусов по Цельсию, а также изоляцию от проникновения наружного холодного воздуха, пароизоляцию от диффузии водяного пара из помещения, обеспечивающие отсутствие конденсации влаги на внутренних поверхностях несветопрозрачных ограждающих конструкций и препятствующие накоплению излишней влаги в конструкциях жилого дома;</w:t>
      </w:r>
    </w:p>
    <w:p w:rsidR="002466ED" w:rsidRPr="00D44A0F" w:rsidRDefault="002466ED" w:rsidP="00D44A0F">
      <w:pPr>
        <w:spacing w:line="240" w:lineRule="auto"/>
        <w:ind w:firstLine="709"/>
        <w:jc w:val="both"/>
        <w:rPr>
          <w:szCs w:val="28"/>
        </w:rPr>
      </w:pPr>
      <w:r w:rsidRPr="00D44A0F">
        <w:rPr>
          <w:szCs w:val="28"/>
        </w:rPr>
        <w:t>10)</w:t>
      </w:r>
      <w:r w:rsidRPr="00D44A0F">
        <w:rPr>
          <w:szCs w:val="28"/>
        </w:rPr>
        <w:tab/>
        <w:t>жилые помещения, а также помещения, входящие в состав общего имущества собственников помещений в многоквартирном доме, должны быть защищены от проникновения дождевой, талой и грунтовой воды и возможных бытовых утечек воды из инженерных систем при помощи конструктивных средств и технических устройств;</w:t>
      </w:r>
    </w:p>
    <w:p w:rsidR="002466ED" w:rsidRPr="00D44A0F" w:rsidRDefault="002466ED" w:rsidP="00D44A0F">
      <w:pPr>
        <w:spacing w:line="240" w:lineRule="auto"/>
        <w:ind w:firstLine="709"/>
        <w:jc w:val="both"/>
        <w:rPr>
          <w:szCs w:val="28"/>
        </w:rPr>
      </w:pPr>
      <w:r w:rsidRPr="00D44A0F">
        <w:rPr>
          <w:szCs w:val="28"/>
        </w:rPr>
        <w:t>11)</w:t>
      </w:r>
      <w:r w:rsidRPr="00D44A0F">
        <w:rPr>
          <w:szCs w:val="28"/>
        </w:rPr>
        <w:tab/>
        <w:t>доступ к жилому помещению, расположенному в многоквартирном доме выше пятого этажа, за исключением мансардного этажа, должен осуществляться при помощи лифта;</w:t>
      </w:r>
    </w:p>
    <w:p w:rsidR="002466ED" w:rsidRPr="00D44A0F" w:rsidRDefault="002466ED" w:rsidP="00D44A0F">
      <w:pPr>
        <w:spacing w:line="240" w:lineRule="auto"/>
        <w:ind w:firstLine="709"/>
        <w:jc w:val="both"/>
        <w:rPr>
          <w:szCs w:val="28"/>
        </w:rPr>
      </w:pPr>
      <w:r w:rsidRPr="00D44A0F">
        <w:rPr>
          <w:szCs w:val="28"/>
        </w:rPr>
        <w:t>12)</w:t>
      </w:r>
      <w:r w:rsidRPr="00D44A0F">
        <w:rPr>
          <w:szCs w:val="28"/>
        </w:rPr>
        <w:tab/>
        <w:t>допустимая высота эксплуатируемого жилого дома и площадь этажа в пределах пожарного отсека, входящего в состав общего имущества собственников помещений в многоквартирном доме, должны соответствовать классу конструктивной пожарной опасности здания и степени его огнестойкости, установленным в действующих нормативных правовых актах, и обеспечивать пожарную безопасность жилого помещения и жилого дома в целом;</w:t>
      </w:r>
    </w:p>
    <w:p w:rsidR="002466ED" w:rsidRPr="00D44A0F" w:rsidRDefault="002466ED" w:rsidP="00D44A0F">
      <w:pPr>
        <w:spacing w:line="240" w:lineRule="auto"/>
        <w:ind w:firstLine="709"/>
        <w:jc w:val="both"/>
        <w:rPr>
          <w:szCs w:val="28"/>
        </w:rPr>
      </w:pPr>
      <w:r w:rsidRPr="00D44A0F">
        <w:rPr>
          <w:szCs w:val="28"/>
        </w:rPr>
        <w:t>13)</w:t>
      </w:r>
      <w:r w:rsidRPr="00D44A0F">
        <w:rPr>
          <w:szCs w:val="28"/>
        </w:rPr>
        <w:tab/>
        <w:t>в реконструируемом жилом помещении при изменении местоположения санитарно-технических узлов должны быть осуществлены мероприятия по гидро-, шумо- и виброизоляции, обеспечению их системами вентиляции, а также при необходимости должны быть усилены перекрытия, на которых установлено оборудование санитарно-технических узлов;</w:t>
      </w:r>
    </w:p>
    <w:p w:rsidR="002466ED" w:rsidRPr="00D44A0F" w:rsidRDefault="002466ED" w:rsidP="00D44A0F">
      <w:pPr>
        <w:spacing w:line="240" w:lineRule="auto"/>
        <w:ind w:firstLine="709"/>
        <w:jc w:val="both"/>
        <w:rPr>
          <w:szCs w:val="28"/>
        </w:rPr>
      </w:pPr>
      <w:r w:rsidRPr="00D44A0F">
        <w:rPr>
          <w:szCs w:val="28"/>
        </w:rPr>
        <w:t>14)</w:t>
      </w:r>
      <w:r w:rsidRPr="00D44A0F">
        <w:rPr>
          <w:szCs w:val="28"/>
        </w:rPr>
        <w:tab/>
        <w:t>объемно-планировочное решение жилых помещений и их расположение в многоквартирном доме, минимальная площадь комнат и помещений вспомогательного использования, предназначенных для удовлетворения гражданами бытовых и иных нужд, связанных с их проживанием в жилых помещениях (кроме прихожей и коридора), должны обеспечивать возможность размещения необходимого набора предметов мебели и функционального оборудования с учетом требований эргономики;</w:t>
      </w:r>
    </w:p>
    <w:p w:rsidR="002466ED" w:rsidRPr="00D44A0F" w:rsidRDefault="002466ED" w:rsidP="00D44A0F">
      <w:pPr>
        <w:spacing w:line="240" w:lineRule="auto"/>
        <w:ind w:firstLine="709"/>
        <w:jc w:val="both"/>
        <w:rPr>
          <w:szCs w:val="28"/>
        </w:rPr>
      </w:pPr>
      <w:r w:rsidRPr="00D44A0F">
        <w:rPr>
          <w:szCs w:val="28"/>
        </w:rPr>
        <w:t>15)</w:t>
      </w:r>
      <w:r w:rsidRPr="00D44A0F">
        <w:rPr>
          <w:szCs w:val="28"/>
        </w:rPr>
        <w:tab/>
        <w:t>в жилом помещении требуемая инсоляция должна обеспечиваться для одно-, двух- и трехкомнатных квартир - не менее чем в одной комнате, для четырех-, пяти- и шестикомнатных квартир - не менее чем в 2 комнатах;</w:t>
      </w:r>
    </w:p>
    <w:p w:rsidR="002466ED" w:rsidRPr="00D44A0F" w:rsidRDefault="002466ED" w:rsidP="00D44A0F">
      <w:pPr>
        <w:spacing w:line="240" w:lineRule="auto"/>
        <w:ind w:firstLine="709"/>
        <w:jc w:val="both"/>
        <w:rPr>
          <w:szCs w:val="28"/>
        </w:rPr>
      </w:pPr>
      <w:r w:rsidRPr="00D44A0F">
        <w:rPr>
          <w:szCs w:val="28"/>
        </w:rPr>
        <w:t>16)</w:t>
      </w:r>
      <w:r w:rsidRPr="00D44A0F">
        <w:rPr>
          <w:szCs w:val="28"/>
        </w:rPr>
        <w:tab/>
        <w:t>длительность инсоляции в осенне-зимний период года в жилом помещении для центральной, северной и южной зон должна отвечать соответствующим санитарным нормам. Коэффициент естественной освещенности в комнатах и кухнях должен быть не менее 0,5 процента в середине жилого помещения;</w:t>
      </w:r>
    </w:p>
    <w:p w:rsidR="002466ED" w:rsidRPr="00D44A0F" w:rsidRDefault="002466ED" w:rsidP="00D44A0F">
      <w:pPr>
        <w:spacing w:line="240" w:lineRule="auto"/>
        <w:ind w:firstLine="709"/>
        <w:jc w:val="both"/>
        <w:rPr>
          <w:szCs w:val="28"/>
        </w:rPr>
      </w:pPr>
      <w:r w:rsidRPr="00D44A0F">
        <w:rPr>
          <w:szCs w:val="28"/>
        </w:rPr>
        <w:t>17)</w:t>
      </w:r>
      <w:r w:rsidRPr="00D44A0F">
        <w:rPr>
          <w:szCs w:val="28"/>
        </w:rPr>
        <w:tab/>
        <w:t>высота (от пола до потолка) комнат и кухни (кухни-столовой) в климатических районах IА, IБ, IГ, IД и IVа должна быть не менее 2,7 м, а в других климатических районах - не менее 2,5 м. Высота внутриквартирных коридоров, холлов, передних, антресолей должна составлять не менее 2,1 м;</w:t>
      </w:r>
    </w:p>
    <w:p w:rsidR="002466ED" w:rsidRPr="00D44A0F" w:rsidRDefault="002466ED" w:rsidP="00D44A0F">
      <w:pPr>
        <w:spacing w:line="240" w:lineRule="auto"/>
        <w:ind w:firstLine="709"/>
        <w:jc w:val="both"/>
        <w:rPr>
          <w:szCs w:val="28"/>
        </w:rPr>
      </w:pPr>
      <w:r w:rsidRPr="00D44A0F">
        <w:rPr>
          <w:szCs w:val="28"/>
        </w:rPr>
        <w:t>18)</w:t>
      </w:r>
      <w:r w:rsidRPr="00D44A0F">
        <w:rPr>
          <w:szCs w:val="28"/>
        </w:rPr>
        <w:tab/>
        <w:t>отметка пола жилого помещения, расположенного на первом этаже, должна быть выше планировочной отметки земли. Размещение жилого помещения в подвальном и цокольном этажах не допускается;</w:t>
      </w:r>
    </w:p>
    <w:p w:rsidR="002466ED" w:rsidRPr="00D44A0F" w:rsidRDefault="002466ED" w:rsidP="00D44A0F">
      <w:pPr>
        <w:spacing w:line="240" w:lineRule="auto"/>
        <w:ind w:firstLine="709"/>
        <w:jc w:val="both"/>
        <w:rPr>
          <w:szCs w:val="28"/>
        </w:rPr>
      </w:pPr>
      <w:r w:rsidRPr="00D44A0F">
        <w:rPr>
          <w:szCs w:val="28"/>
        </w:rPr>
        <w:t>19)</w:t>
      </w:r>
      <w:r w:rsidRPr="00D44A0F">
        <w:rPr>
          <w:szCs w:val="28"/>
        </w:rPr>
        <w:tab/>
        <w:t>размещение над комнатами уборной, ванной (душевой) и кухни не допускается. Размещение уборной, ванной (душевой) в верхнем уровне над кухней допускается в квартирах, расположенных в 2 уровнях;</w:t>
      </w:r>
    </w:p>
    <w:p w:rsidR="002466ED" w:rsidRPr="00D44A0F" w:rsidRDefault="002466ED" w:rsidP="00D44A0F">
      <w:pPr>
        <w:spacing w:line="240" w:lineRule="auto"/>
        <w:ind w:firstLine="709"/>
        <w:jc w:val="both"/>
        <w:rPr>
          <w:szCs w:val="28"/>
        </w:rPr>
      </w:pPr>
      <w:r w:rsidRPr="00D44A0F">
        <w:rPr>
          <w:szCs w:val="28"/>
        </w:rPr>
        <w:t>20)</w:t>
      </w:r>
      <w:r w:rsidRPr="00D44A0F">
        <w:rPr>
          <w:szCs w:val="28"/>
        </w:rPr>
        <w:tab/>
        <w:t>комнаты и кухни в жилом помещении должны иметь непосредственное естественное освещение. Естественного освещения могут не иметь другие помещения вспомогательного использования, предназначенные для удовлетворения гражданами бытовых и иных нужд, а также помещения, входящие в состав общего имущества собственников помещений в многоквартирном доме (коридоры, вестибюли, холлы и др.). Отношение площади световых проемов к площади пола комнат и кухни следует принимать с учетом светотехнических характеристик окон и затенения противостоящими зданиями, но не более 1 : 5,5 и не менее 1 : 8, а для верхних этажей со световыми проемами в плоскости наклонных ограждающих конструкций - не менее 1 : 10;</w:t>
      </w:r>
    </w:p>
    <w:p w:rsidR="002466ED" w:rsidRPr="00D44A0F" w:rsidRDefault="002466ED" w:rsidP="00D44A0F">
      <w:pPr>
        <w:spacing w:line="240" w:lineRule="auto"/>
        <w:ind w:firstLine="709"/>
        <w:jc w:val="both"/>
        <w:rPr>
          <w:szCs w:val="28"/>
        </w:rPr>
      </w:pPr>
      <w:r w:rsidRPr="00D44A0F">
        <w:rPr>
          <w:szCs w:val="28"/>
        </w:rPr>
        <w:t>21)</w:t>
      </w:r>
      <w:r w:rsidRPr="00D44A0F">
        <w:rPr>
          <w:szCs w:val="28"/>
        </w:rPr>
        <w:tab/>
        <w:t>в жилом помещении допустимые уровни звукового давления в октавных полосах частот, эквивалентные и максимальные уровни звука и проникающего шума должны соответствовать установленным значениям и не превышать максимально допустимого уровня звука в комнатах и квартирах в дневное время суток 55 дБ, в ночное - 45 дБ. При этом допустимые уровни шума, создаваемого в жилых помещениях системами вентиляции и другим инженерным и технологическим оборудованием, должны быть ниже на 5 дБА указанных уровней в дневное и ночное время суток. Межквартирные стены и перегородки должны иметь индекс изоляции воздушного шума не ниже 50 дБ;</w:t>
      </w:r>
    </w:p>
    <w:p w:rsidR="002466ED" w:rsidRPr="00D44A0F" w:rsidRDefault="002466ED" w:rsidP="00D44A0F">
      <w:pPr>
        <w:spacing w:line="240" w:lineRule="auto"/>
        <w:ind w:firstLine="709"/>
        <w:jc w:val="both"/>
        <w:rPr>
          <w:szCs w:val="28"/>
        </w:rPr>
      </w:pPr>
      <w:r w:rsidRPr="00D44A0F">
        <w:rPr>
          <w:szCs w:val="28"/>
        </w:rPr>
        <w:t>22)</w:t>
      </w:r>
      <w:r w:rsidRPr="00D44A0F">
        <w:rPr>
          <w:szCs w:val="28"/>
        </w:rPr>
        <w:tab/>
        <w:t>в жилом помещении допустимые уровни вибрации от внутренних и внешних источников в дневное и ночное время суток должны соответствовать установленным значениям;</w:t>
      </w:r>
    </w:p>
    <w:p w:rsidR="002466ED" w:rsidRPr="00D44A0F" w:rsidRDefault="002466ED" w:rsidP="00D44A0F">
      <w:pPr>
        <w:spacing w:line="240" w:lineRule="auto"/>
        <w:ind w:firstLine="709"/>
        <w:jc w:val="both"/>
        <w:rPr>
          <w:szCs w:val="28"/>
        </w:rPr>
      </w:pPr>
      <w:r w:rsidRPr="00D44A0F">
        <w:rPr>
          <w:szCs w:val="28"/>
        </w:rPr>
        <w:t>23)</w:t>
      </w:r>
      <w:r w:rsidRPr="00D44A0F">
        <w:rPr>
          <w:szCs w:val="28"/>
        </w:rPr>
        <w:tab/>
        <w:t>в жилом помещении допустимый уровень инфразвука должен соответствовать установленным значениям;</w:t>
      </w:r>
    </w:p>
    <w:p w:rsidR="002466ED" w:rsidRPr="00D44A0F" w:rsidRDefault="002466ED" w:rsidP="00D44A0F">
      <w:pPr>
        <w:spacing w:line="240" w:lineRule="auto"/>
        <w:ind w:firstLine="709"/>
        <w:jc w:val="both"/>
        <w:rPr>
          <w:szCs w:val="28"/>
        </w:rPr>
      </w:pPr>
      <w:r w:rsidRPr="00D44A0F">
        <w:rPr>
          <w:szCs w:val="28"/>
        </w:rPr>
        <w:t>24)</w:t>
      </w:r>
      <w:r w:rsidRPr="00D44A0F">
        <w:rPr>
          <w:szCs w:val="28"/>
        </w:rPr>
        <w:tab/>
        <w:t xml:space="preserve"> в жилом помещении интенсивность электромагнитного излучения радиочастотного диапазона от стационарных передающих радиотехнических объектов (30 кГц - 300 ГГц) не должна превышать установленных допустимых значений;</w:t>
      </w:r>
    </w:p>
    <w:p w:rsidR="002466ED" w:rsidRPr="00D44A0F" w:rsidRDefault="002466ED" w:rsidP="00D44A0F">
      <w:pPr>
        <w:spacing w:line="240" w:lineRule="auto"/>
        <w:ind w:firstLine="709"/>
        <w:jc w:val="both"/>
        <w:rPr>
          <w:szCs w:val="28"/>
        </w:rPr>
      </w:pPr>
      <w:r w:rsidRPr="00D44A0F">
        <w:rPr>
          <w:szCs w:val="28"/>
        </w:rPr>
        <w:t>25)</w:t>
      </w:r>
      <w:r w:rsidRPr="00D44A0F">
        <w:rPr>
          <w:szCs w:val="28"/>
        </w:rPr>
        <w:tab/>
        <w:t>в жилом помещении на расстоянии 0,2 м от стен и окон и на высоте 0,5 - 1,8 м от пола напряженность электрического поля промышленной частоты 50 Гц и индукция магнитного поля промышленной частоты 50 Гц не должны превышать соответственно 0,5 кВ/м и 10 мкТл;</w:t>
      </w:r>
    </w:p>
    <w:p w:rsidR="002466ED" w:rsidRPr="00D44A0F" w:rsidRDefault="002466ED" w:rsidP="00D44A0F">
      <w:pPr>
        <w:spacing w:line="240" w:lineRule="auto"/>
        <w:ind w:firstLine="709"/>
        <w:jc w:val="both"/>
        <w:rPr>
          <w:szCs w:val="28"/>
        </w:rPr>
      </w:pPr>
      <w:r w:rsidRPr="00D44A0F">
        <w:rPr>
          <w:szCs w:val="28"/>
        </w:rPr>
        <w:t>26)</w:t>
      </w:r>
      <w:r w:rsidRPr="00D44A0F">
        <w:rPr>
          <w:szCs w:val="28"/>
        </w:rPr>
        <w:tab/>
        <w:t>внутри жилого помещения мощность эквивалентной дозы облучения не должна превышать мощность дозы, допустимой для открытой местности, более чем на 0,3 мкЗв/ч, а среднегодовая эквивалентная равновесная объемная активность радона в воздухе эксплуатируемых помещений не должна превышать 200 Бк/куб. м;</w:t>
      </w:r>
    </w:p>
    <w:p w:rsidR="002466ED" w:rsidRPr="00D44A0F" w:rsidRDefault="002466ED" w:rsidP="00D44A0F">
      <w:pPr>
        <w:spacing w:line="240" w:lineRule="auto"/>
        <w:ind w:firstLine="709"/>
        <w:jc w:val="both"/>
        <w:rPr>
          <w:szCs w:val="28"/>
        </w:rPr>
      </w:pPr>
      <w:r w:rsidRPr="00D44A0F">
        <w:rPr>
          <w:szCs w:val="28"/>
        </w:rPr>
        <w:t>27)</w:t>
      </w:r>
      <w:r w:rsidRPr="00D44A0F">
        <w:rPr>
          <w:szCs w:val="28"/>
        </w:rPr>
        <w:tab/>
        <w:t>концентрация вредных веществ в воздухе жилого помещения не должна превышать установленных предельно допустимых концентраций для атмосферного воздуха населенных мест. При этом оценка соответствия жилого помещения требованиям, которым оно должно отвечать, проводится по величине предельно допустимых концентраций наиболее гигиенически значимых веществ, загрязняющих воздушную среду помещений, таких, как оксид азота, аммиак, ацетальдегид, бензол, бутилацетат, дистиламин, 1,2-дихлорэтан, ксилол, ртуть, свинец и его неорганические соединения, сероводород, стирол, толуол, оксид углерода, фенол, формальдегид, диметилфталат, этилацетат и этилбензол.</w:t>
      </w:r>
    </w:p>
    <w:sectPr w:rsidR="002466ED" w:rsidRPr="00D44A0F" w:rsidSect="002C3EC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SimSun">
    <w:altName w:val="§­§°§®§Ц"/>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63EC2"/>
    <w:multiLevelType w:val="hybridMultilevel"/>
    <w:tmpl w:val="7D848EA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
    <w:nsid w:val="096B7A35"/>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nsid w:val="098B3CFF"/>
    <w:multiLevelType w:val="hybridMultilevel"/>
    <w:tmpl w:val="646CFB6C"/>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nsid w:val="0F736D6E"/>
    <w:multiLevelType w:val="hybridMultilevel"/>
    <w:tmpl w:val="AA201814"/>
    <w:lvl w:ilvl="0" w:tplc="555C316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nsid w:val="1294621C"/>
    <w:multiLevelType w:val="hybridMultilevel"/>
    <w:tmpl w:val="7D848EA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
    <w:nsid w:val="13490EAB"/>
    <w:multiLevelType w:val="hybridMultilevel"/>
    <w:tmpl w:val="BFCA2DD8"/>
    <w:lvl w:ilvl="0" w:tplc="0419000F">
      <w:start w:val="1"/>
      <w:numFmt w:val="decimal"/>
      <w:lvlText w:val="%1."/>
      <w:lvlJc w:val="left"/>
      <w:pPr>
        <w:ind w:left="1070" w:hanging="360"/>
      </w:pPr>
      <w:rPr>
        <w:rFonts w:cs="Times New Roman"/>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nsid w:val="15FD3305"/>
    <w:multiLevelType w:val="hybridMultilevel"/>
    <w:tmpl w:val="D6ECA18E"/>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BDD1A58"/>
    <w:multiLevelType w:val="hybridMultilevel"/>
    <w:tmpl w:val="CC22CE62"/>
    <w:lvl w:ilvl="0" w:tplc="39606EF2">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9">
    <w:nsid w:val="233A2A72"/>
    <w:multiLevelType w:val="hybridMultilevel"/>
    <w:tmpl w:val="070A53F6"/>
    <w:lvl w:ilvl="0" w:tplc="320681CE">
      <w:start w:val="1"/>
      <w:numFmt w:val="bullet"/>
      <w:lvlText w:val="-"/>
      <w:lvlJc w:val="left"/>
      <w:pPr>
        <w:ind w:left="720" w:hanging="360"/>
      </w:pPr>
      <w:rPr>
        <w:rFonts w:ascii="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242315A9"/>
    <w:multiLevelType w:val="hybridMultilevel"/>
    <w:tmpl w:val="724085C8"/>
    <w:lvl w:ilvl="0" w:tplc="39606EF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nsid w:val="26A52F5A"/>
    <w:multiLevelType w:val="hybridMultilevel"/>
    <w:tmpl w:val="B156BC74"/>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2">
    <w:nsid w:val="2B1172D0"/>
    <w:multiLevelType w:val="hybridMultilevel"/>
    <w:tmpl w:val="B3204B90"/>
    <w:lvl w:ilvl="0" w:tplc="320681CE">
      <w:start w:val="1"/>
      <w:numFmt w:val="bullet"/>
      <w:lvlText w:val="-"/>
      <w:lvlJc w:val="left"/>
      <w:pPr>
        <w:ind w:left="928" w:hanging="360"/>
      </w:pPr>
      <w:rPr>
        <w:rFonts w:ascii="Times New Roman" w:hAnsi="Times New Roman" w:hint="default"/>
      </w:rPr>
    </w:lvl>
    <w:lvl w:ilvl="1" w:tplc="320681CE">
      <w:start w:val="1"/>
      <w:numFmt w:val="bullet"/>
      <w:lvlText w:val="-"/>
      <w:lvlJc w:val="left"/>
      <w:pPr>
        <w:ind w:left="2007" w:hanging="360"/>
      </w:pPr>
      <w:rPr>
        <w:rFonts w:ascii="Times New Roman" w:hAnsi="Times New Roman"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13">
    <w:nsid w:val="2D6663A1"/>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4">
    <w:nsid w:val="2F0935C3"/>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5">
    <w:nsid w:val="31AE1BDA"/>
    <w:multiLevelType w:val="hybridMultilevel"/>
    <w:tmpl w:val="EA488638"/>
    <w:lvl w:ilvl="0" w:tplc="0CFA4A6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6">
    <w:nsid w:val="31C229C3"/>
    <w:multiLevelType w:val="hybridMultilevel"/>
    <w:tmpl w:val="922AC6BC"/>
    <w:lvl w:ilvl="0" w:tplc="320681CE">
      <w:start w:val="1"/>
      <w:numFmt w:val="bullet"/>
      <w:lvlText w:val="-"/>
      <w:lvlJc w:val="left"/>
      <w:pPr>
        <w:ind w:left="720" w:hanging="360"/>
      </w:pPr>
      <w:rPr>
        <w:rFonts w:ascii="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32191F76"/>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nsid w:val="37A730F5"/>
    <w:multiLevelType w:val="hybridMultilevel"/>
    <w:tmpl w:val="AFFA98E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nsid w:val="3D731EFA"/>
    <w:multiLevelType w:val="hybridMultilevel"/>
    <w:tmpl w:val="1BE6AF1E"/>
    <w:lvl w:ilvl="0" w:tplc="555C316E">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20">
    <w:nsid w:val="3E8F3D86"/>
    <w:multiLevelType w:val="hybridMultilevel"/>
    <w:tmpl w:val="EE6EAF3C"/>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1">
    <w:nsid w:val="42D64E0E"/>
    <w:multiLevelType w:val="hybridMultilevel"/>
    <w:tmpl w:val="7D848EA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2">
    <w:nsid w:val="45BE3BDD"/>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3">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24">
    <w:nsid w:val="55B96A1C"/>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5">
    <w:nsid w:val="56930B83"/>
    <w:multiLevelType w:val="hybridMultilevel"/>
    <w:tmpl w:val="C58E87F2"/>
    <w:lvl w:ilvl="0" w:tplc="320681CE">
      <w:start w:val="1"/>
      <w:numFmt w:val="bullet"/>
      <w:lvlText w:val="-"/>
      <w:lvlJc w:val="left"/>
      <w:pPr>
        <w:ind w:left="1260" w:hanging="360"/>
      </w:pPr>
      <w:rPr>
        <w:rFonts w:ascii="Times New Roman" w:hAnsi="Times New Roman"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26">
    <w:nsid w:val="60D3479A"/>
    <w:multiLevelType w:val="hybridMultilevel"/>
    <w:tmpl w:val="6082EF6E"/>
    <w:lvl w:ilvl="0" w:tplc="F5B4991C">
      <w:start w:val="1"/>
      <w:numFmt w:val="decimal"/>
      <w:lvlText w:val="%1."/>
      <w:lvlJc w:val="left"/>
      <w:pPr>
        <w:ind w:left="644" w:hanging="360"/>
      </w:pPr>
      <w:rPr>
        <w:rFonts w:cs="Times New Roman"/>
        <w:b w:val="0"/>
        <w:bCs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60D77476"/>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8">
    <w:nsid w:val="6E6610FB"/>
    <w:multiLevelType w:val="hybridMultilevel"/>
    <w:tmpl w:val="9000EDF2"/>
    <w:lvl w:ilvl="0" w:tplc="C780FD78">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9">
    <w:nsid w:val="74DA317D"/>
    <w:multiLevelType w:val="hybridMultilevel"/>
    <w:tmpl w:val="990C0F60"/>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0">
    <w:nsid w:val="7F262D59"/>
    <w:multiLevelType w:val="hybridMultilevel"/>
    <w:tmpl w:val="DF382910"/>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5"/>
  </w:num>
  <w:num w:numId="2">
    <w:abstractNumId w:val="19"/>
  </w:num>
  <w:num w:numId="3">
    <w:abstractNumId w:val="26"/>
  </w:num>
  <w:num w:numId="4">
    <w:abstractNumId w:val="10"/>
  </w:num>
  <w:num w:numId="5">
    <w:abstractNumId w:val="7"/>
  </w:num>
  <w:num w:numId="6">
    <w:abstractNumId w:val="11"/>
  </w:num>
  <w:num w:numId="7">
    <w:abstractNumId w:val="2"/>
  </w:num>
  <w:num w:numId="8">
    <w:abstractNumId w:val="29"/>
  </w:num>
  <w:num w:numId="9">
    <w:abstractNumId w:val="20"/>
  </w:num>
  <w:num w:numId="10">
    <w:abstractNumId w:val="30"/>
  </w:num>
  <w:num w:numId="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21"/>
  </w:num>
  <w:num w:numId="14">
    <w:abstractNumId w:val="24"/>
  </w:num>
  <w:num w:numId="15">
    <w:abstractNumId w:val="13"/>
  </w:num>
  <w:num w:numId="16">
    <w:abstractNumId w:val="14"/>
  </w:num>
  <w:num w:numId="17">
    <w:abstractNumId w:val="27"/>
  </w:num>
  <w:num w:numId="18">
    <w:abstractNumId w:val="4"/>
  </w:num>
  <w:num w:numId="19">
    <w:abstractNumId w:val="1"/>
  </w:num>
  <w:num w:numId="20">
    <w:abstractNumId w:val="0"/>
  </w:num>
  <w:num w:numId="21">
    <w:abstractNumId w:val="22"/>
  </w:num>
  <w:num w:numId="22">
    <w:abstractNumId w:val="17"/>
  </w:num>
  <w:num w:numId="23">
    <w:abstractNumId w:val="18"/>
  </w:num>
  <w:num w:numId="24">
    <w:abstractNumId w:val="15"/>
  </w:num>
  <w:num w:numId="25">
    <w:abstractNumId w:val="28"/>
  </w:num>
  <w:num w:numId="26">
    <w:abstractNumId w:val="6"/>
  </w:num>
  <w:num w:numId="27">
    <w:abstractNumId w:val="12"/>
  </w:num>
  <w:num w:numId="28">
    <w:abstractNumId w:val="16"/>
  </w:num>
  <w:num w:numId="29">
    <w:abstractNumId w:val="9"/>
  </w:num>
  <w:num w:numId="30">
    <w:abstractNumId w:val="25"/>
  </w:num>
  <w:num w:numId="3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23"/>
  </w:num>
  <w:num w:numId="3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3633D"/>
    <w:rsid w:val="00000464"/>
    <w:rsid w:val="00000A75"/>
    <w:rsid w:val="00000B13"/>
    <w:rsid w:val="00000F96"/>
    <w:rsid w:val="00001334"/>
    <w:rsid w:val="000018ED"/>
    <w:rsid w:val="00001A86"/>
    <w:rsid w:val="0000284E"/>
    <w:rsid w:val="000031CE"/>
    <w:rsid w:val="00004350"/>
    <w:rsid w:val="00004C0C"/>
    <w:rsid w:val="00004F84"/>
    <w:rsid w:val="00005222"/>
    <w:rsid w:val="0000587F"/>
    <w:rsid w:val="00006942"/>
    <w:rsid w:val="00006F6A"/>
    <w:rsid w:val="00007965"/>
    <w:rsid w:val="00007FA8"/>
    <w:rsid w:val="00010120"/>
    <w:rsid w:val="00010567"/>
    <w:rsid w:val="0001164F"/>
    <w:rsid w:val="000117A2"/>
    <w:rsid w:val="00011B10"/>
    <w:rsid w:val="00011D68"/>
    <w:rsid w:val="00012A58"/>
    <w:rsid w:val="00014103"/>
    <w:rsid w:val="00014373"/>
    <w:rsid w:val="000147F2"/>
    <w:rsid w:val="00020033"/>
    <w:rsid w:val="000200E5"/>
    <w:rsid w:val="00020512"/>
    <w:rsid w:val="00020BAE"/>
    <w:rsid w:val="0002113D"/>
    <w:rsid w:val="00022255"/>
    <w:rsid w:val="0002243A"/>
    <w:rsid w:val="0002247D"/>
    <w:rsid w:val="000225D2"/>
    <w:rsid w:val="00022DB9"/>
    <w:rsid w:val="00023165"/>
    <w:rsid w:val="0002485A"/>
    <w:rsid w:val="00024AAC"/>
    <w:rsid w:val="00025B02"/>
    <w:rsid w:val="0002632E"/>
    <w:rsid w:val="00026F8E"/>
    <w:rsid w:val="00027225"/>
    <w:rsid w:val="00027802"/>
    <w:rsid w:val="00027B73"/>
    <w:rsid w:val="00031562"/>
    <w:rsid w:val="000318A4"/>
    <w:rsid w:val="00031F1C"/>
    <w:rsid w:val="000325B4"/>
    <w:rsid w:val="00032762"/>
    <w:rsid w:val="00034444"/>
    <w:rsid w:val="0003497B"/>
    <w:rsid w:val="0003502D"/>
    <w:rsid w:val="00035D04"/>
    <w:rsid w:val="00036325"/>
    <w:rsid w:val="00036391"/>
    <w:rsid w:val="000365F7"/>
    <w:rsid w:val="0003663F"/>
    <w:rsid w:val="000368E8"/>
    <w:rsid w:val="00036C94"/>
    <w:rsid w:val="00036E07"/>
    <w:rsid w:val="00037666"/>
    <w:rsid w:val="00037AB6"/>
    <w:rsid w:val="00037B21"/>
    <w:rsid w:val="00037BB2"/>
    <w:rsid w:val="00037FEA"/>
    <w:rsid w:val="0004048E"/>
    <w:rsid w:val="0004063D"/>
    <w:rsid w:val="00040681"/>
    <w:rsid w:val="000406A6"/>
    <w:rsid w:val="00040FBA"/>
    <w:rsid w:val="00041A05"/>
    <w:rsid w:val="000422CD"/>
    <w:rsid w:val="000426CF"/>
    <w:rsid w:val="000429A1"/>
    <w:rsid w:val="00042B82"/>
    <w:rsid w:val="00043251"/>
    <w:rsid w:val="00043572"/>
    <w:rsid w:val="00043865"/>
    <w:rsid w:val="000441B3"/>
    <w:rsid w:val="00044828"/>
    <w:rsid w:val="0004531E"/>
    <w:rsid w:val="000469AA"/>
    <w:rsid w:val="00046AEE"/>
    <w:rsid w:val="00050F10"/>
    <w:rsid w:val="000511E2"/>
    <w:rsid w:val="000518D6"/>
    <w:rsid w:val="00051CC4"/>
    <w:rsid w:val="0005204F"/>
    <w:rsid w:val="0005224D"/>
    <w:rsid w:val="000522B0"/>
    <w:rsid w:val="00052337"/>
    <w:rsid w:val="00052DA2"/>
    <w:rsid w:val="00053352"/>
    <w:rsid w:val="00053C83"/>
    <w:rsid w:val="00053CCC"/>
    <w:rsid w:val="00055648"/>
    <w:rsid w:val="00056ACE"/>
    <w:rsid w:val="000573DD"/>
    <w:rsid w:val="000578CC"/>
    <w:rsid w:val="000600D6"/>
    <w:rsid w:val="00060C40"/>
    <w:rsid w:val="00060DB7"/>
    <w:rsid w:val="00061046"/>
    <w:rsid w:val="0006157C"/>
    <w:rsid w:val="00061877"/>
    <w:rsid w:val="00061947"/>
    <w:rsid w:val="00062015"/>
    <w:rsid w:val="00062141"/>
    <w:rsid w:val="00062EB2"/>
    <w:rsid w:val="00063832"/>
    <w:rsid w:val="00063B9E"/>
    <w:rsid w:val="00063CBD"/>
    <w:rsid w:val="00064A42"/>
    <w:rsid w:val="000655A5"/>
    <w:rsid w:val="00065D86"/>
    <w:rsid w:val="00066883"/>
    <w:rsid w:val="0006764E"/>
    <w:rsid w:val="00067B3F"/>
    <w:rsid w:val="0007016A"/>
    <w:rsid w:val="00070671"/>
    <w:rsid w:val="000708DA"/>
    <w:rsid w:val="00070E69"/>
    <w:rsid w:val="000711D7"/>
    <w:rsid w:val="00071D06"/>
    <w:rsid w:val="00072511"/>
    <w:rsid w:val="00072CD7"/>
    <w:rsid w:val="000735D0"/>
    <w:rsid w:val="00073648"/>
    <w:rsid w:val="000739C7"/>
    <w:rsid w:val="00073CDD"/>
    <w:rsid w:val="00074F26"/>
    <w:rsid w:val="000754B3"/>
    <w:rsid w:val="0007562F"/>
    <w:rsid w:val="00075767"/>
    <w:rsid w:val="00076072"/>
    <w:rsid w:val="00080D3C"/>
    <w:rsid w:val="000817EC"/>
    <w:rsid w:val="00081975"/>
    <w:rsid w:val="00082904"/>
    <w:rsid w:val="00083A78"/>
    <w:rsid w:val="00083D21"/>
    <w:rsid w:val="00085072"/>
    <w:rsid w:val="000859E7"/>
    <w:rsid w:val="000861BA"/>
    <w:rsid w:val="0008638B"/>
    <w:rsid w:val="00086874"/>
    <w:rsid w:val="00086DEF"/>
    <w:rsid w:val="0008738A"/>
    <w:rsid w:val="000875FC"/>
    <w:rsid w:val="00087F15"/>
    <w:rsid w:val="0009074F"/>
    <w:rsid w:val="00090814"/>
    <w:rsid w:val="00090E7E"/>
    <w:rsid w:val="000910ED"/>
    <w:rsid w:val="000911D2"/>
    <w:rsid w:val="000926EE"/>
    <w:rsid w:val="0009323D"/>
    <w:rsid w:val="000938E5"/>
    <w:rsid w:val="0009523A"/>
    <w:rsid w:val="0009674E"/>
    <w:rsid w:val="00096768"/>
    <w:rsid w:val="00096D12"/>
    <w:rsid w:val="000A105E"/>
    <w:rsid w:val="000A365B"/>
    <w:rsid w:val="000A3BBB"/>
    <w:rsid w:val="000A5C6B"/>
    <w:rsid w:val="000A5F3B"/>
    <w:rsid w:val="000A74D8"/>
    <w:rsid w:val="000B03A1"/>
    <w:rsid w:val="000B04A5"/>
    <w:rsid w:val="000B0A36"/>
    <w:rsid w:val="000B2347"/>
    <w:rsid w:val="000B27BE"/>
    <w:rsid w:val="000B38F4"/>
    <w:rsid w:val="000B4305"/>
    <w:rsid w:val="000B49D1"/>
    <w:rsid w:val="000B4A9B"/>
    <w:rsid w:val="000B54DC"/>
    <w:rsid w:val="000B69E5"/>
    <w:rsid w:val="000B6A53"/>
    <w:rsid w:val="000B6D75"/>
    <w:rsid w:val="000B73A0"/>
    <w:rsid w:val="000B7714"/>
    <w:rsid w:val="000B797B"/>
    <w:rsid w:val="000B7DBE"/>
    <w:rsid w:val="000B7E60"/>
    <w:rsid w:val="000C13F2"/>
    <w:rsid w:val="000C24DB"/>
    <w:rsid w:val="000C2A96"/>
    <w:rsid w:val="000C337F"/>
    <w:rsid w:val="000C353B"/>
    <w:rsid w:val="000C37B5"/>
    <w:rsid w:val="000C3B30"/>
    <w:rsid w:val="000C4304"/>
    <w:rsid w:val="000C49DC"/>
    <w:rsid w:val="000C4F86"/>
    <w:rsid w:val="000C5255"/>
    <w:rsid w:val="000C590A"/>
    <w:rsid w:val="000C596A"/>
    <w:rsid w:val="000C5AFE"/>
    <w:rsid w:val="000C5BD0"/>
    <w:rsid w:val="000C6F90"/>
    <w:rsid w:val="000C7007"/>
    <w:rsid w:val="000C71E0"/>
    <w:rsid w:val="000C7909"/>
    <w:rsid w:val="000C7C80"/>
    <w:rsid w:val="000C7DA5"/>
    <w:rsid w:val="000D061D"/>
    <w:rsid w:val="000D0BBC"/>
    <w:rsid w:val="000D0C90"/>
    <w:rsid w:val="000D182B"/>
    <w:rsid w:val="000D2A1D"/>
    <w:rsid w:val="000D2D9A"/>
    <w:rsid w:val="000D5071"/>
    <w:rsid w:val="000D5774"/>
    <w:rsid w:val="000D6344"/>
    <w:rsid w:val="000D7125"/>
    <w:rsid w:val="000D74B5"/>
    <w:rsid w:val="000E0A96"/>
    <w:rsid w:val="000E2D4A"/>
    <w:rsid w:val="000E30D7"/>
    <w:rsid w:val="000E35DC"/>
    <w:rsid w:val="000E3E11"/>
    <w:rsid w:val="000E3FBE"/>
    <w:rsid w:val="000E437D"/>
    <w:rsid w:val="000E56A5"/>
    <w:rsid w:val="000E6A04"/>
    <w:rsid w:val="000E6EFE"/>
    <w:rsid w:val="000E725B"/>
    <w:rsid w:val="000E7432"/>
    <w:rsid w:val="000E7C49"/>
    <w:rsid w:val="000F010B"/>
    <w:rsid w:val="000F03CB"/>
    <w:rsid w:val="000F09E3"/>
    <w:rsid w:val="000F17D7"/>
    <w:rsid w:val="000F18C6"/>
    <w:rsid w:val="000F2DB5"/>
    <w:rsid w:val="000F3C7E"/>
    <w:rsid w:val="000F410B"/>
    <w:rsid w:val="000F4878"/>
    <w:rsid w:val="000F5CB5"/>
    <w:rsid w:val="000F6B6F"/>
    <w:rsid w:val="000F6B8F"/>
    <w:rsid w:val="0010075A"/>
    <w:rsid w:val="001008E0"/>
    <w:rsid w:val="00102128"/>
    <w:rsid w:val="0010251A"/>
    <w:rsid w:val="00102BCF"/>
    <w:rsid w:val="00103062"/>
    <w:rsid w:val="00103F59"/>
    <w:rsid w:val="00103F5D"/>
    <w:rsid w:val="0010406B"/>
    <w:rsid w:val="001043F2"/>
    <w:rsid w:val="001066E0"/>
    <w:rsid w:val="00106C47"/>
    <w:rsid w:val="0010792F"/>
    <w:rsid w:val="00110049"/>
    <w:rsid w:val="001103C4"/>
    <w:rsid w:val="00111691"/>
    <w:rsid w:val="00111CB3"/>
    <w:rsid w:val="00113164"/>
    <w:rsid w:val="001133BC"/>
    <w:rsid w:val="001134EE"/>
    <w:rsid w:val="001143B8"/>
    <w:rsid w:val="00114D9D"/>
    <w:rsid w:val="00114E42"/>
    <w:rsid w:val="00114F54"/>
    <w:rsid w:val="00115ECC"/>
    <w:rsid w:val="00116273"/>
    <w:rsid w:val="00116CCD"/>
    <w:rsid w:val="00117F36"/>
    <w:rsid w:val="00117FD5"/>
    <w:rsid w:val="00120B3A"/>
    <w:rsid w:val="00120B9A"/>
    <w:rsid w:val="00120C5B"/>
    <w:rsid w:val="00121C14"/>
    <w:rsid w:val="00121D32"/>
    <w:rsid w:val="00121E2C"/>
    <w:rsid w:val="00121FE4"/>
    <w:rsid w:val="00122029"/>
    <w:rsid w:val="0012244F"/>
    <w:rsid w:val="00122591"/>
    <w:rsid w:val="00122CC8"/>
    <w:rsid w:val="00122ED4"/>
    <w:rsid w:val="00123053"/>
    <w:rsid w:val="001248FE"/>
    <w:rsid w:val="00124909"/>
    <w:rsid w:val="0012624B"/>
    <w:rsid w:val="0012653F"/>
    <w:rsid w:val="0012686C"/>
    <w:rsid w:val="00126B61"/>
    <w:rsid w:val="00126DE5"/>
    <w:rsid w:val="00127374"/>
    <w:rsid w:val="00127444"/>
    <w:rsid w:val="0013061F"/>
    <w:rsid w:val="00130B0C"/>
    <w:rsid w:val="00130CB6"/>
    <w:rsid w:val="001311FF"/>
    <w:rsid w:val="00131398"/>
    <w:rsid w:val="001320B2"/>
    <w:rsid w:val="00132F66"/>
    <w:rsid w:val="0013303B"/>
    <w:rsid w:val="00135032"/>
    <w:rsid w:val="00135634"/>
    <w:rsid w:val="00136CD2"/>
    <w:rsid w:val="00137C3F"/>
    <w:rsid w:val="00137FBD"/>
    <w:rsid w:val="001409CC"/>
    <w:rsid w:val="00140BC8"/>
    <w:rsid w:val="00140D43"/>
    <w:rsid w:val="00141F64"/>
    <w:rsid w:val="00142B20"/>
    <w:rsid w:val="001439D1"/>
    <w:rsid w:val="00143EC9"/>
    <w:rsid w:val="0014499A"/>
    <w:rsid w:val="001452A6"/>
    <w:rsid w:val="00145422"/>
    <w:rsid w:val="001455D8"/>
    <w:rsid w:val="00147759"/>
    <w:rsid w:val="00147963"/>
    <w:rsid w:val="00147B09"/>
    <w:rsid w:val="001502B4"/>
    <w:rsid w:val="00151081"/>
    <w:rsid w:val="0015169D"/>
    <w:rsid w:val="00151F16"/>
    <w:rsid w:val="001524CE"/>
    <w:rsid w:val="00153E62"/>
    <w:rsid w:val="00153F68"/>
    <w:rsid w:val="00154BC5"/>
    <w:rsid w:val="00154C70"/>
    <w:rsid w:val="00155993"/>
    <w:rsid w:val="00156792"/>
    <w:rsid w:val="00157956"/>
    <w:rsid w:val="001604E0"/>
    <w:rsid w:val="00160E9C"/>
    <w:rsid w:val="00161A19"/>
    <w:rsid w:val="0016231F"/>
    <w:rsid w:val="00162C10"/>
    <w:rsid w:val="00163484"/>
    <w:rsid w:val="0016370F"/>
    <w:rsid w:val="00164CC4"/>
    <w:rsid w:val="00166195"/>
    <w:rsid w:val="001661F8"/>
    <w:rsid w:val="001666B3"/>
    <w:rsid w:val="00166C20"/>
    <w:rsid w:val="00166D48"/>
    <w:rsid w:val="001671E3"/>
    <w:rsid w:val="001703C9"/>
    <w:rsid w:val="001704FA"/>
    <w:rsid w:val="001717D8"/>
    <w:rsid w:val="00171B02"/>
    <w:rsid w:val="00171BF1"/>
    <w:rsid w:val="00172885"/>
    <w:rsid w:val="00172CB6"/>
    <w:rsid w:val="001733AC"/>
    <w:rsid w:val="00173B6D"/>
    <w:rsid w:val="00173C34"/>
    <w:rsid w:val="00174A42"/>
    <w:rsid w:val="001752B7"/>
    <w:rsid w:val="00175536"/>
    <w:rsid w:val="001756A3"/>
    <w:rsid w:val="001762A6"/>
    <w:rsid w:val="001766DB"/>
    <w:rsid w:val="0017683E"/>
    <w:rsid w:val="001777CD"/>
    <w:rsid w:val="001779CD"/>
    <w:rsid w:val="00180387"/>
    <w:rsid w:val="00180701"/>
    <w:rsid w:val="00180E5D"/>
    <w:rsid w:val="001812A6"/>
    <w:rsid w:val="0018240E"/>
    <w:rsid w:val="00184810"/>
    <w:rsid w:val="0018644D"/>
    <w:rsid w:val="001870D7"/>
    <w:rsid w:val="001874F5"/>
    <w:rsid w:val="00187502"/>
    <w:rsid w:val="00190045"/>
    <w:rsid w:val="001902D8"/>
    <w:rsid w:val="00190B2D"/>
    <w:rsid w:val="00190F2F"/>
    <w:rsid w:val="001913D1"/>
    <w:rsid w:val="00191FAD"/>
    <w:rsid w:val="001931B9"/>
    <w:rsid w:val="00193270"/>
    <w:rsid w:val="00194168"/>
    <w:rsid w:val="00194CEE"/>
    <w:rsid w:val="00195A46"/>
    <w:rsid w:val="0019613A"/>
    <w:rsid w:val="0019643B"/>
    <w:rsid w:val="00196687"/>
    <w:rsid w:val="001973CD"/>
    <w:rsid w:val="001A07C6"/>
    <w:rsid w:val="001A13D1"/>
    <w:rsid w:val="001A1E81"/>
    <w:rsid w:val="001A1F50"/>
    <w:rsid w:val="001A2108"/>
    <w:rsid w:val="001A28D4"/>
    <w:rsid w:val="001A2D67"/>
    <w:rsid w:val="001A33AB"/>
    <w:rsid w:val="001A4226"/>
    <w:rsid w:val="001A4CA7"/>
    <w:rsid w:val="001A4DC9"/>
    <w:rsid w:val="001A641C"/>
    <w:rsid w:val="001B0138"/>
    <w:rsid w:val="001B0938"/>
    <w:rsid w:val="001B0C0D"/>
    <w:rsid w:val="001B0C98"/>
    <w:rsid w:val="001B0CB2"/>
    <w:rsid w:val="001B1204"/>
    <w:rsid w:val="001B1EDB"/>
    <w:rsid w:val="001B326B"/>
    <w:rsid w:val="001B3A27"/>
    <w:rsid w:val="001B4227"/>
    <w:rsid w:val="001B4806"/>
    <w:rsid w:val="001B50B3"/>
    <w:rsid w:val="001B65E7"/>
    <w:rsid w:val="001B6613"/>
    <w:rsid w:val="001B6737"/>
    <w:rsid w:val="001B67B1"/>
    <w:rsid w:val="001B6915"/>
    <w:rsid w:val="001B6B34"/>
    <w:rsid w:val="001B6F9E"/>
    <w:rsid w:val="001B704A"/>
    <w:rsid w:val="001B7DCB"/>
    <w:rsid w:val="001C1193"/>
    <w:rsid w:val="001C1C6B"/>
    <w:rsid w:val="001C2250"/>
    <w:rsid w:val="001C2A5B"/>
    <w:rsid w:val="001C2F34"/>
    <w:rsid w:val="001C36DD"/>
    <w:rsid w:val="001C4C0A"/>
    <w:rsid w:val="001C4E91"/>
    <w:rsid w:val="001C5A7F"/>
    <w:rsid w:val="001C64C5"/>
    <w:rsid w:val="001C6C6C"/>
    <w:rsid w:val="001C7212"/>
    <w:rsid w:val="001C7408"/>
    <w:rsid w:val="001D0A7F"/>
    <w:rsid w:val="001D227F"/>
    <w:rsid w:val="001D269F"/>
    <w:rsid w:val="001D2A13"/>
    <w:rsid w:val="001D333C"/>
    <w:rsid w:val="001D423F"/>
    <w:rsid w:val="001D6E37"/>
    <w:rsid w:val="001D6F06"/>
    <w:rsid w:val="001D7DC4"/>
    <w:rsid w:val="001D7E60"/>
    <w:rsid w:val="001E0DBD"/>
    <w:rsid w:val="001E18C6"/>
    <w:rsid w:val="001E2507"/>
    <w:rsid w:val="001E42A5"/>
    <w:rsid w:val="001E549C"/>
    <w:rsid w:val="001E642F"/>
    <w:rsid w:val="001E6919"/>
    <w:rsid w:val="001E71F6"/>
    <w:rsid w:val="001E74C1"/>
    <w:rsid w:val="001F0A9D"/>
    <w:rsid w:val="001F11F6"/>
    <w:rsid w:val="001F12DC"/>
    <w:rsid w:val="001F1D4B"/>
    <w:rsid w:val="001F2160"/>
    <w:rsid w:val="001F2819"/>
    <w:rsid w:val="001F2BC3"/>
    <w:rsid w:val="001F3094"/>
    <w:rsid w:val="001F5BD7"/>
    <w:rsid w:val="001F6AD5"/>
    <w:rsid w:val="001F7A68"/>
    <w:rsid w:val="00200D73"/>
    <w:rsid w:val="0020124E"/>
    <w:rsid w:val="00201A57"/>
    <w:rsid w:val="00201BE4"/>
    <w:rsid w:val="002026A6"/>
    <w:rsid w:val="002028B1"/>
    <w:rsid w:val="0020294D"/>
    <w:rsid w:val="00204148"/>
    <w:rsid w:val="002042ED"/>
    <w:rsid w:val="00205EC3"/>
    <w:rsid w:val="00206085"/>
    <w:rsid w:val="00206830"/>
    <w:rsid w:val="00206E5E"/>
    <w:rsid w:val="00207CCD"/>
    <w:rsid w:val="00207D33"/>
    <w:rsid w:val="002106CC"/>
    <w:rsid w:val="00210CB4"/>
    <w:rsid w:val="00210CBD"/>
    <w:rsid w:val="0021106F"/>
    <w:rsid w:val="002117AF"/>
    <w:rsid w:val="00211C89"/>
    <w:rsid w:val="00211F76"/>
    <w:rsid w:val="00212592"/>
    <w:rsid w:val="00212C1E"/>
    <w:rsid w:val="00213189"/>
    <w:rsid w:val="00213F60"/>
    <w:rsid w:val="002140DC"/>
    <w:rsid w:val="0021448A"/>
    <w:rsid w:val="002145FA"/>
    <w:rsid w:val="002149BF"/>
    <w:rsid w:val="00215D9C"/>
    <w:rsid w:val="00216519"/>
    <w:rsid w:val="0021723A"/>
    <w:rsid w:val="0022083C"/>
    <w:rsid w:val="00220A6A"/>
    <w:rsid w:val="00221CE7"/>
    <w:rsid w:val="00221D2B"/>
    <w:rsid w:val="0022226C"/>
    <w:rsid w:val="00222422"/>
    <w:rsid w:val="0022278B"/>
    <w:rsid w:val="002238A6"/>
    <w:rsid w:val="00223962"/>
    <w:rsid w:val="002252E5"/>
    <w:rsid w:val="0022755B"/>
    <w:rsid w:val="0022789B"/>
    <w:rsid w:val="00227AEE"/>
    <w:rsid w:val="00227CD5"/>
    <w:rsid w:val="002309AA"/>
    <w:rsid w:val="0023142D"/>
    <w:rsid w:val="00231624"/>
    <w:rsid w:val="00231AFB"/>
    <w:rsid w:val="002320F1"/>
    <w:rsid w:val="00232254"/>
    <w:rsid w:val="00232C80"/>
    <w:rsid w:val="00232CA7"/>
    <w:rsid w:val="002331EC"/>
    <w:rsid w:val="002335E5"/>
    <w:rsid w:val="002335E6"/>
    <w:rsid w:val="00233D49"/>
    <w:rsid w:val="002346B8"/>
    <w:rsid w:val="002346C9"/>
    <w:rsid w:val="002347DB"/>
    <w:rsid w:val="00234FF8"/>
    <w:rsid w:val="00236033"/>
    <w:rsid w:val="0023746A"/>
    <w:rsid w:val="00237962"/>
    <w:rsid w:val="00237E7D"/>
    <w:rsid w:val="002419BC"/>
    <w:rsid w:val="0024210B"/>
    <w:rsid w:val="00242207"/>
    <w:rsid w:val="00242BD0"/>
    <w:rsid w:val="0024322B"/>
    <w:rsid w:val="00245EF0"/>
    <w:rsid w:val="002466ED"/>
    <w:rsid w:val="0025059B"/>
    <w:rsid w:val="00250CE7"/>
    <w:rsid w:val="00251909"/>
    <w:rsid w:val="00252556"/>
    <w:rsid w:val="00252C45"/>
    <w:rsid w:val="00253480"/>
    <w:rsid w:val="0025388D"/>
    <w:rsid w:val="00253938"/>
    <w:rsid w:val="00253A8E"/>
    <w:rsid w:val="00254210"/>
    <w:rsid w:val="00254848"/>
    <w:rsid w:val="002559B8"/>
    <w:rsid w:val="00255C7F"/>
    <w:rsid w:val="00256B83"/>
    <w:rsid w:val="00260FCA"/>
    <w:rsid w:val="00261DFD"/>
    <w:rsid w:val="00261E27"/>
    <w:rsid w:val="00262A2E"/>
    <w:rsid w:val="00262D15"/>
    <w:rsid w:val="002632F6"/>
    <w:rsid w:val="00264218"/>
    <w:rsid w:val="00264287"/>
    <w:rsid w:val="00264597"/>
    <w:rsid w:val="0026470A"/>
    <w:rsid w:val="002650A6"/>
    <w:rsid w:val="00265BBA"/>
    <w:rsid w:val="00266D18"/>
    <w:rsid w:val="00270BAB"/>
    <w:rsid w:val="00271396"/>
    <w:rsid w:val="0027157D"/>
    <w:rsid w:val="002715F0"/>
    <w:rsid w:val="00271642"/>
    <w:rsid w:val="0027175C"/>
    <w:rsid w:val="00271C1F"/>
    <w:rsid w:val="00273C59"/>
    <w:rsid w:val="00274C07"/>
    <w:rsid w:val="00275BA7"/>
    <w:rsid w:val="002765FC"/>
    <w:rsid w:val="002774C7"/>
    <w:rsid w:val="00277D20"/>
    <w:rsid w:val="002803C3"/>
    <w:rsid w:val="00280987"/>
    <w:rsid w:val="00280A02"/>
    <w:rsid w:val="00280E70"/>
    <w:rsid w:val="00281174"/>
    <w:rsid w:val="00281839"/>
    <w:rsid w:val="002822DB"/>
    <w:rsid w:val="00286F77"/>
    <w:rsid w:val="00286FC6"/>
    <w:rsid w:val="002870E3"/>
    <w:rsid w:val="002878BE"/>
    <w:rsid w:val="00287C22"/>
    <w:rsid w:val="00290917"/>
    <w:rsid w:val="00290992"/>
    <w:rsid w:val="00290B8F"/>
    <w:rsid w:val="00290CE4"/>
    <w:rsid w:val="00290E8A"/>
    <w:rsid w:val="002913CD"/>
    <w:rsid w:val="0029192D"/>
    <w:rsid w:val="0029218A"/>
    <w:rsid w:val="002924BF"/>
    <w:rsid w:val="0029284D"/>
    <w:rsid w:val="00292DBF"/>
    <w:rsid w:val="00293166"/>
    <w:rsid w:val="00293928"/>
    <w:rsid w:val="00293E85"/>
    <w:rsid w:val="002954D8"/>
    <w:rsid w:val="0029565F"/>
    <w:rsid w:val="002963DD"/>
    <w:rsid w:val="00296B7C"/>
    <w:rsid w:val="00297269"/>
    <w:rsid w:val="002A0779"/>
    <w:rsid w:val="002A0ABA"/>
    <w:rsid w:val="002A1750"/>
    <w:rsid w:val="002A1A4F"/>
    <w:rsid w:val="002A1D41"/>
    <w:rsid w:val="002A2495"/>
    <w:rsid w:val="002A288D"/>
    <w:rsid w:val="002A29BD"/>
    <w:rsid w:val="002A2E44"/>
    <w:rsid w:val="002A31D4"/>
    <w:rsid w:val="002A3665"/>
    <w:rsid w:val="002A3960"/>
    <w:rsid w:val="002A3FC2"/>
    <w:rsid w:val="002A4CD6"/>
    <w:rsid w:val="002A4EB9"/>
    <w:rsid w:val="002A51C5"/>
    <w:rsid w:val="002A53F0"/>
    <w:rsid w:val="002A5C60"/>
    <w:rsid w:val="002A69B2"/>
    <w:rsid w:val="002A70F4"/>
    <w:rsid w:val="002A7274"/>
    <w:rsid w:val="002B132E"/>
    <w:rsid w:val="002B1435"/>
    <w:rsid w:val="002B21AA"/>
    <w:rsid w:val="002B2C26"/>
    <w:rsid w:val="002B54A8"/>
    <w:rsid w:val="002B57BA"/>
    <w:rsid w:val="002B6D4F"/>
    <w:rsid w:val="002B6F69"/>
    <w:rsid w:val="002B7102"/>
    <w:rsid w:val="002B7699"/>
    <w:rsid w:val="002B7B85"/>
    <w:rsid w:val="002C04E8"/>
    <w:rsid w:val="002C117A"/>
    <w:rsid w:val="002C2DE1"/>
    <w:rsid w:val="002C338D"/>
    <w:rsid w:val="002C3EC5"/>
    <w:rsid w:val="002C42B0"/>
    <w:rsid w:val="002C48C7"/>
    <w:rsid w:val="002C4F83"/>
    <w:rsid w:val="002C54F1"/>
    <w:rsid w:val="002C5888"/>
    <w:rsid w:val="002C59AE"/>
    <w:rsid w:val="002C5A84"/>
    <w:rsid w:val="002C5B62"/>
    <w:rsid w:val="002C61FB"/>
    <w:rsid w:val="002C63BB"/>
    <w:rsid w:val="002C72A9"/>
    <w:rsid w:val="002C767B"/>
    <w:rsid w:val="002D01C0"/>
    <w:rsid w:val="002D0C4C"/>
    <w:rsid w:val="002D1353"/>
    <w:rsid w:val="002D166E"/>
    <w:rsid w:val="002D19C7"/>
    <w:rsid w:val="002D3220"/>
    <w:rsid w:val="002D3CC3"/>
    <w:rsid w:val="002D3D25"/>
    <w:rsid w:val="002D4F78"/>
    <w:rsid w:val="002D6614"/>
    <w:rsid w:val="002D676B"/>
    <w:rsid w:val="002D7997"/>
    <w:rsid w:val="002E01F4"/>
    <w:rsid w:val="002E09B8"/>
    <w:rsid w:val="002E1190"/>
    <w:rsid w:val="002E203A"/>
    <w:rsid w:val="002E20F7"/>
    <w:rsid w:val="002E2DD5"/>
    <w:rsid w:val="002E35BA"/>
    <w:rsid w:val="002E35BC"/>
    <w:rsid w:val="002E39B1"/>
    <w:rsid w:val="002E4370"/>
    <w:rsid w:val="002E482B"/>
    <w:rsid w:val="002E4DA7"/>
    <w:rsid w:val="002E5A16"/>
    <w:rsid w:val="002E5D6F"/>
    <w:rsid w:val="002E6144"/>
    <w:rsid w:val="002F0F43"/>
    <w:rsid w:val="002F11EC"/>
    <w:rsid w:val="002F1E0A"/>
    <w:rsid w:val="002F2550"/>
    <w:rsid w:val="002F2CF4"/>
    <w:rsid w:val="002F31A0"/>
    <w:rsid w:val="002F491C"/>
    <w:rsid w:val="002F5136"/>
    <w:rsid w:val="002F5B1B"/>
    <w:rsid w:val="002F5F1F"/>
    <w:rsid w:val="002F6967"/>
    <w:rsid w:val="002F6CF1"/>
    <w:rsid w:val="002F79D5"/>
    <w:rsid w:val="00300286"/>
    <w:rsid w:val="0030094F"/>
    <w:rsid w:val="00300F89"/>
    <w:rsid w:val="003012F4"/>
    <w:rsid w:val="0030244B"/>
    <w:rsid w:val="00302819"/>
    <w:rsid w:val="00303B0D"/>
    <w:rsid w:val="003043C5"/>
    <w:rsid w:val="00305556"/>
    <w:rsid w:val="003062BB"/>
    <w:rsid w:val="00306E03"/>
    <w:rsid w:val="0030793C"/>
    <w:rsid w:val="003108EA"/>
    <w:rsid w:val="00310F85"/>
    <w:rsid w:val="003121CE"/>
    <w:rsid w:val="00312F8C"/>
    <w:rsid w:val="00313A33"/>
    <w:rsid w:val="00314623"/>
    <w:rsid w:val="00314835"/>
    <w:rsid w:val="00315777"/>
    <w:rsid w:val="00315F99"/>
    <w:rsid w:val="00315FD7"/>
    <w:rsid w:val="00316964"/>
    <w:rsid w:val="00316A8F"/>
    <w:rsid w:val="003174C8"/>
    <w:rsid w:val="00317582"/>
    <w:rsid w:val="003214EC"/>
    <w:rsid w:val="00321547"/>
    <w:rsid w:val="00322637"/>
    <w:rsid w:val="003234F0"/>
    <w:rsid w:val="00323C73"/>
    <w:rsid w:val="00324B34"/>
    <w:rsid w:val="003250F9"/>
    <w:rsid w:val="0032514B"/>
    <w:rsid w:val="003262FB"/>
    <w:rsid w:val="00327576"/>
    <w:rsid w:val="00327A41"/>
    <w:rsid w:val="0033027D"/>
    <w:rsid w:val="0033089B"/>
    <w:rsid w:val="00331285"/>
    <w:rsid w:val="003322FC"/>
    <w:rsid w:val="00332BA9"/>
    <w:rsid w:val="00333351"/>
    <w:rsid w:val="003334DA"/>
    <w:rsid w:val="0033362B"/>
    <w:rsid w:val="003337CF"/>
    <w:rsid w:val="003337DF"/>
    <w:rsid w:val="00333A9C"/>
    <w:rsid w:val="00333E6C"/>
    <w:rsid w:val="00334150"/>
    <w:rsid w:val="00334A97"/>
    <w:rsid w:val="00337209"/>
    <w:rsid w:val="00337615"/>
    <w:rsid w:val="00341548"/>
    <w:rsid w:val="00341665"/>
    <w:rsid w:val="00343190"/>
    <w:rsid w:val="00343C00"/>
    <w:rsid w:val="00343E38"/>
    <w:rsid w:val="003441C5"/>
    <w:rsid w:val="003443C1"/>
    <w:rsid w:val="00344B4A"/>
    <w:rsid w:val="00345F62"/>
    <w:rsid w:val="003463B1"/>
    <w:rsid w:val="00346BB0"/>
    <w:rsid w:val="003510FF"/>
    <w:rsid w:val="003511BF"/>
    <w:rsid w:val="003516E4"/>
    <w:rsid w:val="00351D8F"/>
    <w:rsid w:val="00352919"/>
    <w:rsid w:val="0035291B"/>
    <w:rsid w:val="00352EE3"/>
    <w:rsid w:val="00352F91"/>
    <w:rsid w:val="003541B3"/>
    <w:rsid w:val="0035535D"/>
    <w:rsid w:val="00355629"/>
    <w:rsid w:val="003556FD"/>
    <w:rsid w:val="00355F20"/>
    <w:rsid w:val="00357E4E"/>
    <w:rsid w:val="00362A0B"/>
    <w:rsid w:val="0036459F"/>
    <w:rsid w:val="00364F29"/>
    <w:rsid w:val="00366A3F"/>
    <w:rsid w:val="00366FA4"/>
    <w:rsid w:val="0036745A"/>
    <w:rsid w:val="00370316"/>
    <w:rsid w:val="003703B4"/>
    <w:rsid w:val="0037094A"/>
    <w:rsid w:val="00370BFD"/>
    <w:rsid w:val="0037180B"/>
    <w:rsid w:val="00371B60"/>
    <w:rsid w:val="00371B81"/>
    <w:rsid w:val="00371C7E"/>
    <w:rsid w:val="00371E01"/>
    <w:rsid w:val="003727D4"/>
    <w:rsid w:val="00372F4F"/>
    <w:rsid w:val="00373102"/>
    <w:rsid w:val="00373FDA"/>
    <w:rsid w:val="003749D9"/>
    <w:rsid w:val="00374AEF"/>
    <w:rsid w:val="003763A6"/>
    <w:rsid w:val="003773F8"/>
    <w:rsid w:val="003774D0"/>
    <w:rsid w:val="0037766D"/>
    <w:rsid w:val="0038098B"/>
    <w:rsid w:val="003813BE"/>
    <w:rsid w:val="0038177E"/>
    <w:rsid w:val="0038218E"/>
    <w:rsid w:val="0038297B"/>
    <w:rsid w:val="00382E09"/>
    <w:rsid w:val="003849C9"/>
    <w:rsid w:val="003856D2"/>
    <w:rsid w:val="00385DD9"/>
    <w:rsid w:val="0038650D"/>
    <w:rsid w:val="00386794"/>
    <w:rsid w:val="00386F28"/>
    <w:rsid w:val="00390753"/>
    <w:rsid w:val="00390A35"/>
    <w:rsid w:val="00390A51"/>
    <w:rsid w:val="00391368"/>
    <w:rsid w:val="00391713"/>
    <w:rsid w:val="00391FBC"/>
    <w:rsid w:val="00392958"/>
    <w:rsid w:val="00392AD8"/>
    <w:rsid w:val="0039387E"/>
    <w:rsid w:val="003950B9"/>
    <w:rsid w:val="00396E10"/>
    <w:rsid w:val="00396EEA"/>
    <w:rsid w:val="00397DD1"/>
    <w:rsid w:val="003A0814"/>
    <w:rsid w:val="003A0AD9"/>
    <w:rsid w:val="003A0AE9"/>
    <w:rsid w:val="003A0DA0"/>
    <w:rsid w:val="003A1292"/>
    <w:rsid w:val="003A185B"/>
    <w:rsid w:val="003A1BBF"/>
    <w:rsid w:val="003A2DE9"/>
    <w:rsid w:val="003A3099"/>
    <w:rsid w:val="003A34F2"/>
    <w:rsid w:val="003A42D5"/>
    <w:rsid w:val="003A458B"/>
    <w:rsid w:val="003A5097"/>
    <w:rsid w:val="003A537B"/>
    <w:rsid w:val="003A5382"/>
    <w:rsid w:val="003A5599"/>
    <w:rsid w:val="003A6F73"/>
    <w:rsid w:val="003A79D4"/>
    <w:rsid w:val="003B0DDC"/>
    <w:rsid w:val="003B0F07"/>
    <w:rsid w:val="003B114D"/>
    <w:rsid w:val="003B1795"/>
    <w:rsid w:val="003B20AB"/>
    <w:rsid w:val="003B270F"/>
    <w:rsid w:val="003B2A80"/>
    <w:rsid w:val="003B3165"/>
    <w:rsid w:val="003B33C0"/>
    <w:rsid w:val="003B4730"/>
    <w:rsid w:val="003B4A84"/>
    <w:rsid w:val="003B50D3"/>
    <w:rsid w:val="003B6491"/>
    <w:rsid w:val="003B67C9"/>
    <w:rsid w:val="003B6CE0"/>
    <w:rsid w:val="003B7110"/>
    <w:rsid w:val="003B77D5"/>
    <w:rsid w:val="003B7ACE"/>
    <w:rsid w:val="003B7E0B"/>
    <w:rsid w:val="003C025F"/>
    <w:rsid w:val="003C042A"/>
    <w:rsid w:val="003C0BFE"/>
    <w:rsid w:val="003C3CEF"/>
    <w:rsid w:val="003C3FE8"/>
    <w:rsid w:val="003C5554"/>
    <w:rsid w:val="003C5556"/>
    <w:rsid w:val="003C5D4E"/>
    <w:rsid w:val="003C6169"/>
    <w:rsid w:val="003C7B77"/>
    <w:rsid w:val="003D0A18"/>
    <w:rsid w:val="003D0AF9"/>
    <w:rsid w:val="003D199B"/>
    <w:rsid w:val="003D2180"/>
    <w:rsid w:val="003D3264"/>
    <w:rsid w:val="003D37EC"/>
    <w:rsid w:val="003D490A"/>
    <w:rsid w:val="003D5A80"/>
    <w:rsid w:val="003D5D82"/>
    <w:rsid w:val="003D6760"/>
    <w:rsid w:val="003D6EF9"/>
    <w:rsid w:val="003D709B"/>
    <w:rsid w:val="003E02B7"/>
    <w:rsid w:val="003E0D5A"/>
    <w:rsid w:val="003E1608"/>
    <w:rsid w:val="003E2141"/>
    <w:rsid w:val="003E22C1"/>
    <w:rsid w:val="003E43B6"/>
    <w:rsid w:val="003E48D4"/>
    <w:rsid w:val="003E5936"/>
    <w:rsid w:val="003E5F6B"/>
    <w:rsid w:val="003E6380"/>
    <w:rsid w:val="003E72FA"/>
    <w:rsid w:val="003E7D37"/>
    <w:rsid w:val="003F0017"/>
    <w:rsid w:val="003F02D9"/>
    <w:rsid w:val="003F0D5E"/>
    <w:rsid w:val="003F19A9"/>
    <w:rsid w:val="003F2892"/>
    <w:rsid w:val="003F383B"/>
    <w:rsid w:val="003F40E1"/>
    <w:rsid w:val="003F5690"/>
    <w:rsid w:val="003F57B1"/>
    <w:rsid w:val="003F5E35"/>
    <w:rsid w:val="003F6516"/>
    <w:rsid w:val="003F651C"/>
    <w:rsid w:val="003F660C"/>
    <w:rsid w:val="003F6D7C"/>
    <w:rsid w:val="003F7130"/>
    <w:rsid w:val="003F7C80"/>
    <w:rsid w:val="003F7DE6"/>
    <w:rsid w:val="004000F8"/>
    <w:rsid w:val="00401AB2"/>
    <w:rsid w:val="00402500"/>
    <w:rsid w:val="00402837"/>
    <w:rsid w:val="00402D9E"/>
    <w:rsid w:val="00402E6D"/>
    <w:rsid w:val="004030D5"/>
    <w:rsid w:val="00403A42"/>
    <w:rsid w:val="0040484E"/>
    <w:rsid w:val="00404904"/>
    <w:rsid w:val="004073F8"/>
    <w:rsid w:val="00407BF9"/>
    <w:rsid w:val="00407D4A"/>
    <w:rsid w:val="004108AB"/>
    <w:rsid w:val="00410C7E"/>
    <w:rsid w:val="00411623"/>
    <w:rsid w:val="00412C40"/>
    <w:rsid w:val="0041317B"/>
    <w:rsid w:val="004131ED"/>
    <w:rsid w:val="004137B5"/>
    <w:rsid w:val="004152EE"/>
    <w:rsid w:val="004154C9"/>
    <w:rsid w:val="004155BF"/>
    <w:rsid w:val="004156E3"/>
    <w:rsid w:val="00415FA3"/>
    <w:rsid w:val="00416800"/>
    <w:rsid w:val="004169DF"/>
    <w:rsid w:val="00416AA6"/>
    <w:rsid w:val="00417546"/>
    <w:rsid w:val="00417622"/>
    <w:rsid w:val="0041789C"/>
    <w:rsid w:val="00417D56"/>
    <w:rsid w:val="0042045F"/>
    <w:rsid w:val="004205F2"/>
    <w:rsid w:val="00420BDD"/>
    <w:rsid w:val="00420FB1"/>
    <w:rsid w:val="004219AF"/>
    <w:rsid w:val="00421A27"/>
    <w:rsid w:val="00422536"/>
    <w:rsid w:val="00422974"/>
    <w:rsid w:val="0042347D"/>
    <w:rsid w:val="00423B83"/>
    <w:rsid w:val="004249ED"/>
    <w:rsid w:val="00425893"/>
    <w:rsid w:val="00425D1D"/>
    <w:rsid w:val="00426A39"/>
    <w:rsid w:val="00426C56"/>
    <w:rsid w:val="00426E4C"/>
    <w:rsid w:val="004273D6"/>
    <w:rsid w:val="0043002C"/>
    <w:rsid w:val="00430359"/>
    <w:rsid w:val="00430F7D"/>
    <w:rsid w:val="004312C8"/>
    <w:rsid w:val="0043178B"/>
    <w:rsid w:val="0043182A"/>
    <w:rsid w:val="004319EC"/>
    <w:rsid w:val="00432453"/>
    <w:rsid w:val="004329B6"/>
    <w:rsid w:val="00432A48"/>
    <w:rsid w:val="00432DD5"/>
    <w:rsid w:val="00432F5D"/>
    <w:rsid w:val="004331A1"/>
    <w:rsid w:val="004340B6"/>
    <w:rsid w:val="0043440C"/>
    <w:rsid w:val="00435BA0"/>
    <w:rsid w:val="00435CB8"/>
    <w:rsid w:val="00436485"/>
    <w:rsid w:val="004367FE"/>
    <w:rsid w:val="00436B30"/>
    <w:rsid w:val="0043784F"/>
    <w:rsid w:val="00437B4B"/>
    <w:rsid w:val="00440363"/>
    <w:rsid w:val="0044078E"/>
    <w:rsid w:val="00440F47"/>
    <w:rsid w:val="00441071"/>
    <w:rsid w:val="004411A7"/>
    <w:rsid w:val="0044166C"/>
    <w:rsid w:val="00442ADF"/>
    <w:rsid w:val="00442C29"/>
    <w:rsid w:val="00442C3D"/>
    <w:rsid w:val="004448D2"/>
    <w:rsid w:val="00444A2A"/>
    <w:rsid w:val="00445876"/>
    <w:rsid w:val="004474DE"/>
    <w:rsid w:val="004500BF"/>
    <w:rsid w:val="00450EAE"/>
    <w:rsid w:val="0045175E"/>
    <w:rsid w:val="004517C8"/>
    <w:rsid w:val="00451985"/>
    <w:rsid w:val="0045239D"/>
    <w:rsid w:val="004534DD"/>
    <w:rsid w:val="004539DD"/>
    <w:rsid w:val="004549D9"/>
    <w:rsid w:val="00454B63"/>
    <w:rsid w:val="00455521"/>
    <w:rsid w:val="00455AC8"/>
    <w:rsid w:val="0045628E"/>
    <w:rsid w:val="004564A7"/>
    <w:rsid w:val="00456A2D"/>
    <w:rsid w:val="0045738A"/>
    <w:rsid w:val="0045778D"/>
    <w:rsid w:val="0046339B"/>
    <w:rsid w:val="004639CF"/>
    <w:rsid w:val="00464450"/>
    <w:rsid w:val="004645F4"/>
    <w:rsid w:val="00464CBD"/>
    <w:rsid w:val="0046510C"/>
    <w:rsid w:val="00465867"/>
    <w:rsid w:val="00466719"/>
    <w:rsid w:val="00466A11"/>
    <w:rsid w:val="00466BC5"/>
    <w:rsid w:val="00467B86"/>
    <w:rsid w:val="00467D12"/>
    <w:rsid w:val="00467EBE"/>
    <w:rsid w:val="00470A00"/>
    <w:rsid w:val="00471B52"/>
    <w:rsid w:val="00471D47"/>
    <w:rsid w:val="00471F7E"/>
    <w:rsid w:val="004722E3"/>
    <w:rsid w:val="00473FE0"/>
    <w:rsid w:val="00475924"/>
    <w:rsid w:val="00475D2E"/>
    <w:rsid w:val="00475E64"/>
    <w:rsid w:val="00476215"/>
    <w:rsid w:val="00476C26"/>
    <w:rsid w:val="00476F99"/>
    <w:rsid w:val="004771B9"/>
    <w:rsid w:val="00477D0F"/>
    <w:rsid w:val="00477D19"/>
    <w:rsid w:val="00477F0C"/>
    <w:rsid w:val="00480152"/>
    <w:rsid w:val="00480652"/>
    <w:rsid w:val="0048072E"/>
    <w:rsid w:val="00480E8F"/>
    <w:rsid w:val="00481FDA"/>
    <w:rsid w:val="0048232C"/>
    <w:rsid w:val="00483889"/>
    <w:rsid w:val="00483986"/>
    <w:rsid w:val="00483C8D"/>
    <w:rsid w:val="00484CA1"/>
    <w:rsid w:val="00485071"/>
    <w:rsid w:val="004850AC"/>
    <w:rsid w:val="00485A0D"/>
    <w:rsid w:val="00485B23"/>
    <w:rsid w:val="00485E0B"/>
    <w:rsid w:val="00485F40"/>
    <w:rsid w:val="004863F2"/>
    <w:rsid w:val="00486541"/>
    <w:rsid w:val="00486E09"/>
    <w:rsid w:val="00486EE6"/>
    <w:rsid w:val="00487ABC"/>
    <w:rsid w:val="00487BDC"/>
    <w:rsid w:val="0049050E"/>
    <w:rsid w:val="0049106B"/>
    <w:rsid w:val="0049132F"/>
    <w:rsid w:val="0049165A"/>
    <w:rsid w:val="00491AE4"/>
    <w:rsid w:val="00491AFE"/>
    <w:rsid w:val="0049310E"/>
    <w:rsid w:val="00493240"/>
    <w:rsid w:val="004943CE"/>
    <w:rsid w:val="00494AC8"/>
    <w:rsid w:val="00495182"/>
    <w:rsid w:val="004956BE"/>
    <w:rsid w:val="00495FE6"/>
    <w:rsid w:val="00496405"/>
    <w:rsid w:val="0049707B"/>
    <w:rsid w:val="00497B6C"/>
    <w:rsid w:val="004A0C36"/>
    <w:rsid w:val="004A0D9C"/>
    <w:rsid w:val="004A2BC2"/>
    <w:rsid w:val="004A2F3B"/>
    <w:rsid w:val="004A3422"/>
    <w:rsid w:val="004A4340"/>
    <w:rsid w:val="004A45DD"/>
    <w:rsid w:val="004A4B03"/>
    <w:rsid w:val="004A4B51"/>
    <w:rsid w:val="004A4C40"/>
    <w:rsid w:val="004A4DED"/>
    <w:rsid w:val="004A6898"/>
    <w:rsid w:val="004A7600"/>
    <w:rsid w:val="004B143D"/>
    <w:rsid w:val="004B14DF"/>
    <w:rsid w:val="004B1F18"/>
    <w:rsid w:val="004B21EE"/>
    <w:rsid w:val="004B38B1"/>
    <w:rsid w:val="004B3C6F"/>
    <w:rsid w:val="004B4772"/>
    <w:rsid w:val="004B5341"/>
    <w:rsid w:val="004B5557"/>
    <w:rsid w:val="004B593A"/>
    <w:rsid w:val="004B5CAC"/>
    <w:rsid w:val="004B5E90"/>
    <w:rsid w:val="004B6145"/>
    <w:rsid w:val="004B6623"/>
    <w:rsid w:val="004B6B73"/>
    <w:rsid w:val="004B6CCD"/>
    <w:rsid w:val="004B7D61"/>
    <w:rsid w:val="004C0176"/>
    <w:rsid w:val="004C0316"/>
    <w:rsid w:val="004C09C1"/>
    <w:rsid w:val="004C1036"/>
    <w:rsid w:val="004C12D7"/>
    <w:rsid w:val="004C1AC6"/>
    <w:rsid w:val="004C1F60"/>
    <w:rsid w:val="004C24C3"/>
    <w:rsid w:val="004C28B2"/>
    <w:rsid w:val="004C2AF0"/>
    <w:rsid w:val="004C31D5"/>
    <w:rsid w:val="004C355F"/>
    <w:rsid w:val="004C3704"/>
    <w:rsid w:val="004C42CE"/>
    <w:rsid w:val="004C4529"/>
    <w:rsid w:val="004C4578"/>
    <w:rsid w:val="004C4E66"/>
    <w:rsid w:val="004C6352"/>
    <w:rsid w:val="004C70CB"/>
    <w:rsid w:val="004C7859"/>
    <w:rsid w:val="004C7FCE"/>
    <w:rsid w:val="004D0347"/>
    <w:rsid w:val="004D053B"/>
    <w:rsid w:val="004D10CF"/>
    <w:rsid w:val="004D1192"/>
    <w:rsid w:val="004D1D7A"/>
    <w:rsid w:val="004D2480"/>
    <w:rsid w:val="004D3B3C"/>
    <w:rsid w:val="004D5658"/>
    <w:rsid w:val="004D5741"/>
    <w:rsid w:val="004D5B45"/>
    <w:rsid w:val="004D5F8F"/>
    <w:rsid w:val="004D6F2C"/>
    <w:rsid w:val="004D6F86"/>
    <w:rsid w:val="004D6FF4"/>
    <w:rsid w:val="004D7335"/>
    <w:rsid w:val="004D7951"/>
    <w:rsid w:val="004D7C8D"/>
    <w:rsid w:val="004E00C2"/>
    <w:rsid w:val="004E0376"/>
    <w:rsid w:val="004E05D3"/>
    <w:rsid w:val="004E12A5"/>
    <w:rsid w:val="004E210B"/>
    <w:rsid w:val="004E2ACA"/>
    <w:rsid w:val="004E6561"/>
    <w:rsid w:val="004E6853"/>
    <w:rsid w:val="004E6AFA"/>
    <w:rsid w:val="004E6DDA"/>
    <w:rsid w:val="004F0118"/>
    <w:rsid w:val="004F089E"/>
    <w:rsid w:val="004F137D"/>
    <w:rsid w:val="004F1A4E"/>
    <w:rsid w:val="004F1E01"/>
    <w:rsid w:val="004F215C"/>
    <w:rsid w:val="004F3976"/>
    <w:rsid w:val="004F3FAE"/>
    <w:rsid w:val="004F4DAF"/>
    <w:rsid w:val="004F510D"/>
    <w:rsid w:val="004F5430"/>
    <w:rsid w:val="004F65DE"/>
    <w:rsid w:val="004F69A9"/>
    <w:rsid w:val="004F69C0"/>
    <w:rsid w:val="004F7747"/>
    <w:rsid w:val="00501A30"/>
    <w:rsid w:val="00503307"/>
    <w:rsid w:val="00503546"/>
    <w:rsid w:val="00503732"/>
    <w:rsid w:val="00503B19"/>
    <w:rsid w:val="00505800"/>
    <w:rsid w:val="005059D4"/>
    <w:rsid w:val="0050663D"/>
    <w:rsid w:val="00511026"/>
    <w:rsid w:val="005113B5"/>
    <w:rsid w:val="00511950"/>
    <w:rsid w:val="00511AB4"/>
    <w:rsid w:val="005120C8"/>
    <w:rsid w:val="00512222"/>
    <w:rsid w:val="0051275A"/>
    <w:rsid w:val="005131E9"/>
    <w:rsid w:val="005146EA"/>
    <w:rsid w:val="00514BAB"/>
    <w:rsid w:val="00515378"/>
    <w:rsid w:val="00515536"/>
    <w:rsid w:val="005156E0"/>
    <w:rsid w:val="00517780"/>
    <w:rsid w:val="005205DE"/>
    <w:rsid w:val="00520D57"/>
    <w:rsid w:val="00521006"/>
    <w:rsid w:val="00522DEB"/>
    <w:rsid w:val="00524496"/>
    <w:rsid w:val="005245DE"/>
    <w:rsid w:val="00524631"/>
    <w:rsid w:val="00525139"/>
    <w:rsid w:val="00525345"/>
    <w:rsid w:val="005258D1"/>
    <w:rsid w:val="00525F86"/>
    <w:rsid w:val="00527526"/>
    <w:rsid w:val="00527AD8"/>
    <w:rsid w:val="005312DD"/>
    <w:rsid w:val="0053291D"/>
    <w:rsid w:val="00533CC7"/>
    <w:rsid w:val="005355F8"/>
    <w:rsid w:val="0053606D"/>
    <w:rsid w:val="005362AB"/>
    <w:rsid w:val="005364EF"/>
    <w:rsid w:val="00536C86"/>
    <w:rsid w:val="00537162"/>
    <w:rsid w:val="0053740D"/>
    <w:rsid w:val="00537E4F"/>
    <w:rsid w:val="00540677"/>
    <w:rsid w:val="005406BB"/>
    <w:rsid w:val="0054097E"/>
    <w:rsid w:val="00540F58"/>
    <w:rsid w:val="005413EF"/>
    <w:rsid w:val="0054172D"/>
    <w:rsid w:val="005420D9"/>
    <w:rsid w:val="0054264F"/>
    <w:rsid w:val="00542BA9"/>
    <w:rsid w:val="00543947"/>
    <w:rsid w:val="00544764"/>
    <w:rsid w:val="00544D23"/>
    <w:rsid w:val="00544E34"/>
    <w:rsid w:val="00544F52"/>
    <w:rsid w:val="0054663C"/>
    <w:rsid w:val="00547061"/>
    <w:rsid w:val="00547C9E"/>
    <w:rsid w:val="00547D17"/>
    <w:rsid w:val="005508D8"/>
    <w:rsid w:val="005508F9"/>
    <w:rsid w:val="00551E01"/>
    <w:rsid w:val="005521BD"/>
    <w:rsid w:val="00553FF8"/>
    <w:rsid w:val="00554C92"/>
    <w:rsid w:val="00554CD0"/>
    <w:rsid w:val="005551D1"/>
    <w:rsid w:val="00557948"/>
    <w:rsid w:val="00560540"/>
    <w:rsid w:val="005608D1"/>
    <w:rsid w:val="00560E33"/>
    <w:rsid w:val="0056114B"/>
    <w:rsid w:val="0056164D"/>
    <w:rsid w:val="005620C7"/>
    <w:rsid w:val="0056243B"/>
    <w:rsid w:val="00562BEF"/>
    <w:rsid w:val="00562DAA"/>
    <w:rsid w:val="0056349B"/>
    <w:rsid w:val="00563CC6"/>
    <w:rsid w:val="0056492F"/>
    <w:rsid w:val="00564B6F"/>
    <w:rsid w:val="00565D43"/>
    <w:rsid w:val="005661D0"/>
    <w:rsid w:val="0056746E"/>
    <w:rsid w:val="005675EB"/>
    <w:rsid w:val="00567762"/>
    <w:rsid w:val="00570334"/>
    <w:rsid w:val="00570A61"/>
    <w:rsid w:val="0057183A"/>
    <w:rsid w:val="00571BB2"/>
    <w:rsid w:val="00573E1E"/>
    <w:rsid w:val="005745F1"/>
    <w:rsid w:val="00575553"/>
    <w:rsid w:val="00575927"/>
    <w:rsid w:val="00580833"/>
    <w:rsid w:val="00580C1D"/>
    <w:rsid w:val="005814D5"/>
    <w:rsid w:val="00581A73"/>
    <w:rsid w:val="00582CF4"/>
    <w:rsid w:val="00582D11"/>
    <w:rsid w:val="00582F6B"/>
    <w:rsid w:val="005851AF"/>
    <w:rsid w:val="005854C9"/>
    <w:rsid w:val="00585CDD"/>
    <w:rsid w:val="00586108"/>
    <w:rsid w:val="0058637E"/>
    <w:rsid w:val="00586400"/>
    <w:rsid w:val="00587D50"/>
    <w:rsid w:val="005910B8"/>
    <w:rsid w:val="0059357B"/>
    <w:rsid w:val="00594217"/>
    <w:rsid w:val="005942B2"/>
    <w:rsid w:val="00594AF2"/>
    <w:rsid w:val="00594E29"/>
    <w:rsid w:val="00595C0B"/>
    <w:rsid w:val="0059750C"/>
    <w:rsid w:val="00597F84"/>
    <w:rsid w:val="005A0026"/>
    <w:rsid w:val="005A048D"/>
    <w:rsid w:val="005A14C2"/>
    <w:rsid w:val="005A15C3"/>
    <w:rsid w:val="005A1FF5"/>
    <w:rsid w:val="005A29FA"/>
    <w:rsid w:val="005A3C5A"/>
    <w:rsid w:val="005A492B"/>
    <w:rsid w:val="005A5226"/>
    <w:rsid w:val="005A5A74"/>
    <w:rsid w:val="005A6559"/>
    <w:rsid w:val="005A6D11"/>
    <w:rsid w:val="005A7B1F"/>
    <w:rsid w:val="005A7D83"/>
    <w:rsid w:val="005A7E2F"/>
    <w:rsid w:val="005B1134"/>
    <w:rsid w:val="005B15DF"/>
    <w:rsid w:val="005B233C"/>
    <w:rsid w:val="005B384E"/>
    <w:rsid w:val="005B3B1E"/>
    <w:rsid w:val="005B455A"/>
    <w:rsid w:val="005B54D9"/>
    <w:rsid w:val="005B5DCD"/>
    <w:rsid w:val="005B601B"/>
    <w:rsid w:val="005B652E"/>
    <w:rsid w:val="005B7059"/>
    <w:rsid w:val="005C07D7"/>
    <w:rsid w:val="005C11D3"/>
    <w:rsid w:val="005C1602"/>
    <w:rsid w:val="005C181E"/>
    <w:rsid w:val="005C1934"/>
    <w:rsid w:val="005C1AB2"/>
    <w:rsid w:val="005C3021"/>
    <w:rsid w:val="005C33B4"/>
    <w:rsid w:val="005C3B5C"/>
    <w:rsid w:val="005C3ECB"/>
    <w:rsid w:val="005C618A"/>
    <w:rsid w:val="005C6854"/>
    <w:rsid w:val="005C6BD5"/>
    <w:rsid w:val="005C75D7"/>
    <w:rsid w:val="005D0C4B"/>
    <w:rsid w:val="005D1151"/>
    <w:rsid w:val="005D2460"/>
    <w:rsid w:val="005D25BA"/>
    <w:rsid w:val="005D2864"/>
    <w:rsid w:val="005D2BEB"/>
    <w:rsid w:val="005D2C0A"/>
    <w:rsid w:val="005D3707"/>
    <w:rsid w:val="005D3748"/>
    <w:rsid w:val="005D421E"/>
    <w:rsid w:val="005D49E3"/>
    <w:rsid w:val="005D55B6"/>
    <w:rsid w:val="005D55D3"/>
    <w:rsid w:val="005D698E"/>
    <w:rsid w:val="005D7180"/>
    <w:rsid w:val="005D7371"/>
    <w:rsid w:val="005E1AAD"/>
    <w:rsid w:val="005E2131"/>
    <w:rsid w:val="005E28B5"/>
    <w:rsid w:val="005E36FD"/>
    <w:rsid w:val="005E4172"/>
    <w:rsid w:val="005E4BED"/>
    <w:rsid w:val="005E4E2F"/>
    <w:rsid w:val="005E5085"/>
    <w:rsid w:val="005E5519"/>
    <w:rsid w:val="005E616E"/>
    <w:rsid w:val="005E632F"/>
    <w:rsid w:val="005E68A3"/>
    <w:rsid w:val="005E6F52"/>
    <w:rsid w:val="005E770A"/>
    <w:rsid w:val="005E7999"/>
    <w:rsid w:val="005F022A"/>
    <w:rsid w:val="005F2111"/>
    <w:rsid w:val="005F3EF1"/>
    <w:rsid w:val="005F532D"/>
    <w:rsid w:val="005F5F52"/>
    <w:rsid w:val="005F603D"/>
    <w:rsid w:val="005F7AA0"/>
    <w:rsid w:val="005F7C6D"/>
    <w:rsid w:val="00600B57"/>
    <w:rsid w:val="00602377"/>
    <w:rsid w:val="00602475"/>
    <w:rsid w:val="00602BB8"/>
    <w:rsid w:val="0060384F"/>
    <w:rsid w:val="00605192"/>
    <w:rsid w:val="006057CA"/>
    <w:rsid w:val="00606610"/>
    <w:rsid w:val="0060736B"/>
    <w:rsid w:val="006104CF"/>
    <w:rsid w:val="0061153E"/>
    <w:rsid w:val="00611A6F"/>
    <w:rsid w:val="0061216B"/>
    <w:rsid w:val="0061305A"/>
    <w:rsid w:val="00613A76"/>
    <w:rsid w:val="00613EB8"/>
    <w:rsid w:val="00613F34"/>
    <w:rsid w:val="006140F3"/>
    <w:rsid w:val="006141A9"/>
    <w:rsid w:val="0061568A"/>
    <w:rsid w:val="0061648B"/>
    <w:rsid w:val="006166CD"/>
    <w:rsid w:val="00616E0A"/>
    <w:rsid w:val="00617446"/>
    <w:rsid w:val="00617514"/>
    <w:rsid w:val="0061792D"/>
    <w:rsid w:val="006200FA"/>
    <w:rsid w:val="00620129"/>
    <w:rsid w:val="006204DB"/>
    <w:rsid w:val="00620744"/>
    <w:rsid w:val="006211FE"/>
    <w:rsid w:val="006217E0"/>
    <w:rsid w:val="00622AC9"/>
    <w:rsid w:val="00622C92"/>
    <w:rsid w:val="00624EFA"/>
    <w:rsid w:val="00625919"/>
    <w:rsid w:val="00625CFE"/>
    <w:rsid w:val="00626262"/>
    <w:rsid w:val="00626F53"/>
    <w:rsid w:val="00630313"/>
    <w:rsid w:val="006307A9"/>
    <w:rsid w:val="00631E32"/>
    <w:rsid w:val="00631E4F"/>
    <w:rsid w:val="006327BF"/>
    <w:rsid w:val="0063295A"/>
    <w:rsid w:val="0063466F"/>
    <w:rsid w:val="00634E3A"/>
    <w:rsid w:val="00634EE4"/>
    <w:rsid w:val="00635FE0"/>
    <w:rsid w:val="0063668B"/>
    <w:rsid w:val="0063689A"/>
    <w:rsid w:val="00636D6D"/>
    <w:rsid w:val="00637A28"/>
    <w:rsid w:val="006403C8"/>
    <w:rsid w:val="00640825"/>
    <w:rsid w:val="00640FC9"/>
    <w:rsid w:val="0064180B"/>
    <w:rsid w:val="00643325"/>
    <w:rsid w:val="0064394C"/>
    <w:rsid w:val="00643C5B"/>
    <w:rsid w:val="006447C6"/>
    <w:rsid w:val="006450FB"/>
    <w:rsid w:val="00645633"/>
    <w:rsid w:val="00645967"/>
    <w:rsid w:val="006465E6"/>
    <w:rsid w:val="00647242"/>
    <w:rsid w:val="0064732A"/>
    <w:rsid w:val="0065075A"/>
    <w:rsid w:val="00650906"/>
    <w:rsid w:val="00650930"/>
    <w:rsid w:val="00652637"/>
    <w:rsid w:val="006530BD"/>
    <w:rsid w:val="00653D89"/>
    <w:rsid w:val="00653FFC"/>
    <w:rsid w:val="00654884"/>
    <w:rsid w:val="00655C9C"/>
    <w:rsid w:val="00655D7D"/>
    <w:rsid w:val="00655E13"/>
    <w:rsid w:val="00655E17"/>
    <w:rsid w:val="006564DD"/>
    <w:rsid w:val="006568BC"/>
    <w:rsid w:val="0065690D"/>
    <w:rsid w:val="00656C88"/>
    <w:rsid w:val="006577F9"/>
    <w:rsid w:val="006617B1"/>
    <w:rsid w:val="00661BA5"/>
    <w:rsid w:val="00662403"/>
    <w:rsid w:val="00662DE7"/>
    <w:rsid w:val="006650AB"/>
    <w:rsid w:val="00665517"/>
    <w:rsid w:val="0066653B"/>
    <w:rsid w:val="00667139"/>
    <w:rsid w:val="0066778E"/>
    <w:rsid w:val="00667F99"/>
    <w:rsid w:val="00671A6D"/>
    <w:rsid w:val="00672686"/>
    <w:rsid w:val="00672CE1"/>
    <w:rsid w:val="00673BD7"/>
    <w:rsid w:val="00673F35"/>
    <w:rsid w:val="00674BC6"/>
    <w:rsid w:val="00675664"/>
    <w:rsid w:val="0067699C"/>
    <w:rsid w:val="00676DBC"/>
    <w:rsid w:val="0067709C"/>
    <w:rsid w:val="006779A8"/>
    <w:rsid w:val="00677B2F"/>
    <w:rsid w:val="0068007C"/>
    <w:rsid w:val="006809E7"/>
    <w:rsid w:val="0068291C"/>
    <w:rsid w:val="00683D9F"/>
    <w:rsid w:val="00684174"/>
    <w:rsid w:val="00684367"/>
    <w:rsid w:val="00686107"/>
    <w:rsid w:val="0068619F"/>
    <w:rsid w:val="006901B4"/>
    <w:rsid w:val="00690448"/>
    <w:rsid w:val="00692679"/>
    <w:rsid w:val="006928A1"/>
    <w:rsid w:val="006928C8"/>
    <w:rsid w:val="006930E0"/>
    <w:rsid w:val="00693172"/>
    <w:rsid w:val="006936EA"/>
    <w:rsid w:val="006959A4"/>
    <w:rsid w:val="00695C9E"/>
    <w:rsid w:val="00696BAC"/>
    <w:rsid w:val="00696E60"/>
    <w:rsid w:val="006978E5"/>
    <w:rsid w:val="006A0237"/>
    <w:rsid w:val="006A1097"/>
    <w:rsid w:val="006A1341"/>
    <w:rsid w:val="006A1626"/>
    <w:rsid w:val="006A1B82"/>
    <w:rsid w:val="006A3DF9"/>
    <w:rsid w:val="006A4490"/>
    <w:rsid w:val="006A46AD"/>
    <w:rsid w:val="006A5437"/>
    <w:rsid w:val="006A55FA"/>
    <w:rsid w:val="006A5E81"/>
    <w:rsid w:val="006A6B52"/>
    <w:rsid w:val="006A6CBC"/>
    <w:rsid w:val="006A6D0B"/>
    <w:rsid w:val="006A7CDD"/>
    <w:rsid w:val="006B0419"/>
    <w:rsid w:val="006B3D6E"/>
    <w:rsid w:val="006B3EAE"/>
    <w:rsid w:val="006B46A1"/>
    <w:rsid w:val="006B5B1D"/>
    <w:rsid w:val="006B6C0B"/>
    <w:rsid w:val="006B6EA0"/>
    <w:rsid w:val="006B72CA"/>
    <w:rsid w:val="006B77D5"/>
    <w:rsid w:val="006C08E5"/>
    <w:rsid w:val="006C1322"/>
    <w:rsid w:val="006C16B6"/>
    <w:rsid w:val="006C19CC"/>
    <w:rsid w:val="006C1C01"/>
    <w:rsid w:val="006C1FA7"/>
    <w:rsid w:val="006C2327"/>
    <w:rsid w:val="006C26C3"/>
    <w:rsid w:val="006C2F95"/>
    <w:rsid w:val="006C3EB2"/>
    <w:rsid w:val="006C75E6"/>
    <w:rsid w:val="006C76A5"/>
    <w:rsid w:val="006C7EC8"/>
    <w:rsid w:val="006D13E7"/>
    <w:rsid w:val="006D15AD"/>
    <w:rsid w:val="006D2135"/>
    <w:rsid w:val="006D282F"/>
    <w:rsid w:val="006D2A1D"/>
    <w:rsid w:val="006D3424"/>
    <w:rsid w:val="006D4245"/>
    <w:rsid w:val="006D48E4"/>
    <w:rsid w:val="006D4A6F"/>
    <w:rsid w:val="006D4B46"/>
    <w:rsid w:val="006D4D03"/>
    <w:rsid w:val="006D5487"/>
    <w:rsid w:val="006D6321"/>
    <w:rsid w:val="006D6BEE"/>
    <w:rsid w:val="006D6C2B"/>
    <w:rsid w:val="006D7356"/>
    <w:rsid w:val="006D7DD5"/>
    <w:rsid w:val="006D7E14"/>
    <w:rsid w:val="006E0094"/>
    <w:rsid w:val="006E0431"/>
    <w:rsid w:val="006E15F7"/>
    <w:rsid w:val="006E3858"/>
    <w:rsid w:val="006E4AC5"/>
    <w:rsid w:val="006E4CA9"/>
    <w:rsid w:val="006E5BE9"/>
    <w:rsid w:val="006E5F7A"/>
    <w:rsid w:val="006E604E"/>
    <w:rsid w:val="006E62EF"/>
    <w:rsid w:val="006E6362"/>
    <w:rsid w:val="006E6586"/>
    <w:rsid w:val="006E6F12"/>
    <w:rsid w:val="006E788B"/>
    <w:rsid w:val="006E7CAC"/>
    <w:rsid w:val="006E7DBD"/>
    <w:rsid w:val="006F06B1"/>
    <w:rsid w:val="006F0B65"/>
    <w:rsid w:val="006F1103"/>
    <w:rsid w:val="006F13D7"/>
    <w:rsid w:val="006F1768"/>
    <w:rsid w:val="006F2454"/>
    <w:rsid w:val="006F2AC3"/>
    <w:rsid w:val="006F367C"/>
    <w:rsid w:val="006F445B"/>
    <w:rsid w:val="006F4561"/>
    <w:rsid w:val="006F488B"/>
    <w:rsid w:val="006F4EFB"/>
    <w:rsid w:val="006F51E6"/>
    <w:rsid w:val="006F5BB6"/>
    <w:rsid w:val="006F6941"/>
    <w:rsid w:val="0070048D"/>
    <w:rsid w:val="007004F2"/>
    <w:rsid w:val="007022E2"/>
    <w:rsid w:val="007024D1"/>
    <w:rsid w:val="00702FD3"/>
    <w:rsid w:val="007049BB"/>
    <w:rsid w:val="0070594E"/>
    <w:rsid w:val="00706170"/>
    <w:rsid w:val="00706E58"/>
    <w:rsid w:val="007075F8"/>
    <w:rsid w:val="0071000D"/>
    <w:rsid w:val="00710A03"/>
    <w:rsid w:val="00710B25"/>
    <w:rsid w:val="00710DDA"/>
    <w:rsid w:val="0071112B"/>
    <w:rsid w:val="007114A6"/>
    <w:rsid w:val="00711C46"/>
    <w:rsid w:val="00712253"/>
    <w:rsid w:val="0071357C"/>
    <w:rsid w:val="0071405A"/>
    <w:rsid w:val="0071490B"/>
    <w:rsid w:val="00714D46"/>
    <w:rsid w:val="00715E9B"/>
    <w:rsid w:val="00716C36"/>
    <w:rsid w:val="0071737A"/>
    <w:rsid w:val="00717A5C"/>
    <w:rsid w:val="00717D10"/>
    <w:rsid w:val="00717DFE"/>
    <w:rsid w:val="00717E5B"/>
    <w:rsid w:val="0072039F"/>
    <w:rsid w:val="007205C7"/>
    <w:rsid w:val="007215B0"/>
    <w:rsid w:val="00721696"/>
    <w:rsid w:val="007232D7"/>
    <w:rsid w:val="007234B2"/>
    <w:rsid w:val="00723D91"/>
    <w:rsid w:val="007241EF"/>
    <w:rsid w:val="00724435"/>
    <w:rsid w:val="00724DBA"/>
    <w:rsid w:val="00724EDC"/>
    <w:rsid w:val="007259CC"/>
    <w:rsid w:val="00725DBC"/>
    <w:rsid w:val="007270D9"/>
    <w:rsid w:val="00730C30"/>
    <w:rsid w:val="00730DE5"/>
    <w:rsid w:val="00730FB0"/>
    <w:rsid w:val="0073111C"/>
    <w:rsid w:val="0073164C"/>
    <w:rsid w:val="00731D1B"/>
    <w:rsid w:val="00731D70"/>
    <w:rsid w:val="007320C7"/>
    <w:rsid w:val="00732798"/>
    <w:rsid w:val="00732CE0"/>
    <w:rsid w:val="00733977"/>
    <w:rsid w:val="00734C6F"/>
    <w:rsid w:val="0073587A"/>
    <w:rsid w:val="00735882"/>
    <w:rsid w:val="007368C0"/>
    <w:rsid w:val="00736BC2"/>
    <w:rsid w:val="00736CE6"/>
    <w:rsid w:val="00736E3B"/>
    <w:rsid w:val="00736EF1"/>
    <w:rsid w:val="0073703E"/>
    <w:rsid w:val="00737C5B"/>
    <w:rsid w:val="00740E58"/>
    <w:rsid w:val="00740EC4"/>
    <w:rsid w:val="00740ECF"/>
    <w:rsid w:val="00742EF6"/>
    <w:rsid w:val="0074385D"/>
    <w:rsid w:val="007438F4"/>
    <w:rsid w:val="00743CAB"/>
    <w:rsid w:val="00744A49"/>
    <w:rsid w:val="00744DAE"/>
    <w:rsid w:val="00745803"/>
    <w:rsid w:val="007469D3"/>
    <w:rsid w:val="00746E18"/>
    <w:rsid w:val="00747A5F"/>
    <w:rsid w:val="007500C9"/>
    <w:rsid w:val="007505A2"/>
    <w:rsid w:val="00751591"/>
    <w:rsid w:val="0075165F"/>
    <w:rsid w:val="00752AD9"/>
    <w:rsid w:val="00753B71"/>
    <w:rsid w:val="00754C65"/>
    <w:rsid w:val="00754FF4"/>
    <w:rsid w:val="00755445"/>
    <w:rsid w:val="00755690"/>
    <w:rsid w:val="0075584E"/>
    <w:rsid w:val="00755C26"/>
    <w:rsid w:val="00755DD0"/>
    <w:rsid w:val="00756A99"/>
    <w:rsid w:val="00757BE9"/>
    <w:rsid w:val="00757FC0"/>
    <w:rsid w:val="00760EA5"/>
    <w:rsid w:val="007610D4"/>
    <w:rsid w:val="007613A8"/>
    <w:rsid w:val="00761840"/>
    <w:rsid w:val="00761FCE"/>
    <w:rsid w:val="00762024"/>
    <w:rsid w:val="007628F0"/>
    <w:rsid w:val="00763330"/>
    <w:rsid w:val="007638DC"/>
    <w:rsid w:val="0076396F"/>
    <w:rsid w:val="00763BB9"/>
    <w:rsid w:val="00763D03"/>
    <w:rsid w:val="00763DC9"/>
    <w:rsid w:val="00764467"/>
    <w:rsid w:val="00764907"/>
    <w:rsid w:val="00764F4D"/>
    <w:rsid w:val="00764F66"/>
    <w:rsid w:val="00766154"/>
    <w:rsid w:val="0076647F"/>
    <w:rsid w:val="007676A7"/>
    <w:rsid w:val="0076773B"/>
    <w:rsid w:val="00767851"/>
    <w:rsid w:val="00767C6F"/>
    <w:rsid w:val="00767F4D"/>
    <w:rsid w:val="007701DF"/>
    <w:rsid w:val="007729CA"/>
    <w:rsid w:val="00772EB5"/>
    <w:rsid w:val="0077478A"/>
    <w:rsid w:val="00775863"/>
    <w:rsid w:val="007758B0"/>
    <w:rsid w:val="007764BA"/>
    <w:rsid w:val="00776F5D"/>
    <w:rsid w:val="007770B8"/>
    <w:rsid w:val="007770DC"/>
    <w:rsid w:val="00777196"/>
    <w:rsid w:val="00777772"/>
    <w:rsid w:val="0077777C"/>
    <w:rsid w:val="007779E3"/>
    <w:rsid w:val="007808FC"/>
    <w:rsid w:val="00780909"/>
    <w:rsid w:val="00780FF9"/>
    <w:rsid w:val="00781510"/>
    <w:rsid w:val="00781571"/>
    <w:rsid w:val="00782807"/>
    <w:rsid w:val="007829C8"/>
    <w:rsid w:val="007839CC"/>
    <w:rsid w:val="00783D2A"/>
    <w:rsid w:val="00785412"/>
    <w:rsid w:val="00785AA0"/>
    <w:rsid w:val="00786345"/>
    <w:rsid w:val="00786913"/>
    <w:rsid w:val="0078739A"/>
    <w:rsid w:val="00791190"/>
    <w:rsid w:val="007912DF"/>
    <w:rsid w:val="00792923"/>
    <w:rsid w:val="007933E5"/>
    <w:rsid w:val="00794497"/>
    <w:rsid w:val="007947B7"/>
    <w:rsid w:val="00794921"/>
    <w:rsid w:val="007949DC"/>
    <w:rsid w:val="00795773"/>
    <w:rsid w:val="0079731D"/>
    <w:rsid w:val="00797A6E"/>
    <w:rsid w:val="007A01AF"/>
    <w:rsid w:val="007A030E"/>
    <w:rsid w:val="007A1555"/>
    <w:rsid w:val="007A2084"/>
    <w:rsid w:val="007A53C6"/>
    <w:rsid w:val="007A5A19"/>
    <w:rsid w:val="007A5BE5"/>
    <w:rsid w:val="007A6552"/>
    <w:rsid w:val="007A668D"/>
    <w:rsid w:val="007A6DE4"/>
    <w:rsid w:val="007A6DFD"/>
    <w:rsid w:val="007A73AA"/>
    <w:rsid w:val="007A7CAF"/>
    <w:rsid w:val="007A7E6F"/>
    <w:rsid w:val="007B0130"/>
    <w:rsid w:val="007B0E73"/>
    <w:rsid w:val="007B12BE"/>
    <w:rsid w:val="007B1A4F"/>
    <w:rsid w:val="007B2482"/>
    <w:rsid w:val="007B25AF"/>
    <w:rsid w:val="007B359B"/>
    <w:rsid w:val="007B40F8"/>
    <w:rsid w:val="007B47A5"/>
    <w:rsid w:val="007B5216"/>
    <w:rsid w:val="007B5B60"/>
    <w:rsid w:val="007B6961"/>
    <w:rsid w:val="007B711E"/>
    <w:rsid w:val="007B7263"/>
    <w:rsid w:val="007B7AB5"/>
    <w:rsid w:val="007B7E33"/>
    <w:rsid w:val="007B7F6F"/>
    <w:rsid w:val="007C00E6"/>
    <w:rsid w:val="007C0564"/>
    <w:rsid w:val="007C06F1"/>
    <w:rsid w:val="007C153B"/>
    <w:rsid w:val="007C15A2"/>
    <w:rsid w:val="007C295E"/>
    <w:rsid w:val="007C2A9D"/>
    <w:rsid w:val="007C2D27"/>
    <w:rsid w:val="007C439A"/>
    <w:rsid w:val="007C4BA5"/>
    <w:rsid w:val="007C4C7D"/>
    <w:rsid w:val="007C55CD"/>
    <w:rsid w:val="007C77E3"/>
    <w:rsid w:val="007C7F46"/>
    <w:rsid w:val="007D000D"/>
    <w:rsid w:val="007D00B3"/>
    <w:rsid w:val="007D062C"/>
    <w:rsid w:val="007D0B0F"/>
    <w:rsid w:val="007D133A"/>
    <w:rsid w:val="007D1A58"/>
    <w:rsid w:val="007D1F57"/>
    <w:rsid w:val="007D22BC"/>
    <w:rsid w:val="007D3213"/>
    <w:rsid w:val="007D4BC1"/>
    <w:rsid w:val="007D4BD9"/>
    <w:rsid w:val="007D4CA3"/>
    <w:rsid w:val="007D57BA"/>
    <w:rsid w:val="007D63DB"/>
    <w:rsid w:val="007D69D0"/>
    <w:rsid w:val="007E0977"/>
    <w:rsid w:val="007E0C8C"/>
    <w:rsid w:val="007E140F"/>
    <w:rsid w:val="007E2B9D"/>
    <w:rsid w:val="007E3145"/>
    <w:rsid w:val="007E37B0"/>
    <w:rsid w:val="007E3B44"/>
    <w:rsid w:val="007E7156"/>
    <w:rsid w:val="007E723B"/>
    <w:rsid w:val="007E7694"/>
    <w:rsid w:val="007E7B3E"/>
    <w:rsid w:val="007E7D45"/>
    <w:rsid w:val="007E7DBD"/>
    <w:rsid w:val="007F039D"/>
    <w:rsid w:val="007F03CD"/>
    <w:rsid w:val="007F1196"/>
    <w:rsid w:val="007F14D2"/>
    <w:rsid w:val="007F165C"/>
    <w:rsid w:val="007F2FF4"/>
    <w:rsid w:val="007F3484"/>
    <w:rsid w:val="007F3490"/>
    <w:rsid w:val="007F41B3"/>
    <w:rsid w:val="007F477E"/>
    <w:rsid w:val="007F4AD5"/>
    <w:rsid w:val="007F5101"/>
    <w:rsid w:val="007F5B1A"/>
    <w:rsid w:val="007F5C53"/>
    <w:rsid w:val="007F6B6B"/>
    <w:rsid w:val="007F7056"/>
    <w:rsid w:val="007F7D69"/>
    <w:rsid w:val="007F7F29"/>
    <w:rsid w:val="0080051D"/>
    <w:rsid w:val="00800C72"/>
    <w:rsid w:val="008016C4"/>
    <w:rsid w:val="008026C8"/>
    <w:rsid w:val="00802B27"/>
    <w:rsid w:val="0080336E"/>
    <w:rsid w:val="00805202"/>
    <w:rsid w:val="00805D46"/>
    <w:rsid w:val="00805EB9"/>
    <w:rsid w:val="008066AD"/>
    <w:rsid w:val="00806FC0"/>
    <w:rsid w:val="008079AE"/>
    <w:rsid w:val="00807EF1"/>
    <w:rsid w:val="0081015E"/>
    <w:rsid w:val="00810BA0"/>
    <w:rsid w:val="00810CAC"/>
    <w:rsid w:val="00810ED1"/>
    <w:rsid w:val="0081165E"/>
    <w:rsid w:val="008131B6"/>
    <w:rsid w:val="00813DD7"/>
    <w:rsid w:val="00813FCF"/>
    <w:rsid w:val="00815639"/>
    <w:rsid w:val="0081740E"/>
    <w:rsid w:val="00817A69"/>
    <w:rsid w:val="00817C04"/>
    <w:rsid w:val="00817DC9"/>
    <w:rsid w:val="0082129B"/>
    <w:rsid w:val="00821DB3"/>
    <w:rsid w:val="00822C21"/>
    <w:rsid w:val="00822C48"/>
    <w:rsid w:val="00822C6F"/>
    <w:rsid w:val="0082360C"/>
    <w:rsid w:val="008244C7"/>
    <w:rsid w:val="00824687"/>
    <w:rsid w:val="00824AD6"/>
    <w:rsid w:val="0082502A"/>
    <w:rsid w:val="008268DF"/>
    <w:rsid w:val="00826B4A"/>
    <w:rsid w:val="00827411"/>
    <w:rsid w:val="00827B45"/>
    <w:rsid w:val="00827DD1"/>
    <w:rsid w:val="00827F68"/>
    <w:rsid w:val="0083041E"/>
    <w:rsid w:val="00831214"/>
    <w:rsid w:val="00831601"/>
    <w:rsid w:val="00831A31"/>
    <w:rsid w:val="00831D78"/>
    <w:rsid w:val="00831F80"/>
    <w:rsid w:val="008322DB"/>
    <w:rsid w:val="008327B8"/>
    <w:rsid w:val="0083474E"/>
    <w:rsid w:val="00834DFF"/>
    <w:rsid w:val="00835758"/>
    <w:rsid w:val="00835A08"/>
    <w:rsid w:val="00835E29"/>
    <w:rsid w:val="0083697F"/>
    <w:rsid w:val="00836D30"/>
    <w:rsid w:val="00837181"/>
    <w:rsid w:val="00837951"/>
    <w:rsid w:val="00837EB2"/>
    <w:rsid w:val="008408E1"/>
    <w:rsid w:val="00840F93"/>
    <w:rsid w:val="00841679"/>
    <w:rsid w:val="00841BF7"/>
    <w:rsid w:val="00841CD6"/>
    <w:rsid w:val="00842F4B"/>
    <w:rsid w:val="008430DF"/>
    <w:rsid w:val="0084400B"/>
    <w:rsid w:val="00844D87"/>
    <w:rsid w:val="00845347"/>
    <w:rsid w:val="0084664D"/>
    <w:rsid w:val="00846A13"/>
    <w:rsid w:val="00846D81"/>
    <w:rsid w:val="00846F2F"/>
    <w:rsid w:val="0084749E"/>
    <w:rsid w:val="0085193F"/>
    <w:rsid w:val="00851A92"/>
    <w:rsid w:val="00852AFE"/>
    <w:rsid w:val="00853344"/>
    <w:rsid w:val="00854010"/>
    <w:rsid w:val="00854469"/>
    <w:rsid w:val="008547A4"/>
    <w:rsid w:val="0085496F"/>
    <w:rsid w:val="00854B83"/>
    <w:rsid w:val="008555D1"/>
    <w:rsid w:val="008555EA"/>
    <w:rsid w:val="00856323"/>
    <w:rsid w:val="0085697C"/>
    <w:rsid w:val="00857450"/>
    <w:rsid w:val="00857FA1"/>
    <w:rsid w:val="0086007D"/>
    <w:rsid w:val="008606A3"/>
    <w:rsid w:val="0086176B"/>
    <w:rsid w:val="00862050"/>
    <w:rsid w:val="008621EF"/>
    <w:rsid w:val="008624B8"/>
    <w:rsid w:val="0086270D"/>
    <w:rsid w:val="00862D06"/>
    <w:rsid w:val="00863AFA"/>
    <w:rsid w:val="00863C59"/>
    <w:rsid w:val="008641AD"/>
    <w:rsid w:val="008642C1"/>
    <w:rsid w:val="00864AF1"/>
    <w:rsid w:val="00864BE2"/>
    <w:rsid w:val="00865146"/>
    <w:rsid w:val="0086539A"/>
    <w:rsid w:val="00865754"/>
    <w:rsid w:val="00866D9A"/>
    <w:rsid w:val="00867AAA"/>
    <w:rsid w:val="00870194"/>
    <w:rsid w:val="00870503"/>
    <w:rsid w:val="008706CC"/>
    <w:rsid w:val="00870AEE"/>
    <w:rsid w:val="00871AF8"/>
    <w:rsid w:val="00872466"/>
    <w:rsid w:val="0087249F"/>
    <w:rsid w:val="00872E7D"/>
    <w:rsid w:val="008731FF"/>
    <w:rsid w:val="008737EA"/>
    <w:rsid w:val="00873842"/>
    <w:rsid w:val="00873D99"/>
    <w:rsid w:val="00873FE7"/>
    <w:rsid w:val="008742BD"/>
    <w:rsid w:val="0087498A"/>
    <w:rsid w:val="00874ABD"/>
    <w:rsid w:val="008750C8"/>
    <w:rsid w:val="008774A8"/>
    <w:rsid w:val="008779CD"/>
    <w:rsid w:val="008804F5"/>
    <w:rsid w:val="008814D8"/>
    <w:rsid w:val="00881890"/>
    <w:rsid w:val="008819C6"/>
    <w:rsid w:val="00881B01"/>
    <w:rsid w:val="00883591"/>
    <w:rsid w:val="00883F1A"/>
    <w:rsid w:val="00883F24"/>
    <w:rsid w:val="00884ADA"/>
    <w:rsid w:val="00884B92"/>
    <w:rsid w:val="00884CD6"/>
    <w:rsid w:val="00884D44"/>
    <w:rsid w:val="00885436"/>
    <w:rsid w:val="0088662C"/>
    <w:rsid w:val="0088777F"/>
    <w:rsid w:val="00887A6B"/>
    <w:rsid w:val="00890C50"/>
    <w:rsid w:val="00891353"/>
    <w:rsid w:val="00891BC3"/>
    <w:rsid w:val="00892600"/>
    <w:rsid w:val="008942FD"/>
    <w:rsid w:val="00894302"/>
    <w:rsid w:val="0089458D"/>
    <w:rsid w:val="00895794"/>
    <w:rsid w:val="00896086"/>
    <w:rsid w:val="008961C1"/>
    <w:rsid w:val="0089712B"/>
    <w:rsid w:val="00897552"/>
    <w:rsid w:val="008976F3"/>
    <w:rsid w:val="008A005E"/>
    <w:rsid w:val="008A037C"/>
    <w:rsid w:val="008A0639"/>
    <w:rsid w:val="008A0964"/>
    <w:rsid w:val="008A09BB"/>
    <w:rsid w:val="008A0DA6"/>
    <w:rsid w:val="008A1EAB"/>
    <w:rsid w:val="008A21CA"/>
    <w:rsid w:val="008A2546"/>
    <w:rsid w:val="008A261C"/>
    <w:rsid w:val="008A2B38"/>
    <w:rsid w:val="008A4541"/>
    <w:rsid w:val="008A52DC"/>
    <w:rsid w:val="008A595D"/>
    <w:rsid w:val="008A5D4C"/>
    <w:rsid w:val="008A73F3"/>
    <w:rsid w:val="008B029F"/>
    <w:rsid w:val="008B07D8"/>
    <w:rsid w:val="008B08E2"/>
    <w:rsid w:val="008B0F12"/>
    <w:rsid w:val="008B19DB"/>
    <w:rsid w:val="008B1A85"/>
    <w:rsid w:val="008B21E8"/>
    <w:rsid w:val="008B294C"/>
    <w:rsid w:val="008B2D5F"/>
    <w:rsid w:val="008B2EDC"/>
    <w:rsid w:val="008B70AC"/>
    <w:rsid w:val="008B70C6"/>
    <w:rsid w:val="008B7463"/>
    <w:rsid w:val="008B7616"/>
    <w:rsid w:val="008B7B10"/>
    <w:rsid w:val="008B7D8B"/>
    <w:rsid w:val="008C0F19"/>
    <w:rsid w:val="008C0FAA"/>
    <w:rsid w:val="008C1BB8"/>
    <w:rsid w:val="008C1C33"/>
    <w:rsid w:val="008C2079"/>
    <w:rsid w:val="008C3BB6"/>
    <w:rsid w:val="008C3E33"/>
    <w:rsid w:val="008C54CD"/>
    <w:rsid w:val="008C56E4"/>
    <w:rsid w:val="008C58C8"/>
    <w:rsid w:val="008C59D3"/>
    <w:rsid w:val="008C59D9"/>
    <w:rsid w:val="008C602D"/>
    <w:rsid w:val="008C6507"/>
    <w:rsid w:val="008C68EC"/>
    <w:rsid w:val="008C6FC9"/>
    <w:rsid w:val="008C7B89"/>
    <w:rsid w:val="008C7FDF"/>
    <w:rsid w:val="008D0026"/>
    <w:rsid w:val="008D0523"/>
    <w:rsid w:val="008D0FAB"/>
    <w:rsid w:val="008D135C"/>
    <w:rsid w:val="008D1E0A"/>
    <w:rsid w:val="008D1F5D"/>
    <w:rsid w:val="008D2C5C"/>
    <w:rsid w:val="008D34F8"/>
    <w:rsid w:val="008D43DC"/>
    <w:rsid w:val="008D47EB"/>
    <w:rsid w:val="008D4DCA"/>
    <w:rsid w:val="008D521E"/>
    <w:rsid w:val="008D56BC"/>
    <w:rsid w:val="008D5AB7"/>
    <w:rsid w:val="008D5C52"/>
    <w:rsid w:val="008D6C4F"/>
    <w:rsid w:val="008E04D5"/>
    <w:rsid w:val="008E1429"/>
    <w:rsid w:val="008E2A4B"/>
    <w:rsid w:val="008E371B"/>
    <w:rsid w:val="008E3FD9"/>
    <w:rsid w:val="008E3FFD"/>
    <w:rsid w:val="008E4B73"/>
    <w:rsid w:val="008E4D89"/>
    <w:rsid w:val="008E515A"/>
    <w:rsid w:val="008E63CD"/>
    <w:rsid w:val="008E63FE"/>
    <w:rsid w:val="008E6923"/>
    <w:rsid w:val="008F0659"/>
    <w:rsid w:val="008F07FF"/>
    <w:rsid w:val="008F0C31"/>
    <w:rsid w:val="008F102F"/>
    <w:rsid w:val="008F1927"/>
    <w:rsid w:val="008F1C1E"/>
    <w:rsid w:val="008F23E5"/>
    <w:rsid w:val="008F2FCB"/>
    <w:rsid w:val="008F3131"/>
    <w:rsid w:val="008F31C5"/>
    <w:rsid w:val="008F3362"/>
    <w:rsid w:val="008F3B18"/>
    <w:rsid w:val="008F5735"/>
    <w:rsid w:val="008F6D46"/>
    <w:rsid w:val="009019F8"/>
    <w:rsid w:val="009023DC"/>
    <w:rsid w:val="00902C7E"/>
    <w:rsid w:val="00902EA2"/>
    <w:rsid w:val="00902F23"/>
    <w:rsid w:val="00903C38"/>
    <w:rsid w:val="00903CC1"/>
    <w:rsid w:val="00903E03"/>
    <w:rsid w:val="009042ED"/>
    <w:rsid w:val="009048F7"/>
    <w:rsid w:val="00905B0E"/>
    <w:rsid w:val="00905F07"/>
    <w:rsid w:val="00906B77"/>
    <w:rsid w:val="00907126"/>
    <w:rsid w:val="009072A0"/>
    <w:rsid w:val="009074E0"/>
    <w:rsid w:val="00907A7F"/>
    <w:rsid w:val="009100FB"/>
    <w:rsid w:val="00910B5C"/>
    <w:rsid w:val="00910F14"/>
    <w:rsid w:val="00911842"/>
    <w:rsid w:val="0091242D"/>
    <w:rsid w:val="00913123"/>
    <w:rsid w:val="00914054"/>
    <w:rsid w:val="00914440"/>
    <w:rsid w:val="0091500E"/>
    <w:rsid w:val="00915CF9"/>
    <w:rsid w:val="009162AA"/>
    <w:rsid w:val="009167CC"/>
    <w:rsid w:val="009203A0"/>
    <w:rsid w:val="00920903"/>
    <w:rsid w:val="00920FB6"/>
    <w:rsid w:val="00920FC0"/>
    <w:rsid w:val="00921536"/>
    <w:rsid w:val="00921DEC"/>
    <w:rsid w:val="00922323"/>
    <w:rsid w:val="00922B69"/>
    <w:rsid w:val="00922C8D"/>
    <w:rsid w:val="009238EB"/>
    <w:rsid w:val="00923C20"/>
    <w:rsid w:val="0092410B"/>
    <w:rsid w:val="00924129"/>
    <w:rsid w:val="00925A50"/>
    <w:rsid w:val="00925AA0"/>
    <w:rsid w:val="00925B9F"/>
    <w:rsid w:val="00925F29"/>
    <w:rsid w:val="00926835"/>
    <w:rsid w:val="00926912"/>
    <w:rsid w:val="00927F80"/>
    <w:rsid w:val="00931206"/>
    <w:rsid w:val="009320F7"/>
    <w:rsid w:val="00932B17"/>
    <w:rsid w:val="00932B3B"/>
    <w:rsid w:val="009334B3"/>
    <w:rsid w:val="00933504"/>
    <w:rsid w:val="009343F5"/>
    <w:rsid w:val="00934678"/>
    <w:rsid w:val="00935900"/>
    <w:rsid w:val="00936BF1"/>
    <w:rsid w:val="009372F5"/>
    <w:rsid w:val="00941C07"/>
    <w:rsid w:val="00941D02"/>
    <w:rsid w:val="00942B0E"/>
    <w:rsid w:val="00942C5A"/>
    <w:rsid w:val="00942FD3"/>
    <w:rsid w:val="00944279"/>
    <w:rsid w:val="00944A0C"/>
    <w:rsid w:val="00944EC0"/>
    <w:rsid w:val="00946CDF"/>
    <w:rsid w:val="009479C6"/>
    <w:rsid w:val="00947B25"/>
    <w:rsid w:val="00950F87"/>
    <w:rsid w:val="00951403"/>
    <w:rsid w:val="00951568"/>
    <w:rsid w:val="00951782"/>
    <w:rsid w:val="00951E49"/>
    <w:rsid w:val="00952A7F"/>
    <w:rsid w:val="00953805"/>
    <w:rsid w:val="00953C1E"/>
    <w:rsid w:val="009554B4"/>
    <w:rsid w:val="00955DAF"/>
    <w:rsid w:val="00956253"/>
    <w:rsid w:val="00956AD7"/>
    <w:rsid w:val="00957BCA"/>
    <w:rsid w:val="009607F5"/>
    <w:rsid w:val="0096104E"/>
    <w:rsid w:val="009615C5"/>
    <w:rsid w:val="009616FA"/>
    <w:rsid w:val="00962A6C"/>
    <w:rsid w:val="009632D4"/>
    <w:rsid w:val="0096410D"/>
    <w:rsid w:val="00964366"/>
    <w:rsid w:val="00964FBF"/>
    <w:rsid w:val="00965618"/>
    <w:rsid w:val="00966AEE"/>
    <w:rsid w:val="00967466"/>
    <w:rsid w:val="009701A5"/>
    <w:rsid w:val="00971113"/>
    <w:rsid w:val="00971948"/>
    <w:rsid w:val="009719D6"/>
    <w:rsid w:val="00971CD1"/>
    <w:rsid w:val="00971D88"/>
    <w:rsid w:val="00971E1B"/>
    <w:rsid w:val="00973FED"/>
    <w:rsid w:val="00975283"/>
    <w:rsid w:val="00976EE3"/>
    <w:rsid w:val="009777F2"/>
    <w:rsid w:val="009778BA"/>
    <w:rsid w:val="00977BB7"/>
    <w:rsid w:val="00977E60"/>
    <w:rsid w:val="0098024E"/>
    <w:rsid w:val="0098078B"/>
    <w:rsid w:val="00980B59"/>
    <w:rsid w:val="00982F8A"/>
    <w:rsid w:val="00983629"/>
    <w:rsid w:val="00983E61"/>
    <w:rsid w:val="00984842"/>
    <w:rsid w:val="00985855"/>
    <w:rsid w:val="00985A0B"/>
    <w:rsid w:val="00987161"/>
    <w:rsid w:val="00987445"/>
    <w:rsid w:val="00987E71"/>
    <w:rsid w:val="009913CE"/>
    <w:rsid w:val="0099168D"/>
    <w:rsid w:val="00991E6E"/>
    <w:rsid w:val="0099231C"/>
    <w:rsid w:val="00992F87"/>
    <w:rsid w:val="009935F7"/>
    <w:rsid w:val="0099443D"/>
    <w:rsid w:val="00994BCE"/>
    <w:rsid w:val="0099593C"/>
    <w:rsid w:val="00995B70"/>
    <w:rsid w:val="00996B53"/>
    <w:rsid w:val="00996B70"/>
    <w:rsid w:val="00997646"/>
    <w:rsid w:val="00997EF3"/>
    <w:rsid w:val="009A0A17"/>
    <w:rsid w:val="009A19AC"/>
    <w:rsid w:val="009A24E1"/>
    <w:rsid w:val="009A3A7A"/>
    <w:rsid w:val="009A4082"/>
    <w:rsid w:val="009A5199"/>
    <w:rsid w:val="009A574F"/>
    <w:rsid w:val="009A5951"/>
    <w:rsid w:val="009A5E48"/>
    <w:rsid w:val="009A64DB"/>
    <w:rsid w:val="009A75DE"/>
    <w:rsid w:val="009A78A6"/>
    <w:rsid w:val="009A7CAA"/>
    <w:rsid w:val="009A7D69"/>
    <w:rsid w:val="009A7E1F"/>
    <w:rsid w:val="009B018E"/>
    <w:rsid w:val="009B0751"/>
    <w:rsid w:val="009B1A42"/>
    <w:rsid w:val="009B1A71"/>
    <w:rsid w:val="009B2402"/>
    <w:rsid w:val="009B2479"/>
    <w:rsid w:val="009B2E9C"/>
    <w:rsid w:val="009B532E"/>
    <w:rsid w:val="009B58FC"/>
    <w:rsid w:val="009B5ECA"/>
    <w:rsid w:val="009B642C"/>
    <w:rsid w:val="009B6C7E"/>
    <w:rsid w:val="009C0114"/>
    <w:rsid w:val="009C1B42"/>
    <w:rsid w:val="009C21DE"/>
    <w:rsid w:val="009C270C"/>
    <w:rsid w:val="009C2B7E"/>
    <w:rsid w:val="009C3694"/>
    <w:rsid w:val="009C38E3"/>
    <w:rsid w:val="009C42A9"/>
    <w:rsid w:val="009C4772"/>
    <w:rsid w:val="009C54D6"/>
    <w:rsid w:val="009C69B0"/>
    <w:rsid w:val="009C6F26"/>
    <w:rsid w:val="009C7231"/>
    <w:rsid w:val="009C7472"/>
    <w:rsid w:val="009C7816"/>
    <w:rsid w:val="009C7A96"/>
    <w:rsid w:val="009C7C3B"/>
    <w:rsid w:val="009C7F3A"/>
    <w:rsid w:val="009D038C"/>
    <w:rsid w:val="009D0CE1"/>
    <w:rsid w:val="009D1227"/>
    <w:rsid w:val="009D131B"/>
    <w:rsid w:val="009D1B9A"/>
    <w:rsid w:val="009D1C72"/>
    <w:rsid w:val="009D1F23"/>
    <w:rsid w:val="009D2264"/>
    <w:rsid w:val="009D22D1"/>
    <w:rsid w:val="009D2563"/>
    <w:rsid w:val="009D3088"/>
    <w:rsid w:val="009D3162"/>
    <w:rsid w:val="009D4537"/>
    <w:rsid w:val="009D6449"/>
    <w:rsid w:val="009D76DB"/>
    <w:rsid w:val="009D77A0"/>
    <w:rsid w:val="009D782A"/>
    <w:rsid w:val="009D7D50"/>
    <w:rsid w:val="009E0698"/>
    <w:rsid w:val="009E0CE2"/>
    <w:rsid w:val="009E0E17"/>
    <w:rsid w:val="009E143B"/>
    <w:rsid w:val="009E20F3"/>
    <w:rsid w:val="009E2381"/>
    <w:rsid w:val="009E2E61"/>
    <w:rsid w:val="009E31A0"/>
    <w:rsid w:val="009E36F0"/>
    <w:rsid w:val="009E40E5"/>
    <w:rsid w:val="009E7717"/>
    <w:rsid w:val="009E79AC"/>
    <w:rsid w:val="009F03C2"/>
    <w:rsid w:val="009F1500"/>
    <w:rsid w:val="009F2FB8"/>
    <w:rsid w:val="009F38A1"/>
    <w:rsid w:val="009F40A8"/>
    <w:rsid w:val="009F44B7"/>
    <w:rsid w:val="009F4887"/>
    <w:rsid w:val="009F4FC0"/>
    <w:rsid w:val="009F50D7"/>
    <w:rsid w:val="009F672D"/>
    <w:rsid w:val="009F6989"/>
    <w:rsid w:val="009F6C10"/>
    <w:rsid w:val="009F6EC8"/>
    <w:rsid w:val="009F70C2"/>
    <w:rsid w:val="00A00BCE"/>
    <w:rsid w:val="00A00DD5"/>
    <w:rsid w:val="00A00FBF"/>
    <w:rsid w:val="00A01CD6"/>
    <w:rsid w:val="00A028E4"/>
    <w:rsid w:val="00A02B82"/>
    <w:rsid w:val="00A0383F"/>
    <w:rsid w:val="00A04A27"/>
    <w:rsid w:val="00A04F53"/>
    <w:rsid w:val="00A04FD4"/>
    <w:rsid w:val="00A0516C"/>
    <w:rsid w:val="00A062BE"/>
    <w:rsid w:val="00A06365"/>
    <w:rsid w:val="00A0663F"/>
    <w:rsid w:val="00A068DF"/>
    <w:rsid w:val="00A06A91"/>
    <w:rsid w:val="00A06B03"/>
    <w:rsid w:val="00A06EB3"/>
    <w:rsid w:val="00A07268"/>
    <w:rsid w:val="00A10C89"/>
    <w:rsid w:val="00A13A31"/>
    <w:rsid w:val="00A14950"/>
    <w:rsid w:val="00A149FD"/>
    <w:rsid w:val="00A1632B"/>
    <w:rsid w:val="00A16D82"/>
    <w:rsid w:val="00A17A7B"/>
    <w:rsid w:val="00A20036"/>
    <w:rsid w:val="00A20167"/>
    <w:rsid w:val="00A20B98"/>
    <w:rsid w:val="00A21B34"/>
    <w:rsid w:val="00A221EE"/>
    <w:rsid w:val="00A2275F"/>
    <w:rsid w:val="00A22F0C"/>
    <w:rsid w:val="00A23015"/>
    <w:rsid w:val="00A24874"/>
    <w:rsid w:val="00A24BF5"/>
    <w:rsid w:val="00A25023"/>
    <w:rsid w:val="00A253B5"/>
    <w:rsid w:val="00A257C8"/>
    <w:rsid w:val="00A2580E"/>
    <w:rsid w:val="00A25EF4"/>
    <w:rsid w:val="00A260B6"/>
    <w:rsid w:val="00A262D1"/>
    <w:rsid w:val="00A26814"/>
    <w:rsid w:val="00A26EDD"/>
    <w:rsid w:val="00A301E5"/>
    <w:rsid w:val="00A30245"/>
    <w:rsid w:val="00A3124C"/>
    <w:rsid w:val="00A3133B"/>
    <w:rsid w:val="00A31527"/>
    <w:rsid w:val="00A31754"/>
    <w:rsid w:val="00A31972"/>
    <w:rsid w:val="00A32448"/>
    <w:rsid w:val="00A324F3"/>
    <w:rsid w:val="00A32D9C"/>
    <w:rsid w:val="00A33726"/>
    <w:rsid w:val="00A339CE"/>
    <w:rsid w:val="00A33D79"/>
    <w:rsid w:val="00A3512A"/>
    <w:rsid w:val="00A36D91"/>
    <w:rsid w:val="00A36DFE"/>
    <w:rsid w:val="00A36ECE"/>
    <w:rsid w:val="00A373B4"/>
    <w:rsid w:val="00A3784C"/>
    <w:rsid w:val="00A37C7B"/>
    <w:rsid w:val="00A40860"/>
    <w:rsid w:val="00A4093A"/>
    <w:rsid w:val="00A40C25"/>
    <w:rsid w:val="00A40D38"/>
    <w:rsid w:val="00A40F69"/>
    <w:rsid w:val="00A411E7"/>
    <w:rsid w:val="00A41A3C"/>
    <w:rsid w:val="00A41EE3"/>
    <w:rsid w:val="00A42266"/>
    <w:rsid w:val="00A4335A"/>
    <w:rsid w:val="00A44A99"/>
    <w:rsid w:val="00A45EA4"/>
    <w:rsid w:val="00A46496"/>
    <w:rsid w:val="00A465DD"/>
    <w:rsid w:val="00A46B8F"/>
    <w:rsid w:val="00A470B1"/>
    <w:rsid w:val="00A47A7B"/>
    <w:rsid w:val="00A47FBE"/>
    <w:rsid w:val="00A505D6"/>
    <w:rsid w:val="00A50630"/>
    <w:rsid w:val="00A50EB9"/>
    <w:rsid w:val="00A517E9"/>
    <w:rsid w:val="00A518D7"/>
    <w:rsid w:val="00A51997"/>
    <w:rsid w:val="00A52BC8"/>
    <w:rsid w:val="00A52FDF"/>
    <w:rsid w:val="00A53683"/>
    <w:rsid w:val="00A54081"/>
    <w:rsid w:val="00A541BC"/>
    <w:rsid w:val="00A549B9"/>
    <w:rsid w:val="00A54EA6"/>
    <w:rsid w:val="00A551D6"/>
    <w:rsid w:val="00A559C4"/>
    <w:rsid w:val="00A5692F"/>
    <w:rsid w:val="00A56C7B"/>
    <w:rsid w:val="00A57635"/>
    <w:rsid w:val="00A57DAA"/>
    <w:rsid w:val="00A60CAB"/>
    <w:rsid w:val="00A610E8"/>
    <w:rsid w:val="00A616DB"/>
    <w:rsid w:val="00A61EB2"/>
    <w:rsid w:val="00A6308D"/>
    <w:rsid w:val="00A658C0"/>
    <w:rsid w:val="00A65A6A"/>
    <w:rsid w:val="00A66850"/>
    <w:rsid w:val="00A668B7"/>
    <w:rsid w:val="00A668F4"/>
    <w:rsid w:val="00A66CB3"/>
    <w:rsid w:val="00A66D68"/>
    <w:rsid w:val="00A67E53"/>
    <w:rsid w:val="00A7069F"/>
    <w:rsid w:val="00A71F9B"/>
    <w:rsid w:val="00A72B95"/>
    <w:rsid w:val="00A73458"/>
    <w:rsid w:val="00A73DC8"/>
    <w:rsid w:val="00A7475B"/>
    <w:rsid w:val="00A74B7C"/>
    <w:rsid w:val="00A7510C"/>
    <w:rsid w:val="00A76475"/>
    <w:rsid w:val="00A770CB"/>
    <w:rsid w:val="00A77E80"/>
    <w:rsid w:val="00A80AC5"/>
    <w:rsid w:val="00A81E82"/>
    <w:rsid w:val="00A82094"/>
    <w:rsid w:val="00A83003"/>
    <w:rsid w:val="00A8311D"/>
    <w:rsid w:val="00A84171"/>
    <w:rsid w:val="00A84330"/>
    <w:rsid w:val="00A84E7B"/>
    <w:rsid w:val="00A858C4"/>
    <w:rsid w:val="00A8591D"/>
    <w:rsid w:val="00A85F07"/>
    <w:rsid w:val="00A87B0E"/>
    <w:rsid w:val="00A9043E"/>
    <w:rsid w:val="00A9057F"/>
    <w:rsid w:val="00A90E56"/>
    <w:rsid w:val="00A91BF8"/>
    <w:rsid w:val="00A91CDC"/>
    <w:rsid w:val="00A92BF1"/>
    <w:rsid w:val="00A932DC"/>
    <w:rsid w:val="00A937FD"/>
    <w:rsid w:val="00A95BCD"/>
    <w:rsid w:val="00A96531"/>
    <w:rsid w:val="00A97E52"/>
    <w:rsid w:val="00AA0463"/>
    <w:rsid w:val="00AA06BE"/>
    <w:rsid w:val="00AA0F1F"/>
    <w:rsid w:val="00AA160A"/>
    <w:rsid w:val="00AA19A7"/>
    <w:rsid w:val="00AA1DCC"/>
    <w:rsid w:val="00AA2CDD"/>
    <w:rsid w:val="00AA31CC"/>
    <w:rsid w:val="00AA3E7C"/>
    <w:rsid w:val="00AA45F0"/>
    <w:rsid w:val="00AA58AD"/>
    <w:rsid w:val="00AA5B7C"/>
    <w:rsid w:val="00AA6BEE"/>
    <w:rsid w:val="00AA7300"/>
    <w:rsid w:val="00AB05D5"/>
    <w:rsid w:val="00AB1120"/>
    <w:rsid w:val="00AB1837"/>
    <w:rsid w:val="00AB1874"/>
    <w:rsid w:val="00AB1E1B"/>
    <w:rsid w:val="00AB20DD"/>
    <w:rsid w:val="00AB3413"/>
    <w:rsid w:val="00AB3D3D"/>
    <w:rsid w:val="00AB50AD"/>
    <w:rsid w:val="00AB56F6"/>
    <w:rsid w:val="00AB5A90"/>
    <w:rsid w:val="00AB6D02"/>
    <w:rsid w:val="00AB6DD8"/>
    <w:rsid w:val="00AB70D7"/>
    <w:rsid w:val="00AB78D1"/>
    <w:rsid w:val="00AB7C50"/>
    <w:rsid w:val="00AC022B"/>
    <w:rsid w:val="00AC1071"/>
    <w:rsid w:val="00AC1D17"/>
    <w:rsid w:val="00AC249A"/>
    <w:rsid w:val="00AC31D3"/>
    <w:rsid w:val="00AC36D3"/>
    <w:rsid w:val="00AC39AE"/>
    <w:rsid w:val="00AC4058"/>
    <w:rsid w:val="00AC422C"/>
    <w:rsid w:val="00AC4876"/>
    <w:rsid w:val="00AC4B6C"/>
    <w:rsid w:val="00AC4C63"/>
    <w:rsid w:val="00AC4D4F"/>
    <w:rsid w:val="00AC5394"/>
    <w:rsid w:val="00AC5A12"/>
    <w:rsid w:val="00AC6365"/>
    <w:rsid w:val="00AC6E3A"/>
    <w:rsid w:val="00AC7081"/>
    <w:rsid w:val="00AD0011"/>
    <w:rsid w:val="00AD02A2"/>
    <w:rsid w:val="00AD1505"/>
    <w:rsid w:val="00AD1898"/>
    <w:rsid w:val="00AD2621"/>
    <w:rsid w:val="00AD564B"/>
    <w:rsid w:val="00AD5696"/>
    <w:rsid w:val="00AD59D1"/>
    <w:rsid w:val="00AD5D50"/>
    <w:rsid w:val="00AD66BA"/>
    <w:rsid w:val="00AD67AF"/>
    <w:rsid w:val="00AE07A7"/>
    <w:rsid w:val="00AE1C79"/>
    <w:rsid w:val="00AE34B6"/>
    <w:rsid w:val="00AE4250"/>
    <w:rsid w:val="00AE4340"/>
    <w:rsid w:val="00AE43FC"/>
    <w:rsid w:val="00AE49C4"/>
    <w:rsid w:val="00AE4A34"/>
    <w:rsid w:val="00AE5707"/>
    <w:rsid w:val="00AE595D"/>
    <w:rsid w:val="00AE5DEE"/>
    <w:rsid w:val="00AE62E6"/>
    <w:rsid w:val="00AE65B6"/>
    <w:rsid w:val="00AE6FDF"/>
    <w:rsid w:val="00AE768B"/>
    <w:rsid w:val="00AE7AA2"/>
    <w:rsid w:val="00AE7B69"/>
    <w:rsid w:val="00AF13E9"/>
    <w:rsid w:val="00AF151F"/>
    <w:rsid w:val="00AF1CCD"/>
    <w:rsid w:val="00AF1CDF"/>
    <w:rsid w:val="00AF49F5"/>
    <w:rsid w:val="00AF5A02"/>
    <w:rsid w:val="00AF5A45"/>
    <w:rsid w:val="00AF5D8F"/>
    <w:rsid w:val="00AF6AE2"/>
    <w:rsid w:val="00AF6CD9"/>
    <w:rsid w:val="00AF70FE"/>
    <w:rsid w:val="00AF7242"/>
    <w:rsid w:val="00AF7CB8"/>
    <w:rsid w:val="00B00A0F"/>
    <w:rsid w:val="00B00E3B"/>
    <w:rsid w:val="00B00EEA"/>
    <w:rsid w:val="00B012EC"/>
    <w:rsid w:val="00B0160D"/>
    <w:rsid w:val="00B020A7"/>
    <w:rsid w:val="00B02460"/>
    <w:rsid w:val="00B0339A"/>
    <w:rsid w:val="00B03975"/>
    <w:rsid w:val="00B04D1C"/>
    <w:rsid w:val="00B05422"/>
    <w:rsid w:val="00B0687F"/>
    <w:rsid w:val="00B06AD4"/>
    <w:rsid w:val="00B06C98"/>
    <w:rsid w:val="00B07260"/>
    <w:rsid w:val="00B072C7"/>
    <w:rsid w:val="00B073FD"/>
    <w:rsid w:val="00B0788E"/>
    <w:rsid w:val="00B07D08"/>
    <w:rsid w:val="00B07EFD"/>
    <w:rsid w:val="00B1037A"/>
    <w:rsid w:val="00B10649"/>
    <w:rsid w:val="00B10E80"/>
    <w:rsid w:val="00B11374"/>
    <w:rsid w:val="00B12790"/>
    <w:rsid w:val="00B12C6F"/>
    <w:rsid w:val="00B13F8C"/>
    <w:rsid w:val="00B14442"/>
    <w:rsid w:val="00B14DB5"/>
    <w:rsid w:val="00B150CC"/>
    <w:rsid w:val="00B15504"/>
    <w:rsid w:val="00B15ED2"/>
    <w:rsid w:val="00B168FC"/>
    <w:rsid w:val="00B1705C"/>
    <w:rsid w:val="00B207F4"/>
    <w:rsid w:val="00B20A7E"/>
    <w:rsid w:val="00B20B3B"/>
    <w:rsid w:val="00B21637"/>
    <w:rsid w:val="00B217A8"/>
    <w:rsid w:val="00B22928"/>
    <w:rsid w:val="00B22B42"/>
    <w:rsid w:val="00B23518"/>
    <w:rsid w:val="00B241E9"/>
    <w:rsid w:val="00B246DD"/>
    <w:rsid w:val="00B24A21"/>
    <w:rsid w:val="00B25E2F"/>
    <w:rsid w:val="00B25FA3"/>
    <w:rsid w:val="00B26789"/>
    <w:rsid w:val="00B27959"/>
    <w:rsid w:val="00B27ADF"/>
    <w:rsid w:val="00B27DF2"/>
    <w:rsid w:val="00B30640"/>
    <w:rsid w:val="00B30CD5"/>
    <w:rsid w:val="00B32491"/>
    <w:rsid w:val="00B32915"/>
    <w:rsid w:val="00B3462A"/>
    <w:rsid w:val="00B34866"/>
    <w:rsid w:val="00B3575C"/>
    <w:rsid w:val="00B3606B"/>
    <w:rsid w:val="00B361A3"/>
    <w:rsid w:val="00B3687A"/>
    <w:rsid w:val="00B371DE"/>
    <w:rsid w:val="00B377A7"/>
    <w:rsid w:val="00B37CD5"/>
    <w:rsid w:val="00B37E87"/>
    <w:rsid w:val="00B41097"/>
    <w:rsid w:val="00B411DD"/>
    <w:rsid w:val="00B41823"/>
    <w:rsid w:val="00B41C37"/>
    <w:rsid w:val="00B423CC"/>
    <w:rsid w:val="00B43161"/>
    <w:rsid w:val="00B433C1"/>
    <w:rsid w:val="00B43F81"/>
    <w:rsid w:val="00B446FD"/>
    <w:rsid w:val="00B457EA"/>
    <w:rsid w:val="00B463C8"/>
    <w:rsid w:val="00B464C9"/>
    <w:rsid w:val="00B465FE"/>
    <w:rsid w:val="00B4662C"/>
    <w:rsid w:val="00B46EB0"/>
    <w:rsid w:val="00B46FE5"/>
    <w:rsid w:val="00B503C4"/>
    <w:rsid w:val="00B5098A"/>
    <w:rsid w:val="00B5138E"/>
    <w:rsid w:val="00B51579"/>
    <w:rsid w:val="00B5183E"/>
    <w:rsid w:val="00B51F8C"/>
    <w:rsid w:val="00B520FB"/>
    <w:rsid w:val="00B52769"/>
    <w:rsid w:val="00B52E5B"/>
    <w:rsid w:val="00B531BA"/>
    <w:rsid w:val="00B5527D"/>
    <w:rsid w:val="00B55993"/>
    <w:rsid w:val="00B55D46"/>
    <w:rsid w:val="00B55F50"/>
    <w:rsid w:val="00B56352"/>
    <w:rsid w:val="00B56D3F"/>
    <w:rsid w:val="00B579DF"/>
    <w:rsid w:val="00B602A5"/>
    <w:rsid w:val="00B60871"/>
    <w:rsid w:val="00B614FB"/>
    <w:rsid w:val="00B61C58"/>
    <w:rsid w:val="00B6222A"/>
    <w:rsid w:val="00B6323E"/>
    <w:rsid w:val="00B63340"/>
    <w:rsid w:val="00B63B21"/>
    <w:rsid w:val="00B64D55"/>
    <w:rsid w:val="00B650D4"/>
    <w:rsid w:val="00B6535B"/>
    <w:rsid w:val="00B66980"/>
    <w:rsid w:val="00B700F6"/>
    <w:rsid w:val="00B70F6D"/>
    <w:rsid w:val="00B70FE4"/>
    <w:rsid w:val="00B71CE9"/>
    <w:rsid w:val="00B724A6"/>
    <w:rsid w:val="00B726D5"/>
    <w:rsid w:val="00B73706"/>
    <w:rsid w:val="00B752AE"/>
    <w:rsid w:val="00B76952"/>
    <w:rsid w:val="00B77BC8"/>
    <w:rsid w:val="00B802E3"/>
    <w:rsid w:val="00B80848"/>
    <w:rsid w:val="00B8152E"/>
    <w:rsid w:val="00B82098"/>
    <w:rsid w:val="00B826FB"/>
    <w:rsid w:val="00B82FE3"/>
    <w:rsid w:val="00B831F8"/>
    <w:rsid w:val="00B84C09"/>
    <w:rsid w:val="00B84CFC"/>
    <w:rsid w:val="00B85730"/>
    <w:rsid w:val="00B86927"/>
    <w:rsid w:val="00B87374"/>
    <w:rsid w:val="00B876A9"/>
    <w:rsid w:val="00B8789D"/>
    <w:rsid w:val="00B9035A"/>
    <w:rsid w:val="00B904DE"/>
    <w:rsid w:val="00B908C0"/>
    <w:rsid w:val="00B91BF8"/>
    <w:rsid w:val="00B92FF2"/>
    <w:rsid w:val="00B935A6"/>
    <w:rsid w:val="00B95CF7"/>
    <w:rsid w:val="00B96AB7"/>
    <w:rsid w:val="00B9708D"/>
    <w:rsid w:val="00BA02CC"/>
    <w:rsid w:val="00BA0741"/>
    <w:rsid w:val="00BA114E"/>
    <w:rsid w:val="00BA1486"/>
    <w:rsid w:val="00BA16E5"/>
    <w:rsid w:val="00BA1767"/>
    <w:rsid w:val="00BA17B3"/>
    <w:rsid w:val="00BA2490"/>
    <w:rsid w:val="00BA3533"/>
    <w:rsid w:val="00BA50D8"/>
    <w:rsid w:val="00BA59B8"/>
    <w:rsid w:val="00BA7990"/>
    <w:rsid w:val="00BB087A"/>
    <w:rsid w:val="00BB0DC5"/>
    <w:rsid w:val="00BB0F44"/>
    <w:rsid w:val="00BB1023"/>
    <w:rsid w:val="00BB2E87"/>
    <w:rsid w:val="00BB33C3"/>
    <w:rsid w:val="00BB4656"/>
    <w:rsid w:val="00BB476C"/>
    <w:rsid w:val="00BB48D9"/>
    <w:rsid w:val="00BB52AF"/>
    <w:rsid w:val="00BB58DA"/>
    <w:rsid w:val="00BB6AB2"/>
    <w:rsid w:val="00BB7DC9"/>
    <w:rsid w:val="00BC0284"/>
    <w:rsid w:val="00BC02D4"/>
    <w:rsid w:val="00BC03FA"/>
    <w:rsid w:val="00BC05AB"/>
    <w:rsid w:val="00BC061E"/>
    <w:rsid w:val="00BC08EA"/>
    <w:rsid w:val="00BC107A"/>
    <w:rsid w:val="00BC1358"/>
    <w:rsid w:val="00BC143C"/>
    <w:rsid w:val="00BC1812"/>
    <w:rsid w:val="00BC2F28"/>
    <w:rsid w:val="00BC364F"/>
    <w:rsid w:val="00BC4288"/>
    <w:rsid w:val="00BC5813"/>
    <w:rsid w:val="00BC5F73"/>
    <w:rsid w:val="00BC6C37"/>
    <w:rsid w:val="00BC6C49"/>
    <w:rsid w:val="00BC6ED6"/>
    <w:rsid w:val="00BC6F30"/>
    <w:rsid w:val="00BC798B"/>
    <w:rsid w:val="00BD02A9"/>
    <w:rsid w:val="00BD05A7"/>
    <w:rsid w:val="00BD0713"/>
    <w:rsid w:val="00BD0FDB"/>
    <w:rsid w:val="00BD213A"/>
    <w:rsid w:val="00BD4AF3"/>
    <w:rsid w:val="00BD5D20"/>
    <w:rsid w:val="00BD6B9E"/>
    <w:rsid w:val="00BD70DB"/>
    <w:rsid w:val="00BD7FE3"/>
    <w:rsid w:val="00BE0563"/>
    <w:rsid w:val="00BE058F"/>
    <w:rsid w:val="00BE0758"/>
    <w:rsid w:val="00BE17C0"/>
    <w:rsid w:val="00BE1AF9"/>
    <w:rsid w:val="00BE2068"/>
    <w:rsid w:val="00BE2F55"/>
    <w:rsid w:val="00BE417B"/>
    <w:rsid w:val="00BE4F77"/>
    <w:rsid w:val="00BE54CA"/>
    <w:rsid w:val="00BE6866"/>
    <w:rsid w:val="00BE6F68"/>
    <w:rsid w:val="00BE7C13"/>
    <w:rsid w:val="00BF05C3"/>
    <w:rsid w:val="00BF0E05"/>
    <w:rsid w:val="00BF4063"/>
    <w:rsid w:val="00BF4489"/>
    <w:rsid w:val="00BF47A5"/>
    <w:rsid w:val="00BF53F4"/>
    <w:rsid w:val="00BF5CF8"/>
    <w:rsid w:val="00BF5E9A"/>
    <w:rsid w:val="00BF63C2"/>
    <w:rsid w:val="00BF70F0"/>
    <w:rsid w:val="00BF7B2D"/>
    <w:rsid w:val="00C001DC"/>
    <w:rsid w:val="00C00320"/>
    <w:rsid w:val="00C00A28"/>
    <w:rsid w:val="00C0121F"/>
    <w:rsid w:val="00C01C09"/>
    <w:rsid w:val="00C01E5F"/>
    <w:rsid w:val="00C0277B"/>
    <w:rsid w:val="00C0277E"/>
    <w:rsid w:val="00C034C0"/>
    <w:rsid w:val="00C036F8"/>
    <w:rsid w:val="00C0393E"/>
    <w:rsid w:val="00C03CDB"/>
    <w:rsid w:val="00C04394"/>
    <w:rsid w:val="00C049C8"/>
    <w:rsid w:val="00C04CDD"/>
    <w:rsid w:val="00C05193"/>
    <w:rsid w:val="00C05431"/>
    <w:rsid w:val="00C063EA"/>
    <w:rsid w:val="00C06A08"/>
    <w:rsid w:val="00C06CAC"/>
    <w:rsid w:val="00C0725D"/>
    <w:rsid w:val="00C07351"/>
    <w:rsid w:val="00C10CC5"/>
    <w:rsid w:val="00C1273D"/>
    <w:rsid w:val="00C13CE6"/>
    <w:rsid w:val="00C13D78"/>
    <w:rsid w:val="00C14190"/>
    <w:rsid w:val="00C14A32"/>
    <w:rsid w:val="00C14ABB"/>
    <w:rsid w:val="00C14B3E"/>
    <w:rsid w:val="00C14F19"/>
    <w:rsid w:val="00C1501A"/>
    <w:rsid w:val="00C15068"/>
    <w:rsid w:val="00C153FA"/>
    <w:rsid w:val="00C17922"/>
    <w:rsid w:val="00C17EA4"/>
    <w:rsid w:val="00C20035"/>
    <w:rsid w:val="00C208FA"/>
    <w:rsid w:val="00C21089"/>
    <w:rsid w:val="00C2126C"/>
    <w:rsid w:val="00C21436"/>
    <w:rsid w:val="00C218B4"/>
    <w:rsid w:val="00C21967"/>
    <w:rsid w:val="00C23866"/>
    <w:rsid w:val="00C23AE4"/>
    <w:rsid w:val="00C23C58"/>
    <w:rsid w:val="00C2414B"/>
    <w:rsid w:val="00C242F2"/>
    <w:rsid w:val="00C247C9"/>
    <w:rsid w:val="00C2492B"/>
    <w:rsid w:val="00C24EB7"/>
    <w:rsid w:val="00C262B5"/>
    <w:rsid w:val="00C264ED"/>
    <w:rsid w:val="00C2777F"/>
    <w:rsid w:val="00C27B0A"/>
    <w:rsid w:val="00C27B5F"/>
    <w:rsid w:val="00C3030F"/>
    <w:rsid w:val="00C30D1B"/>
    <w:rsid w:val="00C31F39"/>
    <w:rsid w:val="00C33E89"/>
    <w:rsid w:val="00C34835"/>
    <w:rsid w:val="00C350AF"/>
    <w:rsid w:val="00C355FB"/>
    <w:rsid w:val="00C3611E"/>
    <w:rsid w:val="00C3633D"/>
    <w:rsid w:val="00C36C65"/>
    <w:rsid w:val="00C373D3"/>
    <w:rsid w:val="00C410AD"/>
    <w:rsid w:val="00C41A71"/>
    <w:rsid w:val="00C41BD5"/>
    <w:rsid w:val="00C42B6E"/>
    <w:rsid w:val="00C43EA5"/>
    <w:rsid w:val="00C45959"/>
    <w:rsid w:val="00C45F39"/>
    <w:rsid w:val="00C46130"/>
    <w:rsid w:val="00C46143"/>
    <w:rsid w:val="00C46DB6"/>
    <w:rsid w:val="00C47820"/>
    <w:rsid w:val="00C47EF8"/>
    <w:rsid w:val="00C501E9"/>
    <w:rsid w:val="00C5038F"/>
    <w:rsid w:val="00C503B9"/>
    <w:rsid w:val="00C519BF"/>
    <w:rsid w:val="00C51C68"/>
    <w:rsid w:val="00C52E75"/>
    <w:rsid w:val="00C53B8B"/>
    <w:rsid w:val="00C53E26"/>
    <w:rsid w:val="00C55AA1"/>
    <w:rsid w:val="00C5613D"/>
    <w:rsid w:val="00C56460"/>
    <w:rsid w:val="00C5722A"/>
    <w:rsid w:val="00C602A4"/>
    <w:rsid w:val="00C6040D"/>
    <w:rsid w:val="00C606B2"/>
    <w:rsid w:val="00C608C2"/>
    <w:rsid w:val="00C608CB"/>
    <w:rsid w:val="00C617B0"/>
    <w:rsid w:val="00C62402"/>
    <w:rsid w:val="00C62F9F"/>
    <w:rsid w:val="00C63441"/>
    <w:rsid w:val="00C653AF"/>
    <w:rsid w:val="00C653EA"/>
    <w:rsid w:val="00C66CB3"/>
    <w:rsid w:val="00C67958"/>
    <w:rsid w:val="00C67A13"/>
    <w:rsid w:val="00C7008F"/>
    <w:rsid w:val="00C70E37"/>
    <w:rsid w:val="00C71122"/>
    <w:rsid w:val="00C71169"/>
    <w:rsid w:val="00C71B87"/>
    <w:rsid w:val="00C73216"/>
    <w:rsid w:val="00C73C92"/>
    <w:rsid w:val="00C73ECD"/>
    <w:rsid w:val="00C73F70"/>
    <w:rsid w:val="00C7533B"/>
    <w:rsid w:val="00C7535D"/>
    <w:rsid w:val="00C7572A"/>
    <w:rsid w:val="00C757EB"/>
    <w:rsid w:val="00C76E88"/>
    <w:rsid w:val="00C771CA"/>
    <w:rsid w:val="00C800EE"/>
    <w:rsid w:val="00C814AA"/>
    <w:rsid w:val="00C8158E"/>
    <w:rsid w:val="00C81B13"/>
    <w:rsid w:val="00C82061"/>
    <w:rsid w:val="00C83839"/>
    <w:rsid w:val="00C844FC"/>
    <w:rsid w:val="00C849A7"/>
    <w:rsid w:val="00C84BC1"/>
    <w:rsid w:val="00C84F3C"/>
    <w:rsid w:val="00C85595"/>
    <w:rsid w:val="00C85850"/>
    <w:rsid w:val="00C8597F"/>
    <w:rsid w:val="00C85CED"/>
    <w:rsid w:val="00C85FC6"/>
    <w:rsid w:val="00C8602D"/>
    <w:rsid w:val="00C86124"/>
    <w:rsid w:val="00C879A8"/>
    <w:rsid w:val="00C9097B"/>
    <w:rsid w:val="00C917B2"/>
    <w:rsid w:val="00C92F0C"/>
    <w:rsid w:val="00C93F84"/>
    <w:rsid w:val="00C94113"/>
    <w:rsid w:val="00C94775"/>
    <w:rsid w:val="00C95593"/>
    <w:rsid w:val="00C95BC0"/>
    <w:rsid w:val="00C96189"/>
    <w:rsid w:val="00C96935"/>
    <w:rsid w:val="00C96B9C"/>
    <w:rsid w:val="00C97134"/>
    <w:rsid w:val="00C97761"/>
    <w:rsid w:val="00CA172D"/>
    <w:rsid w:val="00CA180E"/>
    <w:rsid w:val="00CA1BE1"/>
    <w:rsid w:val="00CA1ED1"/>
    <w:rsid w:val="00CA337D"/>
    <w:rsid w:val="00CA3E8F"/>
    <w:rsid w:val="00CA42E8"/>
    <w:rsid w:val="00CA42F0"/>
    <w:rsid w:val="00CA4C4F"/>
    <w:rsid w:val="00CA4CDA"/>
    <w:rsid w:val="00CA5DCF"/>
    <w:rsid w:val="00CA655F"/>
    <w:rsid w:val="00CA68B3"/>
    <w:rsid w:val="00CA6C71"/>
    <w:rsid w:val="00CA6DC6"/>
    <w:rsid w:val="00CA739C"/>
    <w:rsid w:val="00CA76AC"/>
    <w:rsid w:val="00CA7789"/>
    <w:rsid w:val="00CB0360"/>
    <w:rsid w:val="00CB0982"/>
    <w:rsid w:val="00CB1223"/>
    <w:rsid w:val="00CB16EC"/>
    <w:rsid w:val="00CB37FF"/>
    <w:rsid w:val="00CB402D"/>
    <w:rsid w:val="00CB4A33"/>
    <w:rsid w:val="00CB6354"/>
    <w:rsid w:val="00CB6993"/>
    <w:rsid w:val="00CC0000"/>
    <w:rsid w:val="00CC00D1"/>
    <w:rsid w:val="00CC07BE"/>
    <w:rsid w:val="00CC0ABA"/>
    <w:rsid w:val="00CC12E3"/>
    <w:rsid w:val="00CC1356"/>
    <w:rsid w:val="00CC1B0D"/>
    <w:rsid w:val="00CC244B"/>
    <w:rsid w:val="00CC2738"/>
    <w:rsid w:val="00CC37A9"/>
    <w:rsid w:val="00CC38D3"/>
    <w:rsid w:val="00CC3C9A"/>
    <w:rsid w:val="00CC4A55"/>
    <w:rsid w:val="00CC71D9"/>
    <w:rsid w:val="00CD1738"/>
    <w:rsid w:val="00CD363B"/>
    <w:rsid w:val="00CD3655"/>
    <w:rsid w:val="00CD5B56"/>
    <w:rsid w:val="00CD5C00"/>
    <w:rsid w:val="00CD6FB1"/>
    <w:rsid w:val="00CD73B1"/>
    <w:rsid w:val="00CD7857"/>
    <w:rsid w:val="00CD7A0F"/>
    <w:rsid w:val="00CD7DB3"/>
    <w:rsid w:val="00CE073B"/>
    <w:rsid w:val="00CE08E7"/>
    <w:rsid w:val="00CE144A"/>
    <w:rsid w:val="00CE3484"/>
    <w:rsid w:val="00CE5C67"/>
    <w:rsid w:val="00CE5EEB"/>
    <w:rsid w:val="00CE6580"/>
    <w:rsid w:val="00CE6A68"/>
    <w:rsid w:val="00CF089E"/>
    <w:rsid w:val="00CF08A3"/>
    <w:rsid w:val="00CF0DDF"/>
    <w:rsid w:val="00CF30D5"/>
    <w:rsid w:val="00CF3850"/>
    <w:rsid w:val="00CF3CB5"/>
    <w:rsid w:val="00CF3D14"/>
    <w:rsid w:val="00CF3DE3"/>
    <w:rsid w:val="00CF4CE7"/>
    <w:rsid w:val="00CF59B5"/>
    <w:rsid w:val="00CF5BC0"/>
    <w:rsid w:val="00CF5DAA"/>
    <w:rsid w:val="00CF6332"/>
    <w:rsid w:val="00CF785F"/>
    <w:rsid w:val="00D00D97"/>
    <w:rsid w:val="00D01164"/>
    <w:rsid w:val="00D01513"/>
    <w:rsid w:val="00D019A0"/>
    <w:rsid w:val="00D02010"/>
    <w:rsid w:val="00D03802"/>
    <w:rsid w:val="00D049F8"/>
    <w:rsid w:val="00D04A00"/>
    <w:rsid w:val="00D04B57"/>
    <w:rsid w:val="00D04D25"/>
    <w:rsid w:val="00D05792"/>
    <w:rsid w:val="00D05D4D"/>
    <w:rsid w:val="00D06E0A"/>
    <w:rsid w:val="00D0710A"/>
    <w:rsid w:val="00D07948"/>
    <w:rsid w:val="00D104BC"/>
    <w:rsid w:val="00D1082A"/>
    <w:rsid w:val="00D10830"/>
    <w:rsid w:val="00D109E8"/>
    <w:rsid w:val="00D10C55"/>
    <w:rsid w:val="00D10CB1"/>
    <w:rsid w:val="00D1174A"/>
    <w:rsid w:val="00D11812"/>
    <w:rsid w:val="00D1248B"/>
    <w:rsid w:val="00D12839"/>
    <w:rsid w:val="00D13AD1"/>
    <w:rsid w:val="00D14893"/>
    <w:rsid w:val="00D14981"/>
    <w:rsid w:val="00D14F4F"/>
    <w:rsid w:val="00D153B6"/>
    <w:rsid w:val="00D15558"/>
    <w:rsid w:val="00D15890"/>
    <w:rsid w:val="00D15D97"/>
    <w:rsid w:val="00D1603D"/>
    <w:rsid w:val="00D16095"/>
    <w:rsid w:val="00D17444"/>
    <w:rsid w:val="00D175F3"/>
    <w:rsid w:val="00D1762C"/>
    <w:rsid w:val="00D17EAD"/>
    <w:rsid w:val="00D20154"/>
    <w:rsid w:val="00D202BE"/>
    <w:rsid w:val="00D20912"/>
    <w:rsid w:val="00D216E2"/>
    <w:rsid w:val="00D21DE6"/>
    <w:rsid w:val="00D21E0F"/>
    <w:rsid w:val="00D22E20"/>
    <w:rsid w:val="00D23078"/>
    <w:rsid w:val="00D23889"/>
    <w:rsid w:val="00D23EA1"/>
    <w:rsid w:val="00D23F85"/>
    <w:rsid w:val="00D24170"/>
    <w:rsid w:val="00D2461F"/>
    <w:rsid w:val="00D24874"/>
    <w:rsid w:val="00D25D7D"/>
    <w:rsid w:val="00D25FB6"/>
    <w:rsid w:val="00D25FF0"/>
    <w:rsid w:val="00D26CEC"/>
    <w:rsid w:val="00D26F0B"/>
    <w:rsid w:val="00D26F96"/>
    <w:rsid w:val="00D2713D"/>
    <w:rsid w:val="00D30D8E"/>
    <w:rsid w:val="00D317C2"/>
    <w:rsid w:val="00D31E27"/>
    <w:rsid w:val="00D31E60"/>
    <w:rsid w:val="00D31E6D"/>
    <w:rsid w:val="00D31FA7"/>
    <w:rsid w:val="00D32D4A"/>
    <w:rsid w:val="00D33285"/>
    <w:rsid w:val="00D33DAF"/>
    <w:rsid w:val="00D34224"/>
    <w:rsid w:val="00D34D4F"/>
    <w:rsid w:val="00D35089"/>
    <w:rsid w:val="00D352F0"/>
    <w:rsid w:val="00D353FE"/>
    <w:rsid w:val="00D3659E"/>
    <w:rsid w:val="00D370A3"/>
    <w:rsid w:val="00D378E6"/>
    <w:rsid w:val="00D413B8"/>
    <w:rsid w:val="00D4174C"/>
    <w:rsid w:val="00D43EA5"/>
    <w:rsid w:val="00D4406B"/>
    <w:rsid w:val="00D44553"/>
    <w:rsid w:val="00D44980"/>
    <w:rsid w:val="00D44A0F"/>
    <w:rsid w:val="00D45236"/>
    <w:rsid w:val="00D4653F"/>
    <w:rsid w:val="00D47609"/>
    <w:rsid w:val="00D47D09"/>
    <w:rsid w:val="00D47F86"/>
    <w:rsid w:val="00D50765"/>
    <w:rsid w:val="00D509B7"/>
    <w:rsid w:val="00D5118B"/>
    <w:rsid w:val="00D515CA"/>
    <w:rsid w:val="00D52D69"/>
    <w:rsid w:val="00D52F76"/>
    <w:rsid w:val="00D537BD"/>
    <w:rsid w:val="00D540C8"/>
    <w:rsid w:val="00D557BA"/>
    <w:rsid w:val="00D560DE"/>
    <w:rsid w:val="00D56315"/>
    <w:rsid w:val="00D5658D"/>
    <w:rsid w:val="00D5681E"/>
    <w:rsid w:val="00D56BC2"/>
    <w:rsid w:val="00D57E0A"/>
    <w:rsid w:val="00D57FAF"/>
    <w:rsid w:val="00D6068D"/>
    <w:rsid w:val="00D6172A"/>
    <w:rsid w:val="00D61B2E"/>
    <w:rsid w:val="00D62079"/>
    <w:rsid w:val="00D62328"/>
    <w:rsid w:val="00D627B6"/>
    <w:rsid w:val="00D62871"/>
    <w:rsid w:val="00D632D7"/>
    <w:rsid w:val="00D63956"/>
    <w:rsid w:val="00D63BA2"/>
    <w:rsid w:val="00D64437"/>
    <w:rsid w:val="00D64825"/>
    <w:rsid w:val="00D64FBC"/>
    <w:rsid w:val="00D67187"/>
    <w:rsid w:val="00D67749"/>
    <w:rsid w:val="00D67F83"/>
    <w:rsid w:val="00D70D10"/>
    <w:rsid w:val="00D70E09"/>
    <w:rsid w:val="00D70F33"/>
    <w:rsid w:val="00D7149F"/>
    <w:rsid w:val="00D71C14"/>
    <w:rsid w:val="00D71C22"/>
    <w:rsid w:val="00D746A7"/>
    <w:rsid w:val="00D75088"/>
    <w:rsid w:val="00D75A9C"/>
    <w:rsid w:val="00D75B1E"/>
    <w:rsid w:val="00D75E57"/>
    <w:rsid w:val="00D75EBC"/>
    <w:rsid w:val="00D767E3"/>
    <w:rsid w:val="00D76AED"/>
    <w:rsid w:val="00D76C0E"/>
    <w:rsid w:val="00D76F24"/>
    <w:rsid w:val="00D77228"/>
    <w:rsid w:val="00D77639"/>
    <w:rsid w:val="00D77FB1"/>
    <w:rsid w:val="00D80CAD"/>
    <w:rsid w:val="00D80F10"/>
    <w:rsid w:val="00D80F52"/>
    <w:rsid w:val="00D80FCB"/>
    <w:rsid w:val="00D8138C"/>
    <w:rsid w:val="00D8142E"/>
    <w:rsid w:val="00D8190F"/>
    <w:rsid w:val="00D81CAB"/>
    <w:rsid w:val="00D81E9E"/>
    <w:rsid w:val="00D81EA4"/>
    <w:rsid w:val="00D8329F"/>
    <w:rsid w:val="00D83E01"/>
    <w:rsid w:val="00D86882"/>
    <w:rsid w:val="00D86AEA"/>
    <w:rsid w:val="00D86C2F"/>
    <w:rsid w:val="00D86D7A"/>
    <w:rsid w:val="00D874F1"/>
    <w:rsid w:val="00D876AA"/>
    <w:rsid w:val="00D87716"/>
    <w:rsid w:val="00D879FA"/>
    <w:rsid w:val="00D87CB3"/>
    <w:rsid w:val="00D901C7"/>
    <w:rsid w:val="00D90B87"/>
    <w:rsid w:val="00D90D78"/>
    <w:rsid w:val="00D91134"/>
    <w:rsid w:val="00D91922"/>
    <w:rsid w:val="00D92798"/>
    <w:rsid w:val="00D929A0"/>
    <w:rsid w:val="00D929FE"/>
    <w:rsid w:val="00D9364C"/>
    <w:rsid w:val="00D939DA"/>
    <w:rsid w:val="00D93C6A"/>
    <w:rsid w:val="00D941CC"/>
    <w:rsid w:val="00DA02D2"/>
    <w:rsid w:val="00DA0699"/>
    <w:rsid w:val="00DA083A"/>
    <w:rsid w:val="00DA0875"/>
    <w:rsid w:val="00DA0E04"/>
    <w:rsid w:val="00DA1349"/>
    <w:rsid w:val="00DA16D8"/>
    <w:rsid w:val="00DA1992"/>
    <w:rsid w:val="00DA1F75"/>
    <w:rsid w:val="00DA2C58"/>
    <w:rsid w:val="00DA36EA"/>
    <w:rsid w:val="00DA386A"/>
    <w:rsid w:val="00DA43DC"/>
    <w:rsid w:val="00DA479D"/>
    <w:rsid w:val="00DA4ACB"/>
    <w:rsid w:val="00DA6319"/>
    <w:rsid w:val="00DA6501"/>
    <w:rsid w:val="00DA68FD"/>
    <w:rsid w:val="00DA730B"/>
    <w:rsid w:val="00DB0B07"/>
    <w:rsid w:val="00DB0BC4"/>
    <w:rsid w:val="00DB14A4"/>
    <w:rsid w:val="00DB343D"/>
    <w:rsid w:val="00DB4AE5"/>
    <w:rsid w:val="00DB5119"/>
    <w:rsid w:val="00DB551B"/>
    <w:rsid w:val="00DB6031"/>
    <w:rsid w:val="00DB6659"/>
    <w:rsid w:val="00DB6AB1"/>
    <w:rsid w:val="00DB7450"/>
    <w:rsid w:val="00DB7B6C"/>
    <w:rsid w:val="00DB7F9F"/>
    <w:rsid w:val="00DC1759"/>
    <w:rsid w:val="00DC1C40"/>
    <w:rsid w:val="00DC1CD1"/>
    <w:rsid w:val="00DC2C03"/>
    <w:rsid w:val="00DC30AC"/>
    <w:rsid w:val="00DC3759"/>
    <w:rsid w:val="00DC5D94"/>
    <w:rsid w:val="00DC709B"/>
    <w:rsid w:val="00DC7507"/>
    <w:rsid w:val="00DD0682"/>
    <w:rsid w:val="00DD0EB4"/>
    <w:rsid w:val="00DD121E"/>
    <w:rsid w:val="00DD1AF8"/>
    <w:rsid w:val="00DD2558"/>
    <w:rsid w:val="00DD2BDD"/>
    <w:rsid w:val="00DD466B"/>
    <w:rsid w:val="00DD49D2"/>
    <w:rsid w:val="00DD4CB8"/>
    <w:rsid w:val="00DD501E"/>
    <w:rsid w:val="00DD503B"/>
    <w:rsid w:val="00DD5DDF"/>
    <w:rsid w:val="00DD73B7"/>
    <w:rsid w:val="00DE0D5A"/>
    <w:rsid w:val="00DE11DA"/>
    <w:rsid w:val="00DE19EC"/>
    <w:rsid w:val="00DE1CE9"/>
    <w:rsid w:val="00DE34AF"/>
    <w:rsid w:val="00DE3995"/>
    <w:rsid w:val="00DE494A"/>
    <w:rsid w:val="00DE4ABC"/>
    <w:rsid w:val="00DE5749"/>
    <w:rsid w:val="00DE578A"/>
    <w:rsid w:val="00DE5AF3"/>
    <w:rsid w:val="00DE66BF"/>
    <w:rsid w:val="00DF0139"/>
    <w:rsid w:val="00DF03F7"/>
    <w:rsid w:val="00DF1693"/>
    <w:rsid w:val="00DF1985"/>
    <w:rsid w:val="00DF22BD"/>
    <w:rsid w:val="00DF253F"/>
    <w:rsid w:val="00DF2745"/>
    <w:rsid w:val="00DF32CB"/>
    <w:rsid w:val="00DF33C8"/>
    <w:rsid w:val="00DF3D7E"/>
    <w:rsid w:val="00DF3EA1"/>
    <w:rsid w:val="00DF3ED1"/>
    <w:rsid w:val="00DF5ECB"/>
    <w:rsid w:val="00DF629D"/>
    <w:rsid w:val="00DF62FB"/>
    <w:rsid w:val="00DF667B"/>
    <w:rsid w:val="00DF6E14"/>
    <w:rsid w:val="00DF7080"/>
    <w:rsid w:val="00DF74CB"/>
    <w:rsid w:val="00E00C52"/>
    <w:rsid w:val="00E0143E"/>
    <w:rsid w:val="00E01EFD"/>
    <w:rsid w:val="00E0244F"/>
    <w:rsid w:val="00E02BAA"/>
    <w:rsid w:val="00E039FF"/>
    <w:rsid w:val="00E042CE"/>
    <w:rsid w:val="00E053D8"/>
    <w:rsid w:val="00E05EC8"/>
    <w:rsid w:val="00E061C4"/>
    <w:rsid w:val="00E068EA"/>
    <w:rsid w:val="00E07745"/>
    <w:rsid w:val="00E07D74"/>
    <w:rsid w:val="00E1006D"/>
    <w:rsid w:val="00E10474"/>
    <w:rsid w:val="00E10700"/>
    <w:rsid w:val="00E10C65"/>
    <w:rsid w:val="00E1206D"/>
    <w:rsid w:val="00E12D68"/>
    <w:rsid w:val="00E1318F"/>
    <w:rsid w:val="00E13482"/>
    <w:rsid w:val="00E1456A"/>
    <w:rsid w:val="00E14F54"/>
    <w:rsid w:val="00E1545B"/>
    <w:rsid w:val="00E15DD9"/>
    <w:rsid w:val="00E160F1"/>
    <w:rsid w:val="00E2008A"/>
    <w:rsid w:val="00E20276"/>
    <w:rsid w:val="00E2033C"/>
    <w:rsid w:val="00E20514"/>
    <w:rsid w:val="00E20FA5"/>
    <w:rsid w:val="00E21882"/>
    <w:rsid w:val="00E21BFC"/>
    <w:rsid w:val="00E22BC1"/>
    <w:rsid w:val="00E23380"/>
    <w:rsid w:val="00E23DF3"/>
    <w:rsid w:val="00E23ED6"/>
    <w:rsid w:val="00E24064"/>
    <w:rsid w:val="00E246C9"/>
    <w:rsid w:val="00E24C06"/>
    <w:rsid w:val="00E2577F"/>
    <w:rsid w:val="00E25A45"/>
    <w:rsid w:val="00E25FA5"/>
    <w:rsid w:val="00E26611"/>
    <w:rsid w:val="00E26CB2"/>
    <w:rsid w:val="00E27966"/>
    <w:rsid w:val="00E30738"/>
    <w:rsid w:val="00E30CD4"/>
    <w:rsid w:val="00E3186F"/>
    <w:rsid w:val="00E320E7"/>
    <w:rsid w:val="00E32243"/>
    <w:rsid w:val="00E33D6C"/>
    <w:rsid w:val="00E34C95"/>
    <w:rsid w:val="00E34DE3"/>
    <w:rsid w:val="00E358E4"/>
    <w:rsid w:val="00E35ADD"/>
    <w:rsid w:val="00E35DC7"/>
    <w:rsid w:val="00E360ED"/>
    <w:rsid w:val="00E36B56"/>
    <w:rsid w:val="00E37598"/>
    <w:rsid w:val="00E37AB4"/>
    <w:rsid w:val="00E37E50"/>
    <w:rsid w:val="00E4025F"/>
    <w:rsid w:val="00E40A20"/>
    <w:rsid w:val="00E40D9C"/>
    <w:rsid w:val="00E4152B"/>
    <w:rsid w:val="00E41D1F"/>
    <w:rsid w:val="00E420F3"/>
    <w:rsid w:val="00E4259C"/>
    <w:rsid w:val="00E425BE"/>
    <w:rsid w:val="00E42949"/>
    <w:rsid w:val="00E42AE4"/>
    <w:rsid w:val="00E4330F"/>
    <w:rsid w:val="00E43853"/>
    <w:rsid w:val="00E44073"/>
    <w:rsid w:val="00E44434"/>
    <w:rsid w:val="00E45103"/>
    <w:rsid w:val="00E4534B"/>
    <w:rsid w:val="00E459C8"/>
    <w:rsid w:val="00E4747C"/>
    <w:rsid w:val="00E47A3E"/>
    <w:rsid w:val="00E50E8D"/>
    <w:rsid w:val="00E50F85"/>
    <w:rsid w:val="00E51EBF"/>
    <w:rsid w:val="00E52A53"/>
    <w:rsid w:val="00E53724"/>
    <w:rsid w:val="00E538FB"/>
    <w:rsid w:val="00E5485F"/>
    <w:rsid w:val="00E54AE3"/>
    <w:rsid w:val="00E54FBC"/>
    <w:rsid w:val="00E5537F"/>
    <w:rsid w:val="00E55812"/>
    <w:rsid w:val="00E5612C"/>
    <w:rsid w:val="00E570E1"/>
    <w:rsid w:val="00E5777C"/>
    <w:rsid w:val="00E57B13"/>
    <w:rsid w:val="00E57C08"/>
    <w:rsid w:val="00E60035"/>
    <w:rsid w:val="00E60518"/>
    <w:rsid w:val="00E607AF"/>
    <w:rsid w:val="00E60E7E"/>
    <w:rsid w:val="00E6160A"/>
    <w:rsid w:val="00E6214A"/>
    <w:rsid w:val="00E6287B"/>
    <w:rsid w:val="00E629B3"/>
    <w:rsid w:val="00E62E3C"/>
    <w:rsid w:val="00E63793"/>
    <w:rsid w:val="00E6387C"/>
    <w:rsid w:val="00E63A9C"/>
    <w:rsid w:val="00E640DF"/>
    <w:rsid w:val="00E644A6"/>
    <w:rsid w:val="00E6487E"/>
    <w:rsid w:val="00E65136"/>
    <w:rsid w:val="00E65156"/>
    <w:rsid w:val="00E65A71"/>
    <w:rsid w:val="00E66304"/>
    <w:rsid w:val="00E66305"/>
    <w:rsid w:val="00E6699B"/>
    <w:rsid w:val="00E66ACD"/>
    <w:rsid w:val="00E67116"/>
    <w:rsid w:val="00E6758F"/>
    <w:rsid w:val="00E67CF9"/>
    <w:rsid w:val="00E7005A"/>
    <w:rsid w:val="00E7069E"/>
    <w:rsid w:val="00E71B9F"/>
    <w:rsid w:val="00E71EF1"/>
    <w:rsid w:val="00E72AC4"/>
    <w:rsid w:val="00E74632"/>
    <w:rsid w:val="00E74875"/>
    <w:rsid w:val="00E74B78"/>
    <w:rsid w:val="00E751BE"/>
    <w:rsid w:val="00E75D6A"/>
    <w:rsid w:val="00E760A0"/>
    <w:rsid w:val="00E7647B"/>
    <w:rsid w:val="00E767DF"/>
    <w:rsid w:val="00E774B0"/>
    <w:rsid w:val="00E80304"/>
    <w:rsid w:val="00E80441"/>
    <w:rsid w:val="00E80F44"/>
    <w:rsid w:val="00E81798"/>
    <w:rsid w:val="00E82202"/>
    <w:rsid w:val="00E822FB"/>
    <w:rsid w:val="00E82366"/>
    <w:rsid w:val="00E82EE6"/>
    <w:rsid w:val="00E83681"/>
    <w:rsid w:val="00E838C1"/>
    <w:rsid w:val="00E83EAA"/>
    <w:rsid w:val="00E84473"/>
    <w:rsid w:val="00E8540F"/>
    <w:rsid w:val="00E85923"/>
    <w:rsid w:val="00E8676F"/>
    <w:rsid w:val="00E90A3E"/>
    <w:rsid w:val="00E90D6F"/>
    <w:rsid w:val="00E914C4"/>
    <w:rsid w:val="00E92401"/>
    <w:rsid w:val="00E92929"/>
    <w:rsid w:val="00E92FC7"/>
    <w:rsid w:val="00E94A2C"/>
    <w:rsid w:val="00E94CB8"/>
    <w:rsid w:val="00E95FF7"/>
    <w:rsid w:val="00E95FFA"/>
    <w:rsid w:val="00E9628B"/>
    <w:rsid w:val="00EA0AE7"/>
    <w:rsid w:val="00EA0FE7"/>
    <w:rsid w:val="00EA1515"/>
    <w:rsid w:val="00EA1BAF"/>
    <w:rsid w:val="00EA1FFC"/>
    <w:rsid w:val="00EA238C"/>
    <w:rsid w:val="00EA2B9F"/>
    <w:rsid w:val="00EA2F85"/>
    <w:rsid w:val="00EA341C"/>
    <w:rsid w:val="00EA3A4A"/>
    <w:rsid w:val="00EA43CD"/>
    <w:rsid w:val="00EA4AD7"/>
    <w:rsid w:val="00EA57B1"/>
    <w:rsid w:val="00EA7018"/>
    <w:rsid w:val="00EB0B56"/>
    <w:rsid w:val="00EB140C"/>
    <w:rsid w:val="00EB1EFA"/>
    <w:rsid w:val="00EB20A2"/>
    <w:rsid w:val="00EB2E9F"/>
    <w:rsid w:val="00EB2EC7"/>
    <w:rsid w:val="00EB3592"/>
    <w:rsid w:val="00EB3EC0"/>
    <w:rsid w:val="00EB4C9D"/>
    <w:rsid w:val="00EB4D40"/>
    <w:rsid w:val="00EB4D9A"/>
    <w:rsid w:val="00EB56A2"/>
    <w:rsid w:val="00EB5705"/>
    <w:rsid w:val="00EB5F1D"/>
    <w:rsid w:val="00EB6263"/>
    <w:rsid w:val="00EB6684"/>
    <w:rsid w:val="00EB700E"/>
    <w:rsid w:val="00EB72E3"/>
    <w:rsid w:val="00EB7F9D"/>
    <w:rsid w:val="00EC024E"/>
    <w:rsid w:val="00EC09C0"/>
    <w:rsid w:val="00EC127D"/>
    <w:rsid w:val="00EC1A2B"/>
    <w:rsid w:val="00EC295C"/>
    <w:rsid w:val="00EC29E0"/>
    <w:rsid w:val="00EC2B4B"/>
    <w:rsid w:val="00EC3104"/>
    <w:rsid w:val="00EC3600"/>
    <w:rsid w:val="00EC5952"/>
    <w:rsid w:val="00EC5980"/>
    <w:rsid w:val="00EC5B4B"/>
    <w:rsid w:val="00EC646B"/>
    <w:rsid w:val="00EC692A"/>
    <w:rsid w:val="00EC6A7C"/>
    <w:rsid w:val="00EC6BED"/>
    <w:rsid w:val="00EC6D07"/>
    <w:rsid w:val="00EC726B"/>
    <w:rsid w:val="00EC767D"/>
    <w:rsid w:val="00ED0087"/>
    <w:rsid w:val="00ED05B1"/>
    <w:rsid w:val="00ED0BE0"/>
    <w:rsid w:val="00ED0CE6"/>
    <w:rsid w:val="00ED0D39"/>
    <w:rsid w:val="00ED1250"/>
    <w:rsid w:val="00ED2C56"/>
    <w:rsid w:val="00ED2D0C"/>
    <w:rsid w:val="00ED2ED7"/>
    <w:rsid w:val="00ED3540"/>
    <w:rsid w:val="00ED35A1"/>
    <w:rsid w:val="00ED3C7A"/>
    <w:rsid w:val="00ED42F2"/>
    <w:rsid w:val="00ED468F"/>
    <w:rsid w:val="00ED4849"/>
    <w:rsid w:val="00ED5A43"/>
    <w:rsid w:val="00ED6F66"/>
    <w:rsid w:val="00ED7395"/>
    <w:rsid w:val="00ED73D8"/>
    <w:rsid w:val="00EE183C"/>
    <w:rsid w:val="00EE1A71"/>
    <w:rsid w:val="00EE1BF2"/>
    <w:rsid w:val="00EE1E8D"/>
    <w:rsid w:val="00EE291D"/>
    <w:rsid w:val="00EE3167"/>
    <w:rsid w:val="00EE3A2B"/>
    <w:rsid w:val="00EE4566"/>
    <w:rsid w:val="00EE4D9F"/>
    <w:rsid w:val="00EE5692"/>
    <w:rsid w:val="00EE57A0"/>
    <w:rsid w:val="00EE59CE"/>
    <w:rsid w:val="00EF0933"/>
    <w:rsid w:val="00EF0D14"/>
    <w:rsid w:val="00EF156F"/>
    <w:rsid w:val="00EF174B"/>
    <w:rsid w:val="00EF1D0A"/>
    <w:rsid w:val="00EF2010"/>
    <w:rsid w:val="00EF4E23"/>
    <w:rsid w:val="00EF55CD"/>
    <w:rsid w:val="00EF57ED"/>
    <w:rsid w:val="00EF58ED"/>
    <w:rsid w:val="00EF5FD9"/>
    <w:rsid w:val="00EF6197"/>
    <w:rsid w:val="00EF657E"/>
    <w:rsid w:val="00EF682C"/>
    <w:rsid w:val="00EF730A"/>
    <w:rsid w:val="00EF7650"/>
    <w:rsid w:val="00EF7851"/>
    <w:rsid w:val="00F0020D"/>
    <w:rsid w:val="00F00436"/>
    <w:rsid w:val="00F0074A"/>
    <w:rsid w:val="00F010C0"/>
    <w:rsid w:val="00F019E6"/>
    <w:rsid w:val="00F02068"/>
    <w:rsid w:val="00F02FFE"/>
    <w:rsid w:val="00F035AB"/>
    <w:rsid w:val="00F03879"/>
    <w:rsid w:val="00F04092"/>
    <w:rsid w:val="00F04135"/>
    <w:rsid w:val="00F042AD"/>
    <w:rsid w:val="00F051AD"/>
    <w:rsid w:val="00F06E19"/>
    <w:rsid w:val="00F072D7"/>
    <w:rsid w:val="00F10022"/>
    <w:rsid w:val="00F101D0"/>
    <w:rsid w:val="00F10C1E"/>
    <w:rsid w:val="00F10C92"/>
    <w:rsid w:val="00F10D54"/>
    <w:rsid w:val="00F10F31"/>
    <w:rsid w:val="00F1107E"/>
    <w:rsid w:val="00F11193"/>
    <w:rsid w:val="00F114D3"/>
    <w:rsid w:val="00F116ED"/>
    <w:rsid w:val="00F11C86"/>
    <w:rsid w:val="00F126A7"/>
    <w:rsid w:val="00F12BBC"/>
    <w:rsid w:val="00F12C8F"/>
    <w:rsid w:val="00F133A8"/>
    <w:rsid w:val="00F13623"/>
    <w:rsid w:val="00F13980"/>
    <w:rsid w:val="00F14A04"/>
    <w:rsid w:val="00F14CB2"/>
    <w:rsid w:val="00F14F00"/>
    <w:rsid w:val="00F174B6"/>
    <w:rsid w:val="00F17D16"/>
    <w:rsid w:val="00F214FF"/>
    <w:rsid w:val="00F21F0C"/>
    <w:rsid w:val="00F2270C"/>
    <w:rsid w:val="00F2308D"/>
    <w:rsid w:val="00F233A7"/>
    <w:rsid w:val="00F23C8E"/>
    <w:rsid w:val="00F24016"/>
    <w:rsid w:val="00F2404A"/>
    <w:rsid w:val="00F2411B"/>
    <w:rsid w:val="00F2477D"/>
    <w:rsid w:val="00F26EA8"/>
    <w:rsid w:val="00F272AE"/>
    <w:rsid w:val="00F2744C"/>
    <w:rsid w:val="00F3003C"/>
    <w:rsid w:val="00F30095"/>
    <w:rsid w:val="00F31589"/>
    <w:rsid w:val="00F32043"/>
    <w:rsid w:val="00F323EF"/>
    <w:rsid w:val="00F32425"/>
    <w:rsid w:val="00F32536"/>
    <w:rsid w:val="00F32A1E"/>
    <w:rsid w:val="00F32C06"/>
    <w:rsid w:val="00F32F79"/>
    <w:rsid w:val="00F34019"/>
    <w:rsid w:val="00F35674"/>
    <w:rsid w:val="00F374A6"/>
    <w:rsid w:val="00F374B1"/>
    <w:rsid w:val="00F3789C"/>
    <w:rsid w:val="00F402F3"/>
    <w:rsid w:val="00F40E6A"/>
    <w:rsid w:val="00F41C71"/>
    <w:rsid w:val="00F41E75"/>
    <w:rsid w:val="00F4254F"/>
    <w:rsid w:val="00F4298C"/>
    <w:rsid w:val="00F429A8"/>
    <w:rsid w:val="00F43D4A"/>
    <w:rsid w:val="00F44B2A"/>
    <w:rsid w:val="00F464C3"/>
    <w:rsid w:val="00F4654D"/>
    <w:rsid w:val="00F46B7C"/>
    <w:rsid w:val="00F46EF0"/>
    <w:rsid w:val="00F46F4A"/>
    <w:rsid w:val="00F47704"/>
    <w:rsid w:val="00F5098B"/>
    <w:rsid w:val="00F50A5B"/>
    <w:rsid w:val="00F51221"/>
    <w:rsid w:val="00F51415"/>
    <w:rsid w:val="00F52158"/>
    <w:rsid w:val="00F52C98"/>
    <w:rsid w:val="00F532FF"/>
    <w:rsid w:val="00F53AE5"/>
    <w:rsid w:val="00F57AEF"/>
    <w:rsid w:val="00F63991"/>
    <w:rsid w:val="00F639D2"/>
    <w:rsid w:val="00F63DC5"/>
    <w:rsid w:val="00F63F3A"/>
    <w:rsid w:val="00F658FF"/>
    <w:rsid w:val="00F661BE"/>
    <w:rsid w:val="00F6687D"/>
    <w:rsid w:val="00F66BFB"/>
    <w:rsid w:val="00F678C5"/>
    <w:rsid w:val="00F67B34"/>
    <w:rsid w:val="00F7004F"/>
    <w:rsid w:val="00F713F9"/>
    <w:rsid w:val="00F7200D"/>
    <w:rsid w:val="00F72098"/>
    <w:rsid w:val="00F7221C"/>
    <w:rsid w:val="00F72677"/>
    <w:rsid w:val="00F738F5"/>
    <w:rsid w:val="00F74994"/>
    <w:rsid w:val="00F74C66"/>
    <w:rsid w:val="00F75716"/>
    <w:rsid w:val="00F75D13"/>
    <w:rsid w:val="00F75DDC"/>
    <w:rsid w:val="00F75FDB"/>
    <w:rsid w:val="00F76E60"/>
    <w:rsid w:val="00F778BD"/>
    <w:rsid w:val="00F8061E"/>
    <w:rsid w:val="00F80F9F"/>
    <w:rsid w:val="00F8159D"/>
    <w:rsid w:val="00F819A6"/>
    <w:rsid w:val="00F81B2F"/>
    <w:rsid w:val="00F81F2E"/>
    <w:rsid w:val="00F828D5"/>
    <w:rsid w:val="00F83634"/>
    <w:rsid w:val="00F836EA"/>
    <w:rsid w:val="00F8429A"/>
    <w:rsid w:val="00F84883"/>
    <w:rsid w:val="00F8593C"/>
    <w:rsid w:val="00F8603A"/>
    <w:rsid w:val="00F868AB"/>
    <w:rsid w:val="00F873FC"/>
    <w:rsid w:val="00F87D11"/>
    <w:rsid w:val="00F87EF7"/>
    <w:rsid w:val="00F900CE"/>
    <w:rsid w:val="00F901A5"/>
    <w:rsid w:val="00F902A2"/>
    <w:rsid w:val="00F90372"/>
    <w:rsid w:val="00F905DB"/>
    <w:rsid w:val="00F90C04"/>
    <w:rsid w:val="00F91E06"/>
    <w:rsid w:val="00F923E0"/>
    <w:rsid w:val="00F926BE"/>
    <w:rsid w:val="00F92DDD"/>
    <w:rsid w:val="00F938C1"/>
    <w:rsid w:val="00F93ADF"/>
    <w:rsid w:val="00F93ED5"/>
    <w:rsid w:val="00F9444E"/>
    <w:rsid w:val="00F945BC"/>
    <w:rsid w:val="00F947DB"/>
    <w:rsid w:val="00F94A8E"/>
    <w:rsid w:val="00F95746"/>
    <w:rsid w:val="00F96C1E"/>
    <w:rsid w:val="00F96DED"/>
    <w:rsid w:val="00F97234"/>
    <w:rsid w:val="00F97391"/>
    <w:rsid w:val="00F97868"/>
    <w:rsid w:val="00F97957"/>
    <w:rsid w:val="00F97F8D"/>
    <w:rsid w:val="00FA1ABE"/>
    <w:rsid w:val="00FA1BF2"/>
    <w:rsid w:val="00FA206C"/>
    <w:rsid w:val="00FA30FD"/>
    <w:rsid w:val="00FA3211"/>
    <w:rsid w:val="00FA3647"/>
    <w:rsid w:val="00FA37E2"/>
    <w:rsid w:val="00FA39F3"/>
    <w:rsid w:val="00FA40FF"/>
    <w:rsid w:val="00FA51AE"/>
    <w:rsid w:val="00FA5B01"/>
    <w:rsid w:val="00FA5F39"/>
    <w:rsid w:val="00FB03CE"/>
    <w:rsid w:val="00FB1121"/>
    <w:rsid w:val="00FB1453"/>
    <w:rsid w:val="00FB23D4"/>
    <w:rsid w:val="00FB246C"/>
    <w:rsid w:val="00FB39DF"/>
    <w:rsid w:val="00FB3A88"/>
    <w:rsid w:val="00FB3BB7"/>
    <w:rsid w:val="00FB3CE1"/>
    <w:rsid w:val="00FB40B1"/>
    <w:rsid w:val="00FB4495"/>
    <w:rsid w:val="00FB45C2"/>
    <w:rsid w:val="00FB460F"/>
    <w:rsid w:val="00FB48AE"/>
    <w:rsid w:val="00FB5049"/>
    <w:rsid w:val="00FB50D1"/>
    <w:rsid w:val="00FB51A6"/>
    <w:rsid w:val="00FB6329"/>
    <w:rsid w:val="00FB6803"/>
    <w:rsid w:val="00FB6B08"/>
    <w:rsid w:val="00FC18D3"/>
    <w:rsid w:val="00FC2690"/>
    <w:rsid w:val="00FC2B8B"/>
    <w:rsid w:val="00FC3769"/>
    <w:rsid w:val="00FC3B33"/>
    <w:rsid w:val="00FC3D2C"/>
    <w:rsid w:val="00FC41F2"/>
    <w:rsid w:val="00FC507F"/>
    <w:rsid w:val="00FC5741"/>
    <w:rsid w:val="00FC5C91"/>
    <w:rsid w:val="00FC5E0E"/>
    <w:rsid w:val="00FC6ED0"/>
    <w:rsid w:val="00FC7178"/>
    <w:rsid w:val="00FD231F"/>
    <w:rsid w:val="00FD277F"/>
    <w:rsid w:val="00FD2FF4"/>
    <w:rsid w:val="00FD3AA7"/>
    <w:rsid w:val="00FD3C3A"/>
    <w:rsid w:val="00FD43C5"/>
    <w:rsid w:val="00FD5672"/>
    <w:rsid w:val="00FD7A3C"/>
    <w:rsid w:val="00FE0158"/>
    <w:rsid w:val="00FE077D"/>
    <w:rsid w:val="00FE0B75"/>
    <w:rsid w:val="00FE0D1B"/>
    <w:rsid w:val="00FE0FD5"/>
    <w:rsid w:val="00FE1061"/>
    <w:rsid w:val="00FE1081"/>
    <w:rsid w:val="00FE1151"/>
    <w:rsid w:val="00FE27CB"/>
    <w:rsid w:val="00FE3367"/>
    <w:rsid w:val="00FE34A4"/>
    <w:rsid w:val="00FE36AD"/>
    <w:rsid w:val="00FE4B08"/>
    <w:rsid w:val="00FE5632"/>
    <w:rsid w:val="00FE56BB"/>
    <w:rsid w:val="00FE56E9"/>
    <w:rsid w:val="00FE57A5"/>
    <w:rsid w:val="00FE62AD"/>
    <w:rsid w:val="00FE79D3"/>
    <w:rsid w:val="00FE7BBE"/>
    <w:rsid w:val="00FF17C2"/>
    <w:rsid w:val="00FF1A04"/>
    <w:rsid w:val="00FF23C6"/>
    <w:rsid w:val="00FF3337"/>
    <w:rsid w:val="00FF567C"/>
    <w:rsid w:val="00FF5D09"/>
    <w:rsid w:val="00FF72E0"/>
    <w:rsid w:val="00FF73BB"/>
    <w:rsid w:val="00FF73F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633D"/>
    <w:pPr>
      <w:spacing w:line="276" w:lineRule="auto"/>
    </w:pPr>
    <w:rPr>
      <w:sz w:val="28"/>
      <w:lang w:eastAsia="en-US"/>
    </w:rPr>
  </w:style>
  <w:style w:type="paragraph" w:styleId="Heading3">
    <w:name w:val="heading 3"/>
    <w:basedOn w:val="Normal"/>
    <w:next w:val="Normal"/>
    <w:link w:val="Heading3Char"/>
    <w:uiPriority w:val="99"/>
    <w:qFormat/>
    <w:rsid w:val="00DB0BC4"/>
    <w:pPr>
      <w:keepNext/>
      <w:keepLines/>
      <w:spacing w:before="200"/>
      <w:outlineLvl w:val="2"/>
    </w:pPr>
    <w:rPr>
      <w:rFonts w:ascii="Cambria" w:eastAsia="SimSun" w:hAnsi="Cambria" w:cs="Cambria"/>
      <w:b/>
      <w:bCs/>
      <w:color w:val="4F81BD"/>
      <w:sz w:val="24"/>
      <w:szCs w:val="24"/>
      <w:lang w:eastAsia="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DB0BC4"/>
    <w:rPr>
      <w:rFonts w:ascii="Cambria" w:eastAsia="SimSun" w:hAnsi="Cambria" w:cs="Cambria"/>
      <w:b/>
      <w:bCs/>
      <w:color w:val="4F81BD"/>
      <w:sz w:val="24"/>
      <w:szCs w:val="24"/>
      <w:lang w:eastAsia="zh-CN"/>
    </w:rPr>
  </w:style>
  <w:style w:type="paragraph" w:customStyle="1" w:styleId="ConsPlusNormal">
    <w:name w:val="ConsPlusNormal"/>
    <w:link w:val="ConsPlusNormal0"/>
    <w:uiPriority w:val="99"/>
    <w:rsid w:val="00C3633D"/>
    <w:pPr>
      <w:widowControl w:val="0"/>
      <w:autoSpaceDE w:val="0"/>
      <w:autoSpaceDN w:val="0"/>
      <w:adjustRightInd w:val="0"/>
    </w:pPr>
    <w:rPr>
      <w:rFonts w:ascii="Arial" w:hAnsi="Arial"/>
    </w:rPr>
  </w:style>
  <w:style w:type="paragraph" w:customStyle="1" w:styleId="ConsPlusNonformat">
    <w:name w:val="ConsPlusNonformat"/>
    <w:uiPriority w:val="99"/>
    <w:rsid w:val="00C3633D"/>
    <w:pPr>
      <w:widowControl w:val="0"/>
      <w:autoSpaceDE w:val="0"/>
      <w:autoSpaceDN w:val="0"/>
      <w:adjustRightInd w:val="0"/>
    </w:pPr>
    <w:rPr>
      <w:rFonts w:ascii="Courier New" w:eastAsia="Times New Roman" w:hAnsi="Courier New" w:cs="Courier New"/>
      <w:sz w:val="20"/>
      <w:szCs w:val="20"/>
    </w:rPr>
  </w:style>
  <w:style w:type="paragraph" w:customStyle="1" w:styleId="ConsPlusTitle">
    <w:name w:val="ConsPlusTitle"/>
    <w:uiPriority w:val="99"/>
    <w:rsid w:val="00C3633D"/>
    <w:pPr>
      <w:widowControl w:val="0"/>
      <w:autoSpaceDE w:val="0"/>
      <w:autoSpaceDN w:val="0"/>
      <w:adjustRightInd w:val="0"/>
    </w:pPr>
    <w:rPr>
      <w:rFonts w:ascii="Arial" w:eastAsia="Times New Roman" w:hAnsi="Arial" w:cs="Arial"/>
      <w:b/>
      <w:bCs/>
      <w:sz w:val="20"/>
      <w:szCs w:val="20"/>
    </w:rPr>
  </w:style>
  <w:style w:type="paragraph" w:customStyle="1" w:styleId="ConsPlusCell">
    <w:name w:val="ConsPlusCell"/>
    <w:uiPriority w:val="99"/>
    <w:rsid w:val="00C3633D"/>
    <w:pPr>
      <w:widowControl w:val="0"/>
      <w:autoSpaceDE w:val="0"/>
      <w:autoSpaceDN w:val="0"/>
      <w:adjustRightInd w:val="0"/>
    </w:pPr>
    <w:rPr>
      <w:rFonts w:ascii="Arial" w:eastAsia="Times New Roman" w:hAnsi="Arial" w:cs="Arial"/>
      <w:sz w:val="20"/>
      <w:szCs w:val="20"/>
    </w:rPr>
  </w:style>
  <w:style w:type="paragraph" w:styleId="Header">
    <w:name w:val="header"/>
    <w:basedOn w:val="Normal"/>
    <w:link w:val="HeaderChar"/>
    <w:uiPriority w:val="99"/>
    <w:rsid w:val="00C3633D"/>
    <w:pPr>
      <w:tabs>
        <w:tab w:val="center" w:pos="4677"/>
        <w:tab w:val="right" w:pos="9355"/>
      </w:tabs>
      <w:spacing w:after="200"/>
    </w:pPr>
    <w:rPr>
      <w:rFonts w:ascii="Calibri" w:eastAsia="Times New Roman" w:hAnsi="Calibri"/>
      <w:sz w:val="22"/>
      <w:lang w:eastAsia="ru-RU"/>
    </w:rPr>
  </w:style>
  <w:style w:type="character" w:customStyle="1" w:styleId="HeaderChar">
    <w:name w:val="Header Char"/>
    <w:basedOn w:val="DefaultParagraphFont"/>
    <w:link w:val="Header"/>
    <w:uiPriority w:val="99"/>
    <w:locked/>
    <w:rsid w:val="00C3633D"/>
    <w:rPr>
      <w:rFonts w:ascii="Calibri" w:hAnsi="Calibri" w:cs="Times New Roman"/>
      <w:sz w:val="22"/>
      <w:szCs w:val="22"/>
      <w:lang w:eastAsia="ru-RU"/>
    </w:rPr>
  </w:style>
  <w:style w:type="paragraph" w:styleId="Footer">
    <w:name w:val="footer"/>
    <w:basedOn w:val="Normal"/>
    <w:link w:val="FooterChar"/>
    <w:uiPriority w:val="99"/>
    <w:rsid w:val="00C3633D"/>
    <w:pPr>
      <w:tabs>
        <w:tab w:val="center" w:pos="4677"/>
        <w:tab w:val="right" w:pos="9355"/>
      </w:tabs>
      <w:spacing w:after="200"/>
    </w:pPr>
    <w:rPr>
      <w:rFonts w:ascii="Calibri" w:eastAsia="Times New Roman" w:hAnsi="Calibri"/>
      <w:sz w:val="22"/>
      <w:lang w:eastAsia="ru-RU"/>
    </w:rPr>
  </w:style>
  <w:style w:type="character" w:customStyle="1" w:styleId="FooterChar">
    <w:name w:val="Footer Char"/>
    <w:basedOn w:val="DefaultParagraphFont"/>
    <w:link w:val="Footer"/>
    <w:uiPriority w:val="99"/>
    <w:locked/>
    <w:rsid w:val="00C3633D"/>
    <w:rPr>
      <w:rFonts w:ascii="Calibri" w:hAnsi="Calibri" w:cs="Times New Roman"/>
      <w:sz w:val="22"/>
      <w:szCs w:val="22"/>
      <w:lang w:eastAsia="ru-RU"/>
    </w:rPr>
  </w:style>
  <w:style w:type="paragraph" w:styleId="ListParagraph">
    <w:name w:val="List Paragraph"/>
    <w:basedOn w:val="Normal"/>
    <w:uiPriority w:val="99"/>
    <w:qFormat/>
    <w:rsid w:val="00C3633D"/>
    <w:pPr>
      <w:spacing w:after="200"/>
      <w:ind w:left="720"/>
    </w:pPr>
    <w:rPr>
      <w:rFonts w:ascii="Calibri" w:eastAsia="Times New Roman" w:hAnsi="Calibri" w:cs="Calibri"/>
      <w:sz w:val="22"/>
    </w:rPr>
  </w:style>
  <w:style w:type="paragraph" w:styleId="BodyText">
    <w:name w:val="Body Text"/>
    <w:basedOn w:val="Normal"/>
    <w:link w:val="BodyTextChar"/>
    <w:uiPriority w:val="99"/>
    <w:semiHidden/>
    <w:rsid w:val="00C3633D"/>
    <w:pPr>
      <w:spacing w:after="120"/>
    </w:pPr>
    <w:rPr>
      <w:rFonts w:ascii="Calibri" w:eastAsia="Times New Roman" w:hAnsi="Calibri"/>
      <w:sz w:val="22"/>
      <w:lang w:eastAsia="ru-RU"/>
    </w:rPr>
  </w:style>
  <w:style w:type="character" w:customStyle="1" w:styleId="BodyTextChar">
    <w:name w:val="Body Text Char"/>
    <w:basedOn w:val="DefaultParagraphFont"/>
    <w:link w:val="BodyText"/>
    <w:uiPriority w:val="99"/>
    <w:semiHidden/>
    <w:locked/>
    <w:rsid w:val="00C3633D"/>
    <w:rPr>
      <w:rFonts w:ascii="Calibri" w:hAnsi="Calibri" w:cs="Times New Roman"/>
      <w:sz w:val="22"/>
      <w:szCs w:val="22"/>
      <w:lang w:eastAsia="ru-RU"/>
    </w:rPr>
  </w:style>
  <w:style w:type="paragraph" w:customStyle="1" w:styleId="a">
    <w:name w:val="А.Заголовок"/>
    <w:basedOn w:val="Normal"/>
    <w:uiPriority w:val="99"/>
    <w:rsid w:val="00C3633D"/>
    <w:pPr>
      <w:spacing w:before="240" w:after="240" w:line="240" w:lineRule="auto"/>
      <w:ind w:right="4678"/>
      <w:jc w:val="both"/>
    </w:pPr>
    <w:rPr>
      <w:rFonts w:eastAsia="Times New Roman"/>
      <w:szCs w:val="28"/>
      <w:lang w:eastAsia="ru-RU"/>
    </w:rPr>
  </w:style>
  <w:style w:type="table" w:styleId="TableGrid">
    <w:name w:val="Table Grid"/>
    <w:basedOn w:val="TableNormal"/>
    <w:uiPriority w:val="99"/>
    <w:rsid w:val="00C3633D"/>
    <w:rPr>
      <w:rFonts w:ascii="Calibri" w:eastAsia="Times New Roman"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C3633D"/>
    <w:pPr>
      <w:spacing w:line="240" w:lineRule="auto"/>
    </w:pPr>
    <w:rPr>
      <w:rFonts w:ascii="Tahoma" w:eastAsia="Times New Roman" w:hAnsi="Tahoma" w:cs="Tahoma"/>
      <w:sz w:val="16"/>
      <w:szCs w:val="16"/>
      <w:lang w:eastAsia="ru-RU"/>
    </w:rPr>
  </w:style>
  <w:style w:type="character" w:customStyle="1" w:styleId="BalloonTextChar">
    <w:name w:val="Balloon Text Char"/>
    <w:basedOn w:val="DefaultParagraphFont"/>
    <w:link w:val="BalloonText"/>
    <w:uiPriority w:val="99"/>
    <w:semiHidden/>
    <w:locked/>
    <w:rsid w:val="00C3633D"/>
    <w:rPr>
      <w:rFonts w:ascii="Tahoma" w:hAnsi="Tahoma" w:cs="Tahoma"/>
      <w:sz w:val="16"/>
      <w:szCs w:val="16"/>
      <w:lang w:eastAsia="ru-RU"/>
    </w:rPr>
  </w:style>
  <w:style w:type="character" w:styleId="Hyperlink">
    <w:name w:val="Hyperlink"/>
    <w:basedOn w:val="DefaultParagraphFont"/>
    <w:uiPriority w:val="99"/>
    <w:rsid w:val="00C3633D"/>
    <w:rPr>
      <w:rFonts w:cs="Times New Roman"/>
      <w:color w:val="0000FF"/>
      <w:u w:val="single"/>
    </w:rPr>
  </w:style>
  <w:style w:type="character" w:styleId="CommentReference">
    <w:name w:val="annotation reference"/>
    <w:basedOn w:val="DefaultParagraphFont"/>
    <w:uiPriority w:val="99"/>
    <w:semiHidden/>
    <w:rsid w:val="00C3633D"/>
    <w:rPr>
      <w:rFonts w:cs="Times New Roman"/>
      <w:sz w:val="16"/>
      <w:szCs w:val="16"/>
    </w:rPr>
  </w:style>
  <w:style w:type="paragraph" w:styleId="CommentText">
    <w:name w:val="annotation text"/>
    <w:basedOn w:val="Normal"/>
    <w:link w:val="CommentTextChar"/>
    <w:uiPriority w:val="99"/>
    <w:semiHidden/>
    <w:rsid w:val="00C3633D"/>
    <w:pPr>
      <w:spacing w:after="200" w:line="240" w:lineRule="auto"/>
    </w:pPr>
    <w:rPr>
      <w:rFonts w:ascii="Calibri" w:eastAsia="Times New Roman" w:hAnsi="Calibri"/>
      <w:sz w:val="20"/>
      <w:szCs w:val="20"/>
      <w:lang w:eastAsia="ru-RU"/>
    </w:rPr>
  </w:style>
  <w:style w:type="character" w:customStyle="1" w:styleId="CommentTextChar">
    <w:name w:val="Comment Text Char"/>
    <w:basedOn w:val="DefaultParagraphFont"/>
    <w:link w:val="CommentText"/>
    <w:uiPriority w:val="99"/>
    <w:semiHidden/>
    <w:locked/>
    <w:rsid w:val="00C3633D"/>
    <w:rPr>
      <w:rFonts w:ascii="Calibri" w:hAnsi="Calibri" w:cs="Times New Roman"/>
      <w:sz w:val="20"/>
      <w:szCs w:val="20"/>
      <w:lang w:eastAsia="ru-RU"/>
    </w:rPr>
  </w:style>
  <w:style w:type="paragraph" w:styleId="CommentSubject">
    <w:name w:val="annotation subject"/>
    <w:basedOn w:val="CommentText"/>
    <w:next w:val="CommentText"/>
    <w:link w:val="CommentSubjectChar"/>
    <w:uiPriority w:val="99"/>
    <w:semiHidden/>
    <w:rsid w:val="00C3633D"/>
    <w:rPr>
      <w:b/>
      <w:bCs/>
    </w:rPr>
  </w:style>
  <w:style w:type="character" w:customStyle="1" w:styleId="CommentSubjectChar">
    <w:name w:val="Comment Subject Char"/>
    <w:basedOn w:val="CommentTextChar"/>
    <w:link w:val="CommentSubject"/>
    <w:uiPriority w:val="99"/>
    <w:semiHidden/>
    <w:locked/>
    <w:rsid w:val="00C3633D"/>
    <w:rPr>
      <w:b/>
      <w:bCs/>
    </w:rPr>
  </w:style>
  <w:style w:type="paragraph" w:styleId="Revision">
    <w:name w:val="Revision"/>
    <w:hidden/>
    <w:uiPriority w:val="99"/>
    <w:semiHidden/>
    <w:rsid w:val="00C3633D"/>
    <w:rPr>
      <w:sz w:val="28"/>
      <w:lang w:eastAsia="en-US"/>
    </w:rPr>
  </w:style>
  <w:style w:type="paragraph" w:styleId="NormalWeb">
    <w:name w:val="Normal (Web)"/>
    <w:aliases w:val="Обычный (веб) Знак1,Обычный (веб) Знак Знак"/>
    <w:basedOn w:val="Normal"/>
    <w:link w:val="NormalWebChar"/>
    <w:uiPriority w:val="99"/>
    <w:rsid w:val="00DB0BC4"/>
    <w:pPr>
      <w:spacing w:before="100" w:beforeAutospacing="1" w:after="100" w:afterAutospacing="1" w:line="360" w:lineRule="auto"/>
      <w:jc w:val="both"/>
    </w:pPr>
    <w:rPr>
      <w:rFonts w:eastAsia="SimSun"/>
      <w:sz w:val="16"/>
      <w:szCs w:val="20"/>
      <w:lang w:eastAsia="ru-RU"/>
    </w:rPr>
  </w:style>
  <w:style w:type="character" w:customStyle="1" w:styleId="NormalWebChar">
    <w:name w:val="Normal (Web) Char"/>
    <w:aliases w:val="Обычный (веб) Знак1 Char,Обычный (веб) Знак Знак Char"/>
    <w:link w:val="NormalWeb"/>
    <w:uiPriority w:val="99"/>
    <w:locked/>
    <w:rsid w:val="00DB0BC4"/>
    <w:rPr>
      <w:rFonts w:eastAsia="SimSun"/>
      <w:sz w:val="16"/>
      <w:lang w:eastAsia="ru-RU"/>
    </w:rPr>
  </w:style>
  <w:style w:type="character" w:customStyle="1" w:styleId="ConsPlusNormal0">
    <w:name w:val="ConsPlusNormal Знак"/>
    <w:link w:val="ConsPlusNormal"/>
    <w:uiPriority w:val="99"/>
    <w:locked/>
    <w:rsid w:val="00C8597F"/>
    <w:rPr>
      <w:rFonts w:ascii="Arial" w:hAnsi="Arial"/>
      <w:sz w:val="22"/>
      <w:lang w:eastAsia="ru-RU"/>
    </w:rPr>
  </w:style>
  <w:style w:type="character" w:customStyle="1" w:styleId="highlight">
    <w:name w:val="highlight"/>
    <w:uiPriority w:val="99"/>
    <w:rsid w:val="00103062"/>
  </w:style>
  <w:style w:type="paragraph" w:styleId="NoSpacing">
    <w:name w:val="No Spacing"/>
    <w:uiPriority w:val="99"/>
    <w:qFormat/>
    <w:rsid w:val="005258D1"/>
    <w:rPr>
      <w:rFonts w:eastAsia="Times New Roman"/>
      <w:sz w:val="24"/>
      <w:szCs w:val="24"/>
    </w:rPr>
  </w:style>
  <w:style w:type="character" w:customStyle="1" w:styleId="1">
    <w:name w:val="Обычный (веб) Знак1 Знак"/>
    <w:aliases w:val="Обычный (веб) Знак Знак Знак Знак"/>
    <w:uiPriority w:val="99"/>
    <w:rsid w:val="00222422"/>
    <w:rPr>
      <w:rFonts w:eastAsia="Times New Roman"/>
      <w:sz w:val="24"/>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19422E7F1E8995B729FF9417BFAF01E44CCB1F5D73CCDF4801428F669D6Cy1I" TargetMode="External"/><Relationship Id="rId5" Type="http://schemas.openxmlformats.org/officeDocument/2006/relationships/hyperlink" Target="http://pgu.rkomi.r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279</TotalTime>
  <Pages>35</Pages>
  <Words>11298</Words>
  <Characters>-32766</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MP</dc:creator>
  <cp:keywords/>
  <dc:description/>
  <cp:lastModifiedBy>Администрация</cp:lastModifiedBy>
  <cp:revision>15</cp:revision>
  <dcterms:created xsi:type="dcterms:W3CDTF">2015-06-05T09:48:00Z</dcterms:created>
  <dcterms:modified xsi:type="dcterms:W3CDTF">2015-07-10T09:42:00Z</dcterms:modified>
</cp:coreProperties>
</file>